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3454C" w14:textId="77777777" w:rsidR="0026388C" w:rsidRDefault="0026388C" w:rsidP="0026388C">
      <w:pPr>
        <w:spacing w:after="200"/>
        <w:rPr>
          <w:rFonts w:ascii="Arial Black" w:hAnsi="Arial Black"/>
        </w:rPr>
      </w:pPr>
    </w:p>
    <w:p w14:paraId="1D7668C1" w14:textId="77777777" w:rsidR="0026388C" w:rsidRDefault="0026388C" w:rsidP="008255BE">
      <w:pPr>
        <w:tabs>
          <w:tab w:val="left" w:pos="6624"/>
        </w:tabs>
        <w:spacing w:after="200"/>
        <w:rPr>
          <w:rFonts w:ascii="Arial Black" w:hAnsi="Arial Black"/>
        </w:rPr>
      </w:pPr>
    </w:p>
    <w:p w14:paraId="629D6471" w14:textId="77777777" w:rsidR="0026388C" w:rsidRDefault="0026388C" w:rsidP="0026388C">
      <w:pPr>
        <w:spacing w:after="200"/>
        <w:rPr>
          <w:rFonts w:ascii="Arial Black" w:hAnsi="Arial Black"/>
        </w:rPr>
      </w:pPr>
    </w:p>
    <w:p w14:paraId="4B2322F5" w14:textId="77777777" w:rsidR="0026388C" w:rsidRDefault="0026388C" w:rsidP="0026388C">
      <w:pPr>
        <w:spacing w:after="200"/>
        <w:jc w:val="center"/>
        <w:rPr>
          <w:rFonts w:ascii="Arial Black" w:hAnsi="Arial Black"/>
        </w:rPr>
      </w:pPr>
    </w:p>
    <w:p w14:paraId="43AAD295" w14:textId="3BDC44A6" w:rsidR="00250216" w:rsidRPr="00FB4319" w:rsidRDefault="00165494" w:rsidP="002B451B">
      <w:pPr>
        <w:jc w:val="center"/>
        <w:rPr>
          <w:b/>
          <w:sz w:val="48"/>
          <w:szCs w:val="48"/>
        </w:rPr>
      </w:pPr>
      <w:r w:rsidRPr="00FB4319">
        <w:rPr>
          <w:b/>
          <w:sz w:val="48"/>
          <w:szCs w:val="48"/>
        </w:rPr>
        <w:t>II/354 SVRATKA</w:t>
      </w:r>
      <w:r w:rsidR="00250216" w:rsidRPr="00FB4319">
        <w:rPr>
          <w:b/>
          <w:sz w:val="48"/>
          <w:szCs w:val="48"/>
        </w:rPr>
        <w:t xml:space="preserve"> </w:t>
      </w:r>
    </w:p>
    <w:p w14:paraId="2FE7C134" w14:textId="7F80F47C" w:rsidR="002B451B" w:rsidRPr="00FB4319" w:rsidRDefault="00250216" w:rsidP="002B451B">
      <w:pPr>
        <w:jc w:val="center"/>
        <w:rPr>
          <w:b/>
          <w:sz w:val="48"/>
          <w:szCs w:val="48"/>
        </w:rPr>
      </w:pPr>
      <w:r w:rsidRPr="00FB4319">
        <w:rPr>
          <w:b/>
          <w:sz w:val="48"/>
          <w:szCs w:val="48"/>
        </w:rPr>
        <w:t xml:space="preserve">– </w:t>
      </w:r>
      <w:r w:rsidR="00CC1CA2" w:rsidRPr="00FB4319">
        <w:rPr>
          <w:b/>
          <w:sz w:val="48"/>
          <w:szCs w:val="48"/>
        </w:rPr>
        <w:t>ODSTRANĚNÍ MOSTU</w:t>
      </w:r>
      <w:r w:rsidR="00165494" w:rsidRPr="00FB4319">
        <w:rPr>
          <w:b/>
          <w:sz w:val="48"/>
          <w:szCs w:val="48"/>
        </w:rPr>
        <w:t xml:space="preserve"> EV. Č. 354-008</w:t>
      </w:r>
    </w:p>
    <w:p w14:paraId="68EBC6F9" w14:textId="77777777" w:rsidR="002B451B" w:rsidRPr="00FB4319" w:rsidRDefault="002B451B" w:rsidP="002B451B">
      <w:pPr>
        <w:jc w:val="center"/>
        <w:rPr>
          <w:b/>
          <w:sz w:val="48"/>
          <w:szCs w:val="48"/>
        </w:rPr>
      </w:pPr>
      <w:r w:rsidRPr="00FB4319">
        <w:rPr>
          <w:b/>
          <w:sz w:val="48"/>
          <w:szCs w:val="48"/>
        </w:rPr>
        <w:t xml:space="preserve"> </w:t>
      </w:r>
    </w:p>
    <w:p w14:paraId="383D2B8E" w14:textId="77777777" w:rsidR="002B451B" w:rsidRPr="00FB4319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1DBCAC0C" w14:textId="77777777" w:rsidR="002B451B" w:rsidRPr="00FB4319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4596B1CF" w14:textId="77777777" w:rsidR="002E1226" w:rsidRPr="00FB4319" w:rsidRDefault="002E1226" w:rsidP="002E1226">
      <w:pPr>
        <w:jc w:val="center"/>
        <w:rPr>
          <w:b/>
          <w:sz w:val="28"/>
          <w:szCs w:val="28"/>
        </w:rPr>
      </w:pPr>
      <w:r w:rsidRPr="00FB4319">
        <w:rPr>
          <w:b/>
          <w:sz w:val="28"/>
          <w:szCs w:val="28"/>
        </w:rPr>
        <w:t>STUPEŇ PROJEKTU:</w:t>
      </w:r>
    </w:p>
    <w:p w14:paraId="413039C0" w14:textId="2D0483BF" w:rsidR="002E1226" w:rsidRPr="00FB4319" w:rsidRDefault="00D1468A" w:rsidP="002E1226">
      <w:pPr>
        <w:jc w:val="center"/>
        <w:rPr>
          <w:b/>
          <w:sz w:val="28"/>
          <w:szCs w:val="28"/>
        </w:rPr>
      </w:pPr>
      <w:r w:rsidRPr="00FB4319">
        <w:rPr>
          <w:b/>
          <w:caps/>
          <w:sz w:val="28"/>
          <w:szCs w:val="28"/>
        </w:rPr>
        <w:t>PROJEKTOVÁ DOKUMENTACE PRO ODSTRANĚNÍ STAVBY (PDOS)</w:t>
      </w:r>
    </w:p>
    <w:p w14:paraId="15F3EE94" w14:textId="77777777" w:rsidR="002B451B" w:rsidRPr="00FB4319" w:rsidRDefault="002B451B" w:rsidP="002B451B">
      <w:pPr>
        <w:jc w:val="center"/>
        <w:rPr>
          <w:b/>
          <w:sz w:val="28"/>
          <w:szCs w:val="28"/>
        </w:rPr>
      </w:pPr>
      <w:r w:rsidRPr="00FB4319">
        <w:rPr>
          <w:b/>
          <w:sz w:val="28"/>
          <w:szCs w:val="28"/>
        </w:rPr>
        <w:t xml:space="preserve"> </w:t>
      </w:r>
    </w:p>
    <w:p w14:paraId="1BA93539" w14:textId="77777777" w:rsidR="007E4570" w:rsidRPr="00FB4319" w:rsidRDefault="007E4570" w:rsidP="002B451B">
      <w:pPr>
        <w:jc w:val="center"/>
        <w:rPr>
          <w:b/>
          <w:sz w:val="28"/>
          <w:szCs w:val="28"/>
        </w:rPr>
      </w:pPr>
    </w:p>
    <w:p w14:paraId="4A146E52" w14:textId="77777777" w:rsidR="002B451B" w:rsidRPr="00FB4319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0CD90F5E" w14:textId="77777777" w:rsidR="002B451B" w:rsidRPr="00FB4319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7E2F38E0" w14:textId="77777777" w:rsidR="002B451B" w:rsidRPr="00FB4319" w:rsidRDefault="002B451B" w:rsidP="002B451B">
      <w:pPr>
        <w:spacing w:after="200"/>
        <w:jc w:val="center"/>
        <w:rPr>
          <w:rFonts w:cs="Arial"/>
          <w:b/>
          <w:sz w:val="36"/>
          <w:szCs w:val="36"/>
        </w:rPr>
      </w:pPr>
    </w:p>
    <w:p w14:paraId="216DBE35" w14:textId="77777777" w:rsidR="00FC4E17" w:rsidRPr="00FB4319" w:rsidRDefault="00FC4E17" w:rsidP="00FC4E17">
      <w:pPr>
        <w:jc w:val="center"/>
        <w:outlineLvl w:val="0"/>
        <w:rPr>
          <w:b/>
          <w:sz w:val="48"/>
        </w:rPr>
      </w:pPr>
      <w:r w:rsidRPr="00FB4319">
        <w:rPr>
          <w:b/>
          <w:sz w:val="48"/>
        </w:rPr>
        <w:t>Část A</w:t>
      </w:r>
    </w:p>
    <w:p w14:paraId="0A26A929" w14:textId="77777777" w:rsidR="00FC4E17" w:rsidRPr="00FB4319" w:rsidRDefault="00FC4E17" w:rsidP="00FC4E17">
      <w:pPr>
        <w:jc w:val="center"/>
        <w:outlineLvl w:val="0"/>
        <w:rPr>
          <w:b/>
          <w:sz w:val="48"/>
        </w:rPr>
      </w:pPr>
      <w:r w:rsidRPr="00FB4319">
        <w:rPr>
          <w:b/>
          <w:sz w:val="48"/>
        </w:rPr>
        <w:t>PRŮVODNÍ ZPRÁVA</w:t>
      </w:r>
    </w:p>
    <w:p w14:paraId="019832B7" w14:textId="77777777" w:rsidR="00EA146C" w:rsidRPr="00FB4319" w:rsidRDefault="00EA146C" w:rsidP="0026388C">
      <w:pPr>
        <w:spacing w:after="200"/>
        <w:jc w:val="center"/>
        <w:rPr>
          <w:rFonts w:cs="Arial"/>
          <w:b/>
          <w:sz w:val="36"/>
          <w:szCs w:val="36"/>
        </w:rPr>
      </w:pPr>
    </w:p>
    <w:p w14:paraId="46DE5246" w14:textId="77777777" w:rsidR="001F216E" w:rsidRPr="00FB4319" w:rsidRDefault="001F216E" w:rsidP="0026388C">
      <w:pPr>
        <w:spacing w:after="200"/>
        <w:jc w:val="center"/>
        <w:rPr>
          <w:rFonts w:cs="Arial"/>
          <w:b/>
          <w:sz w:val="36"/>
          <w:szCs w:val="36"/>
        </w:rPr>
      </w:pPr>
    </w:p>
    <w:p w14:paraId="5A071F52" w14:textId="77777777" w:rsidR="0026388C" w:rsidRPr="00FB4319" w:rsidRDefault="0026388C" w:rsidP="0026388C">
      <w:pPr>
        <w:spacing w:after="200"/>
        <w:jc w:val="center"/>
        <w:rPr>
          <w:rFonts w:cs="Arial"/>
          <w:b/>
          <w:sz w:val="36"/>
          <w:szCs w:val="36"/>
        </w:rPr>
      </w:pPr>
    </w:p>
    <w:p w14:paraId="4309A81B" w14:textId="77777777" w:rsidR="006922C6" w:rsidRPr="00FB4319" w:rsidRDefault="006922C6" w:rsidP="0026388C">
      <w:pPr>
        <w:pStyle w:val="Nzev"/>
        <w:spacing w:after="200"/>
      </w:pPr>
    </w:p>
    <w:p w14:paraId="6482EDF2" w14:textId="77777777" w:rsidR="00AF1152" w:rsidRPr="00FB4319" w:rsidRDefault="00AF1152" w:rsidP="00AF1152">
      <w:pPr>
        <w:sectPr w:rsidR="00AF1152" w:rsidRPr="00FB4319" w:rsidSect="002D787D"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814" w:right="851" w:bottom="1134" w:left="1418" w:header="680" w:footer="709" w:gutter="0"/>
          <w:pgNumType w:start="1"/>
          <w:cols w:space="708"/>
          <w:docGrid w:linePitch="326"/>
        </w:sectPr>
      </w:pPr>
    </w:p>
    <w:p w14:paraId="0DEF4A76" w14:textId="77777777" w:rsidR="00B357B3" w:rsidRPr="00FB4319" w:rsidRDefault="0026388C" w:rsidP="009C14E3">
      <w:pPr>
        <w:pStyle w:val="Nzev"/>
        <w:tabs>
          <w:tab w:val="left" w:pos="5967"/>
        </w:tabs>
        <w:outlineLvl w:val="0"/>
        <w:rPr>
          <w:caps/>
        </w:rPr>
      </w:pPr>
      <w:bookmarkStart w:id="0" w:name="_Toc313032367"/>
      <w:bookmarkStart w:id="1" w:name="_Toc313032402"/>
      <w:r w:rsidRPr="00FB4319">
        <w:rPr>
          <w:caps/>
        </w:rPr>
        <w:lastRenderedPageBreak/>
        <w:br w:type="page"/>
      </w:r>
      <w:r w:rsidR="00B357B3" w:rsidRPr="00FB4319">
        <w:rPr>
          <w:caps/>
        </w:rPr>
        <w:lastRenderedPageBreak/>
        <w:t>Obsah</w:t>
      </w:r>
      <w:bookmarkEnd w:id="0"/>
      <w:bookmarkEnd w:id="1"/>
    </w:p>
    <w:p w14:paraId="6C9782ED" w14:textId="77777777" w:rsidR="00A51E1A" w:rsidRPr="00FB4319" w:rsidRDefault="00B357B3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FB4319">
        <w:fldChar w:fldCharType="begin"/>
      </w:r>
      <w:r w:rsidRPr="00FB4319">
        <w:instrText xml:space="preserve"> TOC \o "1-3" </w:instrText>
      </w:r>
      <w:r w:rsidRPr="00FB4319">
        <w:fldChar w:fldCharType="separate"/>
      </w:r>
      <w:r w:rsidR="00A51E1A" w:rsidRPr="00FB4319">
        <w:t>0.</w:t>
      </w:r>
      <w:r w:rsidR="00A51E1A" w:rsidRPr="00FB4319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A51E1A" w:rsidRPr="00FB4319">
        <w:t>Úvod</w:t>
      </w:r>
      <w:r w:rsidR="00A51E1A" w:rsidRPr="00FB4319">
        <w:tab/>
      </w:r>
      <w:r w:rsidR="00A51E1A" w:rsidRPr="00FB4319">
        <w:fldChar w:fldCharType="begin"/>
      </w:r>
      <w:r w:rsidR="00A51E1A" w:rsidRPr="00FB4319">
        <w:instrText xml:space="preserve"> PAGEREF _Toc121300985 \h </w:instrText>
      </w:r>
      <w:r w:rsidR="00A51E1A" w:rsidRPr="00FB4319">
        <w:fldChar w:fldCharType="separate"/>
      </w:r>
      <w:r w:rsidR="00A51E1A" w:rsidRPr="00FB4319">
        <w:t>3</w:t>
      </w:r>
      <w:r w:rsidR="00A51E1A" w:rsidRPr="00FB4319">
        <w:fldChar w:fldCharType="end"/>
      </w:r>
    </w:p>
    <w:p w14:paraId="0B86A32E" w14:textId="77777777" w:rsidR="00A51E1A" w:rsidRPr="00FB4319" w:rsidRDefault="00A51E1A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FB4319">
        <w:t>1.</w:t>
      </w:r>
      <w:r w:rsidRPr="00FB4319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Pr="00FB4319">
        <w:t>Identifikační údaje</w:t>
      </w:r>
      <w:r w:rsidRPr="00FB4319">
        <w:tab/>
      </w:r>
      <w:r w:rsidRPr="00FB4319">
        <w:fldChar w:fldCharType="begin"/>
      </w:r>
      <w:r w:rsidRPr="00FB4319">
        <w:instrText xml:space="preserve"> PAGEREF _Toc121300986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472ED089" w14:textId="77777777" w:rsidR="00A51E1A" w:rsidRPr="00FB4319" w:rsidRDefault="00A51E1A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 w:rsidRPr="00FB4319">
        <w:t>1.1.</w:t>
      </w:r>
      <w:r w:rsidRPr="00FB4319"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 w:rsidRPr="00FB4319">
        <w:t>Údaje o stavbě</w:t>
      </w:r>
      <w:r w:rsidRPr="00FB4319">
        <w:tab/>
      </w:r>
      <w:r w:rsidRPr="00FB4319">
        <w:fldChar w:fldCharType="begin"/>
      </w:r>
      <w:r w:rsidRPr="00FB4319">
        <w:instrText xml:space="preserve"> PAGEREF _Toc121300987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6A02F3C7" w14:textId="77777777" w:rsidR="00A51E1A" w:rsidRPr="00FB4319" w:rsidRDefault="00A51E1A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B4319">
        <w:t>1.1.1.</w:t>
      </w:r>
      <w:r w:rsidRPr="00FB4319"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 w:rsidRPr="00FB4319">
        <w:t>Název stavby</w:t>
      </w:r>
      <w:r w:rsidRPr="00FB4319">
        <w:tab/>
      </w:r>
      <w:r w:rsidRPr="00FB4319">
        <w:fldChar w:fldCharType="begin"/>
      </w:r>
      <w:r w:rsidRPr="00FB4319">
        <w:instrText xml:space="preserve"> PAGEREF _Toc121300988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0E4F1B99" w14:textId="77777777" w:rsidR="00A51E1A" w:rsidRPr="00FB4319" w:rsidRDefault="00A51E1A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B4319">
        <w:t>1.1.2.</w:t>
      </w:r>
      <w:r w:rsidRPr="00FB4319"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 w:rsidRPr="00FB4319">
        <w:t>Místo stavby</w:t>
      </w:r>
      <w:r w:rsidRPr="00FB4319">
        <w:tab/>
      </w:r>
      <w:r w:rsidRPr="00FB4319">
        <w:fldChar w:fldCharType="begin"/>
      </w:r>
      <w:r w:rsidRPr="00FB4319">
        <w:instrText xml:space="preserve"> PAGEREF _Toc121300989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0BE26B31" w14:textId="77777777" w:rsidR="00A51E1A" w:rsidRPr="00FB4319" w:rsidRDefault="00A51E1A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 w:rsidRPr="00FB4319">
        <w:t>1.2.</w:t>
      </w:r>
      <w:r w:rsidRPr="00FB4319"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 w:rsidRPr="00FB4319">
        <w:t>Údaje o vlastníkovi a investorovi</w:t>
      </w:r>
      <w:r w:rsidRPr="00FB4319">
        <w:tab/>
      </w:r>
      <w:r w:rsidRPr="00FB4319">
        <w:fldChar w:fldCharType="begin"/>
      </w:r>
      <w:r w:rsidRPr="00FB4319">
        <w:instrText xml:space="preserve"> PAGEREF _Toc121300990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0836E988" w14:textId="77777777" w:rsidR="00A51E1A" w:rsidRPr="00FB4319" w:rsidRDefault="00A51E1A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B4319">
        <w:t>1.2.1.</w:t>
      </w:r>
      <w:r w:rsidRPr="00FB4319"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 w:rsidRPr="00FB4319">
        <w:t>Vlastník</w:t>
      </w:r>
      <w:r w:rsidRPr="00FB4319">
        <w:tab/>
      </w:r>
      <w:r w:rsidRPr="00FB4319">
        <w:fldChar w:fldCharType="begin"/>
      </w:r>
      <w:r w:rsidRPr="00FB4319">
        <w:instrText xml:space="preserve"> PAGEREF _Toc121300991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3DA9B8C2" w14:textId="77777777" w:rsidR="00A51E1A" w:rsidRPr="00FB4319" w:rsidRDefault="00A51E1A">
      <w:pPr>
        <w:pStyle w:val="Obsah3"/>
        <w:rPr>
          <w:rFonts w:asciiTheme="minorHAnsi" w:eastAsiaTheme="minorEastAsia" w:hAnsiTheme="minorHAnsi" w:cstheme="minorBidi"/>
          <w:i w:val="0"/>
          <w:sz w:val="22"/>
          <w:szCs w:val="22"/>
        </w:rPr>
      </w:pPr>
      <w:r w:rsidRPr="00FB4319">
        <w:t>1.2.2.</w:t>
      </w:r>
      <w:r w:rsidRPr="00FB4319">
        <w:rPr>
          <w:rFonts w:asciiTheme="minorHAnsi" w:eastAsiaTheme="minorEastAsia" w:hAnsiTheme="minorHAnsi" w:cstheme="minorBidi"/>
          <w:i w:val="0"/>
          <w:sz w:val="22"/>
          <w:szCs w:val="22"/>
        </w:rPr>
        <w:tab/>
      </w:r>
      <w:r w:rsidRPr="00FB4319">
        <w:t>Investor a objednatel projektové dokumentace</w:t>
      </w:r>
      <w:r w:rsidRPr="00FB4319">
        <w:tab/>
      </w:r>
      <w:r w:rsidRPr="00FB4319">
        <w:fldChar w:fldCharType="begin"/>
      </w:r>
      <w:r w:rsidRPr="00FB4319">
        <w:instrText xml:space="preserve"> PAGEREF _Toc121300992 \h </w:instrText>
      </w:r>
      <w:r w:rsidRPr="00FB4319">
        <w:fldChar w:fldCharType="separate"/>
      </w:r>
      <w:r w:rsidRPr="00FB4319">
        <w:t>3</w:t>
      </w:r>
      <w:r w:rsidRPr="00FB4319">
        <w:fldChar w:fldCharType="end"/>
      </w:r>
    </w:p>
    <w:p w14:paraId="3321C6B7" w14:textId="77777777" w:rsidR="00A51E1A" w:rsidRPr="00FB4319" w:rsidRDefault="00A51E1A">
      <w:pPr>
        <w:pStyle w:val="Obsah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r w:rsidRPr="00FB4319">
        <w:t>1.3.</w:t>
      </w:r>
      <w:r w:rsidRPr="00FB4319">
        <w:rPr>
          <w:rFonts w:asciiTheme="minorHAnsi" w:eastAsiaTheme="minorEastAsia" w:hAnsiTheme="minorHAnsi" w:cstheme="minorBidi"/>
          <w:smallCaps w:val="0"/>
          <w:sz w:val="22"/>
          <w:szCs w:val="22"/>
        </w:rPr>
        <w:tab/>
      </w:r>
      <w:r w:rsidRPr="00FB4319">
        <w:t>Údaje o zpracovateli dokumentace</w:t>
      </w:r>
      <w:r w:rsidRPr="00FB4319">
        <w:tab/>
      </w:r>
      <w:r w:rsidRPr="00FB4319">
        <w:fldChar w:fldCharType="begin"/>
      </w:r>
      <w:r w:rsidRPr="00FB4319">
        <w:instrText xml:space="preserve"> PAGEREF _Toc121300993 \h </w:instrText>
      </w:r>
      <w:r w:rsidRPr="00FB4319">
        <w:fldChar w:fldCharType="separate"/>
      </w:r>
      <w:r w:rsidRPr="00FB4319">
        <w:t>4</w:t>
      </w:r>
      <w:r w:rsidRPr="00FB4319">
        <w:fldChar w:fldCharType="end"/>
      </w:r>
    </w:p>
    <w:p w14:paraId="31D124F6" w14:textId="77777777" w:rsidR="00A51E1A" w:rsidRPr="00FB4319" w:rsidRDefault="00A51E1A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FB4319">
        <w:t>2.</w:t>
      </w:r>
      <w:r w:rsidRPr="00FB4319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Pr="00FB4319">
        <w:t>Členění odstraňované stavby</w:t>
      </w:r>
      <w:r w:rsidRPr="00FB4319">
        <w:tab/>
      </w:r>
      <w:r w:rsidRPr="00FB4319">
        <w:fldChar w:fldCharType="begin"/>
      </w:r>
      <w:r w:rsidRPr="00FB4319">
        <w:instrText xml:space="preserve"> PAGEREF _Toc121300994 \h </w:instrText>
      </w:r>
      <w:r w:rsidRPr="00FB4319">
        <w:fldChar w:fldCharType="separate"/>
      </w:r>
      <w:r w:rsidRPr="00FB4319">
        <w:t>4</w:t>
      </w:r>
      <w:r w:rsidRPr="00FB4319">
        <w:fldChar w:fldCharType="end"/>
      </w:r>
    </w:p>
    <w:p w14:paraId="3F83B9F9" w14:textId="77777777" w:rsidR="00A51E1A" w:rsidRPr="00FB4319" w:rsidRDefault="00A51E1A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FB4319">
        <w:t>3.</w:t>
      </w:r>
      <w:r w:rsidRPr="00FB4319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Pr="00FB4319">
        <w:t>Seznam vstupních podkladů</w:t>
      </w:r>
      <w:r w:rsidRPr="00FB4319">
        <w:tab/>
      </w:r>
      <w:r w:rsidRPr="00FB4319">
        <w:fldChar w:fldCharType="begin"/>
      </w:r>
      <w:r w:rsidRPr="00FB4319">
        <w:instrText xml:space="preserve"> PAGEREF _Toc121300995 \h </w:instrText>
      </w:r>
      <w:r w:rsidRPr="00FB4319">
        <w:fldChar w:fldCharType="separate"/>
      </w:r>
      <w:r w:rsidRPr="00FB4319">
        <w:t>4</w:t>
      </w:r>
      <w:r w:rsidRPr="00FB4319">
        <w:fldChar w:fldCharType="end"/>
      </w:r>
    </w:p>
    <w:p w14:paraId="683993C8" w14:textId="77777777" w:rsidR="00D47AB5" w:rsidRPr="00FB4319" w:rsidRDefault="00B357B3" w:rsidP="00D47AB5">
      <w:r w:rsidRPr="00FB4319">
        <w:fldChar w:fldCharType="end"/>
      </w:r>
      <w:bookmarkStart w:id="2" w:name="_Toc211400071"/>
      <w:bookmarkStart w:id="3" w:name="_Toc313032368"/>
      <w:bookmarkStart w:id="4" w:name="_Toc313032403"/>
    </w:p>
    <w:p w14:paraId="03E75380" w14:textId="2105B582" w:rsidR="004958D8" w:rsidRPr="00FB4319" w:rsidRDefault="00D47AB5" w:rsidP="00BC760A">
      <w:pPr>
        <w:pStyle w:val="Nadpis1"/>
      </w:pPr>
      <w:r w:rsidRPr="00FB4319">
        <w:br w:type="page"/>
      </w:r>
      <w:bookmarkStart w:id="5" w:name="_Toc121300985"/>
      <w:r w:rsidR="004958D8" w:rsidRPr="00FB4319">
        <w:lastRenderedPageBreak/>
        <w:t>Ú</w:t>
      </w:r>
      <w:r w:rsidR="00F952F1" w:rsidRPr="00FB4319">
        <w:t>vod</w:t>
      </w:r>
      <w:bookmarkEnd w:id="5"/>
    </w:p>
    <w:bookmarkEnd w:id="2"/>
    <w:bookmarkEnd w:id="3"/>
    <w:bookmarkEnd w:id="4"/>
    <w:p w14:paraId="1C406835" w14:textId="1FC3C543" w:rsidR="0057466D" w:rsidRPr="00FB4319" w:rsidRDefault="0057466D" w:rsidP="0057466D">
      <w:pPr>
        <w:rPr>
          <w:b/>
        </w:rPr>
      </w:pPr>
      <w:r w:rsidRPr="00FB4319">
        <w:rPr>
          <w:b/>
        </w:rPr>
        <w:t xml:space="preserve">Tato dokumentace je vypracována v podrobnostech </w:t>
      </w:r>
      <w:r w:rsidR="00CC1CA2" w:rsidRPr="00FB4319">
        <w:rPr>
          <w:b/>
        </w:rPr>
        <w:t>dokumentace bouracích prací</w:t>
      </w:r>
      <w:r w:rsidRPr="00FB4319">
        <w:rPr>
          <w:b/>
        </w:rPr>
        <w:t xml:space="preserve"> </w:t>
      </w:r>
      <w:proofErr w:type="gramStart"/>
      <w:r w:rsidRPr="00FB4319">
        <w:rPr>
          <w:b/>
        </w:rPr>
        <w:t>dle</w:t>
      </w:r>
      <w:proofErr w:type="gramEnd"/>
      <w:r w:rsidRPr="00FB4319">
        <w:rPr>
          <w:b/>
        </w:rPr>
        <w:t>:</w:t>
      </w:r>
    </w:p>
    <w:p w14:paraId="6DEA762B" w14:textId="121E4D67" w:rsidR="0057466D" w:rsidRPr="00FB4319" w:rsidRDefault="0057466D" w:rsidP="0057466D">
      <w:pPr>
        <w:pStyle w:val="Odstavecseseznamem"/>
        <w:numPr>
          <w:ilvl w:val="0"/>
          <w:numId w:val="22"/>
        </w:numPr>
        <w:rPr>
          <w:b/>
        </w:rPr>
      </w:pPr>
      <w:r w:rsidRPr="00FB4319">
        <w:rPr>
          <w:b/>
        </w:rPr>
        <w:t>Vyhlášky č. 499/2006 Sb. o dokumentaci staveb v aktuálním znění, přílohy č. 1</w:t>
      </w:r>
      <w:r w:rsidR="00CC1CA2" w:rsidRPr="00FB4319">
        <w:rPr>
          <w:b/>
        </w:rPr>
        <w:t>5</w:t>
      </w:r>
    </w:p>
    <w:p w14:paraId="5799D2A5" w14:textId="0B116DCB" w:rsidR="009472EA" w:rsidRPr="00FB4319" w:rsidRDefault="009472EA" w:rsidP="009472EA">
      <w:pPr>
        <w:rPr>
          <w:b/>
        </w:rPr>
      </w:pPr>
      <w:r w:rsidRPr="00FB4319">
        <w:rPr>
          <w:b/>
        </w:rPr>
        <w:t xml:space="preserve">Zhotovitel stavby je povinen vypracovat realizační dokumentaci bouracích prací, která dořeší detailně technologii bourání v návaznosti na tuto dokumentaci ve stupni </w:t>
      </w:r>
      <w:r w:rsidR="00945B0B" w:rsidRPr="00FB4319">
        <w:rPr>
          <w:b/>
        </w:rPr>
        <w:t>PDOS</w:t>
      </w:r>
      <w:r w:rsidRPr="00FB4319">
        <w:rPr>
          <w:b/>
        </w:rPr>
        <w:t xml:space="preserve"> v závislosti na konkrétní technologii zhotovitele, použité mechanizaci a použitých výrobcích. Tato realizační dokumentace stavby musí být předložena ke schválení investorovi a projektantovi DBP</w:t>
      </w:r>
      <w:r w:rsidR="00945B0B" w:rsidRPr="00FB4319">
        <w:rPr>
          <w:b/>
        </w:rPr>
        <w:t xml:space="preserve"> a PDOS</w:t>
      </w:r>
      <w:r w:rsidRPr="00FB4319">
        <w:rPr>
          <w:b/>
        </w:rPr>
        <w:t>.</w:t>
      </w:r>
    </w:p>
    <w:p w14:paraId="6FEBC500" w14:textId="77777777" w:rsidR="00C74645" w:rsidRPr="00FB4319" w:rsidRDefault="00C74645" w:rsidP="00C74645">
      <w:pPr>
        <w:rPr>
          <w:b/>
        </w:rPr>
      </w:pPr>
    </w:p>
    <w:p w14:paraId="42F18DFB" w14:textId="77777777" w:rsidR="00C74645" w:rsidRPr="00FB4319" w:rsidRDefault="00C74645" w:rsidP="00C74645">
      <w:pPr>
        <w:pStyle w:val="Nadpis1"/>
      </w:pPr>
      <w:bookmarkStart w:id="6" w:name="_Toc532908306"/>
      <w:bookmarkStart w:id="7" w:name="_Toc121300986"/>
      <w:r w:rsidRPr="00FB4319">
        <w:t>Identifikační údaje</w:t>
      </w:r>
      <w:bookmarkEnd w:id="6"/>
      <w:bookmarkEnd w:id="7"/>
    </w:p>
    <w:p w14:paraId="47E0AF20" w14:textId="77777777" w:rsidR="00C74645" w:rsidRPr="00FB4319" w:rsidRDefault="00C74645" w:rsidP="00C74645">
      <w:pPr>
        <w:pStyle w:val="Nadpis2"/>
      </w:pPr>
      <w:bookmarkStart w:id="8" w:name="_Toc532908307"/>
      <w:bookmarkStart w:id="9" w:name="_Toc121300987"/>
      <w:r w:rsidRPr="00FB4319">
        <w:t>Údaje o stavbě</w:t>
      </w:r>
      <w:bookmarkEnd w:id="8"/>
      <w:bookmarkEnd w:id="9"/>
    </w:p>
    <w:p w14:paraId="11AB2968" w14:textId="77777777" w:rsidR="00C74645" w:rsidRPr="00FB4319" w:rsidRDefault="00C74645" w:rsidP="00C74645">
      <w:pPr>
        <w:pStyle w:val="Nadpis3"/>
        <w:tabs>
          <w:tab w:val="clear" w:pos="0"/>
          <w:tab w:val="num" w:pos="851"/>
        </w:tabs>
        <w:ind w:left="851" w:hanging="851"/>
      </w:pPr>
      <w:bookmarkStart w:id="10" w:name="_Toc532908308"/>
      <w:bookmarkStart w:id="11" w:name="_Toc121300988"/>
      <w:r w:rsidRPr="00FB4319">
        <w:t>Název stavby</w:t>
      </w:r>
      <w:bookmarkEnd w:id="10"/>
      <w:bookmarkEnd w:id="11"/>
    </w:p>
    <w:p w14:paraId="6E6038E5" w14:textId="6E6AEB5D" w:rsidR="00C74645" w:rsidRPr="00FB4319" w:rsidRDefault="008A29EA" w:rsidP="00C74645">
      <w:r w:rsidRPr="00FB4319">
        <w:t xml:space="preserve">II/354 Svratka – </w:t>
      </w:r>
      <w:r w:rsidR="00DD5D18" w:rsidRPr="00FB4319">
        <w:t xml:space="preserve">odstranění </w:t>
      </w:r>
      <w:r w:rsidRPr="00FB4319">
        <w:t>most</w:t>
      </w:r>
      <w:r w:rsidR="00DD5D18" w:rsidRPr="00FB4319">
        <w:t>u</w:t>
      </w:r>
      <w:r w:rsidRPr="00FB4319">
        <w:t xml:space="preserve"> ev. č. 354-008</w:t>
      </w:r>
    </w:p>
    <w:p w14:paraId="7C739948" w14:textId="77777777" w:rsidR="00C74645" w:rsidRPr="00FB4319" w:rsidRDefault="00C74645" w:rsidP="00C74645">
      <w:pPr>
        <w:rPr>
          <w:b/>
        </w:rPr>
      </w:pPr>
    </w:p>
    <w:p w14:paraId="79CC552A" w14:textId="15B0FE87" w:rsidR="00C74645" w:rsidRPr="00FB4319" w:rsidRDefault="00C74645" w:rsidP="00C74645">
      <w:pPr>
        <w:pStyle w:val="Nadpis3"/>
        <w:tabs>
          <w:tab w:val="clear" w:pos="0"/>
          <w:tab w:val="num" w:pos="851"/>
        </w:tabs>
        <w:ind w:left="851" w:hanging="851"/>
      </w:pPr>
      <w:bookmarkStart w:id="12" w:name="_Toc532908309"/>
      <w:bookmarkStart w:id="13" w:name="_Toc121300989"/>
      <w:r w:rsidRPr="00FB4319">
        <w:t>Místo stavby</w:t>
      </w:r>
      <w:bookmarkEnd w:id="12"/>
      <w:bookmarkEnd w:id="13"/>
    </w:p>
    <w:p w14:paraId="19273379" w14:textId="2680096A" w:rsidR="007E4570" w:rsidRPr="00FB4319" w:rsidRDefault="007E4570" w:rsidP="0003579C">
      <w:pPr>
        <w:tabs>
          <w:tab w:val="left" w:pos="3969"/>
        </w:tabs>
      </w:pPr>
      <w:r w:rsidRPr="00FB4319">
        <w:t>kraj:</w:t>
      </w:r>
      <w:r w:rsidRPr="00FB4319">
        <w:tab/>
      </w:r>
      <w:r w:rsidR="001622DA" w:rsidRPr="00FB4319">
        <w:t xml:space="preserve">Kraj </w:t>
      </w:r>
      <w:r w:rsidRPr="00FB4319">
        <w:t>Vysočina</w:t>
      </w:r>
    </w:p>
    <w:p w14:paraId="2DF84C35" w14:textId="6E5A18F7" w:rsidR="00B777CA" w:rsidRPr="00FB4319" w:rsidRDefault="00B777CA" w:rsidP="0003579C">
      <w:pPr>
        <w:tabs>
          <w:tab w:val="left" w:pos="3969"/>
        </w:tabs>
      </w:pPr>
      <w:r w:rsidRPr="00FB4319">
        <w:t>okres:</w:t>
      </w:r>
      <w:r w:rsidRPr="00FB4319">
        <w:tab/>
      </w:r>
      <w:r w:rsidR="008A29EA" w:rsidRPr="00FB4319">
        <w:t>Žďár nad Sázavou</w:t>
      </w:r>
    </w:p>
    <w:p w14:paraId="35F0F6ED" w14:textId="394CF677" w:rsidR="00C74645" w:rsidRPr="00FB4319" w:rsidRDefault="00C74645" w:rsidP="0003579C">
      <w:pPr>
        <w:tabs>
          <w:tab w:val="left" w:pos="3969"/>
        </w:tabs>
      </w:pPr>
      <w:r w:rsidRPr="00FB4319">
        <w:t>obec:</w:t>
      </w:r>
      <w:r w:rsidRPr="00FB4319">
        <w:tab/>
      </w:r>
      <w:r w:rsidR="008A29EA" w:rsidRPr="00FB4319">
        <w:t>Svratka [596868]</w:t>
      </w:r>
    </w:p>
    <w:p w14:paraId="783DA694" w14:textId="54FA3928" w:rsidR="00C74645" w:rsidRPr="00FB4319" w:rsidRDefault="00C74645" w:rsidP="0003579C">
      <w:pPr>
        <w:tabs>
          <w:tab w:val="left" w:pos="3969"/>
        </w:tabs>
      </w:pPr>
      <w:r w:rsidRPr="00FB4319">
        <w:t xml:space="preserve">katastrální území: </w:t>
      </w:r>
      <w:r w:rsidRPr="00FB4319">
        <w:tab/>
      </w:r>
      <w:r w:rsidR="008A29EA" w:rsidRPr="00FB4319">
        <w:t>Svratka [761567]</w:t>
      </w:r>
    </w:p>
    <w:p w14:paraId="1E6F8BF3" w14:textId="2C2DD8B0" w:rsidR="008A29EA" w:rsidRPr="00FB4319" w:rsidRDefault="008A29EA" w:rsidP="008A29EA">
      <w:pPr>
        <w:tabs>
          <w:tab w:val="left" w:pos="3969"/>
        </w:tabs>
      </w:pPr>
      <w:r w:rsidRPr="00FB4319">
        <w:tab/>
        <w:t>Česká Cikánka [761532]</w:t>
      </w:r>
    </w:p>
    <w:p w14:paraId="21D41A0E" w14:textId="67DF74B5" w:rsidR="00DF7115" w:rsidRPr="00FB4319" w:rsidRDefault="00DF7115" w:rsidP="00DF7115">
      <w:pPr>
        <w:tabs>
          <w:tab w:val="left" w:pos="3969"/>
        </w:tabs>
      </w:pPr>
      <w:r w:rsidRPr="00FB4319">
        <w:t>parcelní čísla pozemků:</w:t>
      </w:r>
      <w:r w:rsidRPr="00FB4319">
        <w:tab/>
      </w:r>
      <w:proofErr w:type="spellStart"/>
      <w:proofErr w:type="gramStart"/>
      <w:r w:rsidRPr="00FB4319">
        <w:t>k.ú</w:t>
      </w:r>
      <w:proofErr w:type="spellEnd"/>
      <w:r w:rsidRPr="00FB4319">
        <w:t>.</w:t>
      </w:r>
      <w:proofErr w:type="gramEnd"/>
      <w:r w:rsidRPr="00FB4319">
        <w:t xml:space="preserve"> Svratka – 411/1, 411/2, 1148/10 </w:t>
      </w:r>
    </w:p>
    <w:p w14:paraId="75B9698B" w14:textId="36C1E950" w:rsidR="00C74645" w:rsidRPr="00FB4319" w:rsidRDefault="00DF7115" w:rsidP="00DF7115">
      <w:pPr>
        <w:tabs>
          <w:tab w:val="left" w:pos="3969"/>
        </w:tabs>
        <w:rPr>
          <w:b/>
        </w:rPr>
      </w:pPr>
      <w:r w:rsidRPr="00FB4319">
        <w:rPr>
          <w:b/>
        </w:rPr>
        <w:tab/>
      </w:r>
      <w:proofErr w:type="spellStart"/>
      <w:proofErr w:type="gramStart"/>
      <w:r w:rsidRPr="00FB4319">
        <w:t>k.ú</w:t>
      </w:r>
      <w:proofErr w:type="spellEnd"/>
      <w:r w:rsidRPr="00FB4319">
        <w:t>.</w:t>
      </w:r>
      <w:proofErr w:type="gramEnd"/>
      <w:r w:rsidRPr="00FB4319">
        <w:t xml:space="preserve"> Česká Cikánka – 73/1, 254/9</w:t>
      </w:r>
    </w:p>
    <w:p w14:paraId="78881037" w14:textId="77777777" w:rsidR="00DF7115" w:rsidRPr="00FB4319" w:rsidRDefault="00DF7115" w:rsidP="00DF7115">
      <w:pPr>
        <w:tabs>
          <w:tab w:val="left" w:pos="3969"/>
        </w:tabs>
      </w:pPr>
      <w:r w:rsidRPr="00FB4319">
        <w:t>označení pozemní komunikace:</w:t>
      </w:r>
      <w:r w:rsidRPr="00FB4319">
        <w:tab/>
        <w:t>silnice II/354</w:t>
      </w:r>
    </w:p>
    <w:p w14:paraId="35B10C0C" w14:textId="77777777" w:rsidR="00DF7115" w:rsidRPr="00FB4319" w:rsidRDefault="00DF7115" w:rsidP="00C74645">
      <w:pPr>
        <w:rPr>
          <w:b/>
        </w:rPr>
      </w:pPr>
    </w:p>
    <w:p w14:paraId="68570820" w14:textId="19F2E699" w:rsidR="00C74645" w:rsidRPr="00FB4319" w:rsidRDefault="00C74645" w:rsidP="00C74645">
      <w:pPr>
        <w:pStyle w:val="Nadpis2"/>
      </w:pPr>
      <w:bookmarkStart w:id="14" w:name="_Toc532908311"/>
      <w:bookmarkStart w:id="15" w:name="_Toc121300990"/>
      <w:r w:rsidRPr="00FB4319">
        <w:t xml:space="preserve">Údaje o </w:t>
      </w:r>
      <w:bookmarkEnd w:id="14"/>
      <w:r w:rsidR="00DF7115" w:rsidRPr="00FB4319">
        <w:t>vlastníkovi</w:t>
      </w:r>
      <w:r w:rsidR="00F02A87" w:rsidRPr="00FB4319">
        <w:t xml:space="preserve"> a investorovi</w:t>
      </w:r>
      <w:bookmarkEnd w:id="15"/>
    </w:p>
    <w:p w14:paraId="6275CFB5" w14:textId="46F122E8" w:rsidR="00F02A87" w:rsidRPr="00FB4319" w:rsidRDefault="00DF7115" w:rsidP="00F02A87">
      <w:pPr>
        <w:pStyle w:val="Nadpis3"/>
      </w:pPr>
      <w:bookmarkStart w:id="16" w:name="_Toc121300991"/>
      <w:r w:rsidRPr="00FB4319">
        <w:t>Vlastník</w:t>
      </w:r>
      <w:bookmarkEnd w:id="16"/>
    </w:p>
    <w:p w14:paraId="57F9269C" w14:textId="1386A077" w:rsidR="007E4570" w:rsidRPr="00FB4319" w:rsidRDefault="007E4570" w:rsidP="007E4570">
      <w:pPr>
        <w:tabs>
          <w:tab w:val="left" w:pos="1134"/>
        </w:tabs>
      </w:pPr>
      <w:r w:rsidRPr="00FB4319">
        <w:t>název:</w:t>
      </w:r>
      <w:r w:rsidRPr="00FB4319">
        <w:tab/>
      </w:r>
      <w:r w:rsidR="00E11BB7" w:rsidRPr="00FB4319">
        <w:t>Kraj Vysočina</w:t>
      </w:r>
    </w:p>
    <w:p w14:paraId="0C4B060B" w14:textId="63D6D2C1" w:rsidR="007E4570" w:rsidRPr="00FB4319" w:rsidRDefault="007E4570" w:rsidP="007E4570">
      <w:pPr>
        <w:tabs>
          <w:tab w:val="left" w:pos="1134"/>
        </w:tabs>
      </w:pPr>
      <w:r w:rsidRPr="00FB4319">
        <w:t>IČO:</w:t>
      </w:r>
      <w:r w:rsidRPr="00FB4319">
        <w:tab/>
      </w:r>
      <w:r w:rsidR="00E11BB7" w:rsidRPr="00FB4319">
        <w:t>70890749</w:t>
      </w:r>
    </w:p>
    <w:p w14:paraId="35337F88" w14:textId="42F36979" w:rsidR="007E4570" w:rsidRPr="00FB4319" w:rsidRDefault="007E4570" w:rsidP="007E4570">
      <w:pPr>
        <w:tabs>
          <w:tab w:val="left" w:pos="1134"/>
        </w:tabs>
      </w:pPr>
      <w:r w:rsidRPr="00FB4319">
        <w:t xml:space="preserve">sídlo: </w:t>
      </w:r>
      <w:r w:rsidRPr="00FB4319">
        <w:tab/>
      </w:r>
      <w:r w:rsidR="00E11BB7" w:rsidRPr="00FB4319">
        <w:t>Žižkova 1882/57</w:t>
      </w:r>
      <w:r w:rsidRPr="00FB4319">
        <w:t xml:space="preserve">, </w:t>
      </w:r>
      <w:r w:rsidR="00E11BB7" w:rsidRPr="00FB4319">
        <w:t>Jihlava</w:t>
      </w:r>
    </w:p>
    <w:p w14:paraId="28344C46" w14:textId="77777777" w:rsidR="00C74645" w:rsidRPr="00FB4319" w:rsidRDefault="00C74645" w:rsidP="00C74645">
      <w:pPr>
        <w:rPr>
          <w:b/>
        </w:rPr>
      </w:pPr>
    </w:p>
    <w:p w14:paraId="1D635F02" w14:textId="2FE2D2F6" w:rsidR="00F02A87" w:rsidRPr="00FB4319" w:rsidRDefault="00F02A87" w:rsidP="00F02A87">
      <w:pPr>
        <w:pStyle w:val="Nadpis3"/>
      </w:pPr>
      <w:bookmarkStart w:id="17" w:name="_Toc121300992"/>
      <w:r w:rsidRPr="00FB4319">
        <w:t>Investor a objednatel projektové dokumentace</w:t>
      </w:r>
      <w:bookmarkEnd w:id="17"/>
    </w:p>
    <w:p w14:paraId="5D4A7350" w14:textId="77777777" w:rsidR="00F02A87" w:rsidRPr="00FB4319" w:rsidRDefault="00F02A87" w:rsidP="00F02A87">
      <w:pPr>
        <w:tabs>
          <w:tab w:val="left" w:pos="1134"/>
        </w:tabs>
      </w:pPr>
      <w:r w:rsidRPr="00FB4319">
        <w:t>název:</w:t>
      </w:r>
      <w:r w:rsidRPr="00FB4319">
        <w:tab/>
        <w:t>Krajská správa a údržba silnic Vysočiny, příspěvková organizace</w:t>
      </w:r>
    </w:p>
    <w:p w14:paraId="04BC9773" w14:textId="0E4859D9" w:rsidR="006C6A7A" w:rsidRPr="00FB4319" w:rsidRDefault="006C6A7A" w:rsidP="00F02A87">
      <w:pPr>
        <w:tabs>
          <w:tab w:val="left" w:pos="1134"/>
        </w:tabs>
      </w:pPr>
      <w:r w:rsidRPr="00FB4319">
        <w:tab/>
        <w:t>zástupce stavebníka na základě Dodatku zřizovací listiny č. 1699</w:t>
      </w:r>
    </w:p>
    <w:p w14:paraId="0C369D4E" w14:textId="77777777" w:rsidR="00F02A87" w:rsidRPr="00FB4319" w:rsidRDefault="00F02A87" w:rsidP="00F02A87">
      <w:pPr>
        <w:tabs>
          <w:tab w:val="left" w:pos="1134"/>
        </w:tabs>
      </w:pPr>
      <w:r w:rsidRPr="00FB4319">
        <w:t>IČO:</w:t>
      </w:r>
      <w:r w:rsidRPr="00FB4319">
        <w:tab/>
        <w:t>00090450</w:t>
      </w:r>
    </w:p>
    <w:p w14:paraId="263D79A0" w14:textId="77777777" w:rsidR="00F02A87" w:rsidRPr="00FB4319" w:rsidRDefault="00F02A87" w:rsidP="00F02A87">
      <w:pPr>
        <w:tabs>
          <w:tab w:val="left" w:pos="1134"/>
        </w:tabs>
      </w:pPr>
      <w:r w:rsidRPr="00FB4319">
        <w:t xml:space="preserve">sídlo: </w:t>
      </w:r>
      <w:r w:rsidRPr="00FB4319">
        <w:tab/>
        <w:t>Kosovská 1122/16, 586 01 Jihlava</w:t>
      </w:r>
    </w:p>
    <w:p w14:paraId="795ECEB3" w14:textId="0840902B" w:rsidR="00C74645" w:rsidRPr="00FB4319" w:rsidRDefault="00C74645" w:rsidP="00C74645">
      <w:pPr>
        <w:spacing w:before="0"/>
        <w:jc w:val="left"/>
        <w:rPr>
          <w:b/>
          <w:caps/>
        </w:rPr>
      </w:pPr>
    </w:p>
    <w:p w14:paraId="24D7E815" w14:textId="77777777" w:rsidR="00DF7115" w:rsidRPr="00FB4319" w:rsidRDefault="00DF7115">
      <w:pPr>
        <w:spacing w:before="0"/>
        <w:jc w:val="left"/>
        <w:rPr>
          <w:b/>
          <w:caps/>
        </w:rPr>
      </w:pPr>
      <w:bookmarkStart w:id="18" w:name="_Toc532908312"/>
      <w:r w:rsidRPr="00FB4319">
        <w:br w:type="page"/>
      </w:r>
    </w:p>
    <w:p w14:paraId="452CAED9" w14:textId="2BD4FC18" w:rsidR="00C74645" w:rsidRPr="00FB4319" w:rsidRDefault="00C74645" w:rsidP="00C74645">
      <w:pPr>
        <w:pStyle w:val="Nadpis2"/>
      </w:pPr>
      <w:bookmarkStart w:id="19" w:name="_Toc121300993"/>
      <w:r w:rsidRPr="00FB4319">
        <w:lastRenderedPageBreak/>
        <w:t>Údaje o zpracovateli dokumentace</w:t>
      </w:r>
      <w:bookmarkEnd w:id="18"/>
      <w:bookmarkEnd w:id="19"/>
    </w:p>
    <w:p w14:paraId="6BA49113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t>Ing. Petr Šedivý</w:t>
      </w:r>
    </w:p>
    <w:p w14:paraId="235E7686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t xml:space="preserve">Bukovanská 393/15, 779 00, Olomouc – </w:t>
      </w:r>
      <w:proofErr w:type="spellStart"/>
      <w:r w:rsidRPr="00FB4319">
        <w:t>Droždín</w:t>
      </w:r>
      <w:proofErr w:type="spellEnd"/>
    </w:p>
    <w:p w14:paraId="79F5A674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t>IČO: 07912463</w:t>
      </w:r>
    </w:p>
    <w:p w14:paraId="5FFF9DAF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rPr>
          <w:b/>
        </w:rPr>
        <w:t>hlavní projektant:</w:t>
      </w:r>
      <w:r w:rsidRPr="00FB4319">
        <w:t xml:space="preserve"> </w:t>
      </w:r>
      <w:r w:rsidRPr="00FB4319">
        <w:tab/>
        <w:t>Ing. Petr Šedivý</w:t>
      </w:r>
    </w:p>
    <w:p w14:paraId="6C5131FD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tab/>
        <w:t>autorizovaný inženýr v oboru mosty a inženýrské konstrukce</w:t>
      </w:r>
    </w:p>
    <w:p w14:paraId="01F7BAF0" w14:textId="77777777" w:rsidR="006C6A7A" w:rsidRPr="00FB4319" w:rsidRDefault="006C6A7A" w:rsidP="006C6A7A">
      <w:pPr>
        <w:tabs>
          <w:tab w:val="left" w:pos="3402"/>
        </w:tabs>
        <w:jc w:val="left"/>
      </w:pPr>
      <w:r w:rsidRPr="00FB4319">
        <w:tab/>
        <w:t>- evidenční číslo autorizované osoby ČKAIT 1202239</w:t>
      </w:r>
    </w:p>
    <w:p w14:paraId="5FBAEF29" w14:textId="3A0250B0" w:rsidR="006C6A7A" w:rsidRPr="00FB4319" w:rsidRDefault="006C6A7A" w:rsidP="005B3D1B">
      <w:pPr>
        <w:tabs>
          <w:tab w:val="left" w:pos="3402"/>
        </w:tabs>
        <w:jc w:val="left"/>
        <w:rPr>
          <w:b/>
        </w:rPr>
      </w:pPr>
    </w:p>
    <w:p w14:paraId="58FA47BE" w14:textId="77777777" w:rsidR="00DF7115" w:rsidRPr="00FB4319" w:rsidRDefault="00DF7115" w:rsidP="00DF7115">
      <w:pPr>
        <w:pStyle w:val="Nadpis1"/>
      </w:pPr>
      <w:bookmarkStart w:id="20" w:name="_Toc532908315"/>
      <w:bookmarkStart w:id="21" w:name="_Toc4160273"/>
      <w:bookmarkStart w:id="22" w:name="_Toc121300994"/>
      <w:r w:rsidRPr="00FB4319">
        <w:t>Členění odstraňované stavby</w:t>
      </w:r>
      <w:bookmarkEnd w:id="20"/>
      <w:bookmarkEnd w:id="21"/>
      <w:bookmarkEnd w:id="22"/>
    </w:p>
    <w:p w14:paraId="6F40C4B5" w14:textId="14CA6DDA" w:rsidR="00BE0963" w:rsidRPr="00FB4319" w:rsidRDefault="00DF7115" w:rsidP="00DF7115">
      <w:r w:rsidRPr="00FB4319">
        <w:t>Odstraňovaná stavba není členěna na jednotlivé objekty.</w:t>
      </w:r>
    </w:p>
    <w:p w14:paraId="342CD33C" w14:textId="0F01F71B" w:rsidR="00D82227" w:rsidRPr="00FB4319" w:rsidRDefault="00D82227">
      <w:pPr>
        <w:spacing w:before="0"/>
        <w:jc w:val="left"/>
        <w:rPr>
          <w:b/>
          <w:caps/>
          <w:kern w:val="28"/>
          <w:sz w:val="32"/>
        </w:rPr>
      </w:pPr>
      <w:bookmarkStart w:id="23" w:name="_Toc532908316"/>
    </w:p>
    <w:p w14:paraId="3EDB7769" w14:textId="5971896B" w:rsidR="00C74645" w:rsidRPr="00FB4319" w:rsidRDefault="00C74645" w:rsidP="00C74645">
      <w:pPr>
        <w:pStyle w:val="Nadpis1"/>
      </w:pPr>
      <w:bookmarkStart w:id="24" w:name="_Toc121300995"/>
      <w:r w:rsidRPr="00FB4319">
        <w:t>Seznam vstupních podkladů</w:t>
      </w:r>
      <w:bookmarkEnd w:id="23"/>
      <w:bookmarkEnd w:id="24"/>
    </w:p>
    <w:p w14:paraId="4A652259" w14:textId="5748EFE3" w:rsidR="00F776CD" w:rsidRPr="00FB4319" w:rsidRDefault="00F776CD" w:rsidP="00F776CD">
      <w:r w:rsidRPr="00FB4319">
        <w:t>Podklady pro vypracování PDOS:</w:t>
      </w:r>
    </w:p>
    <w:p w14:paraId="234B9904" w14:textId="0EF66F8C" w:rsidR="00F776CD" w:rsidRPr="00FB4319" w:rsidRDefault="00F776CD" w:rsidP="00F776CD">
      <w:pPr>
        <w:pStyle w:val="Odstavecseseznamem"/>
        <w:numPr>
          <w:ilvl w:val="0"/>
          <w:numId w:val="46"/>
        </w:numPr>
      </w:pPr>
      <w:r w:rsidRPr="00FB4319">
        <w:rPr>
          <w:b/>
        </w:rPr>
        <w:t>Souhlas s odstraněním stavby II/354 Svratka - most ev. č. 354-008</w:t>
      </w:r>
      <w:r w:rsidRPr="00FB4319">
        <w:t xml:space="preserve"> vydaný Městským úřadem Žďár nad Sázavou, Odborem stavebního a územního plánování dne 5. 12. 2022, </w:t>
      </w:r>
      <w:proofErr w:type="gramStart"/>
      <w:r w:rsidRPr="00FB4319">
        <w:rPr>
          <w:b/>
        </w:rPr>
        <w:t>č.j.</w:t>
      </w:r>
      <w:proofErr w:type="gramEnd"/>
      <w:r w:rsidRPr="00FB4319">
        <w:rPr>
          <w:b/>
        </w:rPr>
        <w:t xml:space="preserve"> SÚP/1841/22/Od-4, spis. zn. SÚP/1841/22/Od</w:t>
      </w:r>
    </w:p>
    <w:p w14:paraId="4760F55B" w14:textId="7A50742D" w:rsidR="00F776CD" w:rsidRPr="00FB4319" w:rsidRDefault="00F776CD" w:rsidP="00F776CD">
      <w:pPr>
        <w:pStyle w:val="Odstavecseseznamem"/>
        <w:numPr>
          <w:ilvl w:val="0"/>
          <w:numId w:val="46"/>
        </w:numPr>
      </w:pPr>
      <w:r w:rsidRPr="00FB4319">
        <w:t>Dokumentace bouracích prací „</w:t>
      </w:r>
      <w:r w:rsidRPr="00FB4319">
        <w:rPr>
          <w:b/>
          <w:i/>
        </w:rPr>
        <w:t xml:space="preserve">II/354 Svratka – odstranění mostu ev. č. 354-008 </w:t>
      </w:r>
      <w:r w:rsidRPr="00FB4319">
        <w:t>(DBP), vypracoval Ing. Petr Šedivý, 05/2022</w:t>
      </w:r>
    </w:p>
    <w:p w14:paraId="11E99E28" w14:textId="77777777" w:rsidR="00F776CD" w:rsidRPr="00FB4319" w:rsidRDefault="00F776CD" w:rsidP="00F776CD"/>
    <w:p w14:paraId="0480C29A" w14:textId="17F81D07" w:rsidR="00C74645" w:rsidRPr="00FB4319" w:rsidRDefault="00F776CD" w:rsidP="00C74645">
      <w:r w:rsidRPr="00FB4319">
        <w:t>Ostatní podklady (převzato z DBP):</w:t>
      </w:r>
    </w:p>
    <w:p w14:paraId="72993BA8" w14:textId="7B928215" w:rsidR="00A547AA" w:rsidRPr="00FB4319" w:rsidRDefault="00A547AA" w:rsidP="00B6230D">
      <w:pPr>
        <w:pStyle w:val="Odstavecseseznamem"/>
        <w:numPr>
          <w:ilvl w:val="0"/>
          <w:numId w:val="46"/>
        </w:numPr>
        <w:ind w:left="714" w:hanging="357"/>
        <w:contextualSpacing w:val="0"/>
      </w:pPr>
      <w:r w:rsidRPr="00FB4319">
        <w:t>Přehledná situace umístění záměru</w:t>
      </w:r>
    </w:p>
    <w:p w14:paraId="3D1385A9" w14:textId="43FCE154" w:rsidR="00A547AA" w:rsidRPr="00FB4319" w:rsidRDefault="00A547AA" w:rsidP="008F18DA">
      <w:pPr>
        <w:pStyle w:val="Odstavecseseznamem"/>
        <w:numPr>
          <w:ilvl w:val="0"/>
          <w:numId w:val="46"/>
        </w:numPr>
        <w:contextualSpacing w:val="0"/>
      </w:pPr>
      <w:r w:rsidRPr="00FB4319">
        <w:t xml:space="preserve">Mostní list mostu ev. č. </w:t>
      </w:r>
      <w:r w:rsidR="008F18DA" w:rsidRPr="00FB4319">
        <w:t>354-008</w:t>
      </w:r>
      <w:r w:rsidRPr="00FB4319">
        <w:t xml:space="preserve">, tisk z BMS - Ing. Jan </w:t>
      </w:r>
      <w:proofErr w:type="spellStart"/>
      <w:r w:rsidRPr="00FB4319">
        <w:t>Felkl</w:t>
      </w:r>
      <w:proofErr w:type="spellEnd"/>
      <w:r w:rsidRPr="00FB4319">
        <w:t xml:space="preserve">, </w:t>
      </w:r>
      <w:r w:rsidR="008F18DA" w:rsidRPr="00FB4319">
        <w:t>03</w:t>
      </w:r>
      <w:r w:rsidRPr="00FB4319">
        <w:t>/</w:t>
      </w:r>
      <w:r w:rsidR="008F18DA" w:rsidRPr="00FB4319">
        <w:t>2020</w:t>
      </w:r>
    </w:p>
    <w:p w14:paraId="66ABAC1B" w14:textId="13927CA7" w:rsidR="00713B68" w:rsidRPr="00FB4319" w:rsidRDefault="00713B68" w:rsidP="00B6230D">
      <w:pPr>
        <w:pStyle w:val="Odstavecseseznamem"/>
        <w:numPr>
          <w:ilvl w:val="0"/>
          <w:numId w:val="46"/>
        </w:numPr>
        <w:ind w:left="714" w:hanging="357"/>
        <w:contextualSpacing w:val="0"/>
      </w:pPr>
      <w:r w:rsidRPr="00FB4319">
        <w:t xml:space="preserve">Záznam o </w:t>
      </w:r>
      <w:r w:rsidR="00EF4925" w:rsidRPr="00FB4319">
        <w:t>hlavní</w:t>
      </w:r>
      <w:r w:rsidRPr="00FB4319">
        <w:t xml:space="preserve"> prohlídce mostu, </w:t>
      </w:r>
      <w:r w:rsidR="00EF4925" w:rsidRPr="00FB4319">
        <w:t>Doc. Ing. Jan Tomek, CSc.</w:t>
      </w:r>
      <w:r w:rsidRPr="00FB4319">
        <w:t xml:space="preserve">, </w:t>
      </w:r>
      <w:r w:rsidR="003E2C08" w:rsidRPr="00FB4319">
        <w:t>07/2019</w:t>
      </w:r>
    </w:p>
    <w:p w14:paraId="4C32FBC5" w14:textId="30F586AE" w:rsidR="008133FE" w:rsidRPr="00FB4319" w:rsidRDefault="008133FE" w:rsidP="003E2C08">
      <w:pPr>
        <w:pStyle w:val="Odstavecseseznamem"/>
        <w:numPr>
          <w:ilvl w:val="0"/>
          <w:numId w:val="29"/>
        </w:numPr>
        <w:contextualSpacing w:val="0"/>
      </w:pPr>
      <w:r w:rsidRPr="00FB4319">
        <w:t xml:space="preserve">Snímek katastrální mapy – </w:t>
      </w:r>
      <w:r w:rsidR="003E2C08" w:rsidRPr="00FB4319">
        <w:t>Svratka [761567] a Česká Cikánka [761532]</w:t>
      </w:r>
    </w:p>
    <w:p w14:paraId="5AF1856A" w14:textId="6A943BBE" w:rsidR="008133FE" w:rsidRPr="00FB4319" w:rsidRDefault="008133FE" w:rsidP="00B6230D">
      <w:pPr>
        <w:pStyle w:val="Odstavecseseznamem"/>
        <w:numPr>
          <w:ilvl w:val="0"/>
          <w:numId w:val="29"/>
        </w:numPr>
        <w:ind w:left="714" w:hanging="357"/>
        <w:contextualSpacing w:val="0"/>
      </w:pPr>
      <w:r w:rsidRPr="00FB4319">
        <w:t>Zaměření polohopisu a výškopisu</w:t>
      </w:r>
      <w:r w:rsidR="00B6230D" w:rsidRPr="00FB4319">
        <w:t>,</w:t>
      </w:r>
      <w:r w:rsidRPr="00FB4319">
        <w:t xml:space="preserve"> </w:t>
      </w:r>
      <w:r w:rsidR="00A547AA" w:rsidRPr="00FB4319">
        <w:t>Ing. Petr Hrbáč</w:t>
      </w:r>
      <w:r w:rsidRPr="00FB4319">
        <w:t xml:space="preserve">, </w:t>
      </w:r>
      <w:r w:rsidR="003E2C08" w:rsidRPr="00FB4319">
        <w:t>07/2021</w:t>
      </w:r>
    </w:p>
    <w:p w14:paraId="1F8AA3E9" w14:textId="388316B7" w:rsidR="005E3316" w:rsidRPr="00FB4319" w:rsidRDefault="003E2C08" w:rsidP="00862719">
      <w:pPr>
        <w:pStyle w:val="Odstavecseseznamem"/>
        <w:numPr>
          <w:ilvl w:val="0"/>
          <w:numId w:val="29"/>
        </w:numPr>
        <w:contextualSpacing w:val="0"/>
      </w:pPr>
      <w:r w:rsidRPr="00FB4319">
        <w:t>archivní Zpráva o zhodnocení inženýrsko-geologického průzkumu trasy kanalizačního sběrače a čistírny</w:t>
      </w:r>
      <w:r w:rsidR="00E25040" w:rsidRPr="00FB4319">
        <w:t xml:space="preserve"> odpadních vod ve Svratce, okres Žďár nad Sázavou, Státní projektový ústav obchodu – Brno, 09/198</w:t>
      </w:r>
      <w:r w:rsidR="008B56F4" w:rsidRPr="00FB4319">
        <w:t>1</w:t>
      </w:r>
    </w:p>
    <w:p w14:paraId="6F28621A" w14:textId="739EB5CF" w:rsidR="00536989" w:rsidRPr="00FB4319" w:rsidRDefault="00536989" w:rsidP="00D4228E">
      <w:pPr>
        <w:pStyle w:val="Odstavecseseznamem"/>
        <w:numPr>
          <w:ilvl w:val="0"/>
          <w:numId w:val="29"/>
        </w:numPr>
        <w:contextualSpacing w:val="0"/>
      </w:pPr>
      <w:r w:rsidRPr="00FB4319">
        <w:t xml:space="preserve">Výsledky testů odebraného vzorku asfaltového materiálu z vývrtů – </w:t>
      </w:r>
      <w:r w:rsidR="002D213E" w:rsidRPr="00FB4319">
        <w:t>Svratka</w:t>
      </w:r>
      <w:r w:rsidRPr="00FB4319">
        <w:t xml:space="preserve">, most </w:t>
      </w:r>
      <w:proofErr w:type="spellStart"/>
      <w:r w:rsidRPr="00FB4319">
        <w:t>ev.č</w:t>
      </w:r>
      <w:proofErr w:type="spellEnd"/>
      <w:r w:rsidRPr="00FB4319">
        <w:t>.</w:t>
      </w:r>
      <w:r w:rsidR="00037CB6" w:rsidRPr="00FB4319">
        <w:t> </w:t>
      </w:r>
      <w:r w:rsidR="001C40DE" w:rsidRPr="00FB4319">
        <w:t>354-008</w:t>
      </w:r>
      <w:r w:rsidRPr="00FB4319">
        <w:t xml:space="preserve">, </w:t>
      </w:r>
      <w:r w:rsidR="001C40DE" w:rsidRPr="00FB4319">
        <w:t>předpolí</w:t>
      </w:r>
      <w:r w:rsidRPr="00FB4319">
        <w:t xml:space="preserve"> mostu</w:t>
      </w:r>
      <w:r w:rsidR="00D4228E" w:rsidRPr="00FB4319">
        <w:t>, EMPLA AG spol. s r. o., 07/2021</w:t>
      </w:r>
      <w:r w:rsidR="00BD5539" w:rsidRPr="00FB4319">
        <w:t xml:space="preserve"> </w:t>
      </w:r>
    </w:p>
    <w:p w14:paraId="595279B9" w14:textId="77777777" w:rsidR="00C74645" w:rsidRPr="00FB4319" w:rsidRDefault="00C74645" w:rsidP="00C74645">
      <w:pPr>
        <w:ind w:left="7200" w:firstLine="30"/>
      </w:pPr>
      <w:r w:rsidRPr="00FB4319">
        <w:rPr>
          <w:noProof/>
        </w:rPr>
        <w:drawing>
          <wp:inline distT="0" distB="0" distL="0" distR="0" wp14:anchorId="3996FEDC" wp14:editId="70BC00AE">
            <wp:extent cx="971550" cy="590550"/>
            <wp:effectExtent l="0" t="0" r="0" b="0"/>
            <wp:docPr id="170" name="obrázek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4A472" w14:textId="0D7E7968" w:rsidR="00C74645" w:rsidRPr="0092269E" w:rsidRDefault="00C74645" w:rsidP="00C74645">
      <w:r w:rsidRPr="00FB4319">
        <w:t xml:space="preserve">Olomouc, </w:t>
      </w:r>
      <w:r w:rsidR="00F776CD" w:rsidRPr="00FB4319">
        <w:t>prosinec</w:t>
      </w:r>
      <w:r w:rsidRPr="00FB4319">
        <w:t xml:space="preserve"> 20</w:t>
      </w:r>
      <w:r w:rsidR="00772EC1" w:rsidRPr="00FB4319">
        <w:t>2</w:t>
      </w:r>
      <w:r w:rsidR="00CC1CA2" w:rsidRPr="00FB4319">
        <w:t>2</w:t>
      </w:r>
      <w:r w:rsidRPr="00FB4319">
        <w:tab/>
      </w:r>
      <w:r w:rsidR="008F18DA" w:rsidRPr="00FB4319">
        <w:tab/>
      </w:r>
      <w:r w:rsidRPr="00FB4319">
        <w:tab/>
      </w:r>
      <w:r w:rsidR="00AD62F6" w:rsidRPr="00FB4319">
        <w:tab/>
      </w:r>
      <w:r w:rsidRPr="00FB4319">
        <w:tab/>
      </w:r>
      <w:r w:rsidRPr="00FB4319">
        <w:tab/>
      </w:r>
      <w:r w:rsidRPr="00FB4319">
        <w:tab/>
        <w:t>Ing. Petr Šedivý</w:t>
      </w:r>
      <w:bookmarkStart w:id="25" w:name="_GoBack"/>
      <w:bookmarkEnd w:id="25"/>
    </w:p>
    <w:sectPr w:rsidR="00C74645" w:rsidRPr="0092269E" w:rsidSect="00BD7BE6">
      <w:headerReference w:type="default" r:id="rId13"/>
      <w:footerReference w:type="default" r:id="rId14"/>
      <w:type w:val="continuous"/>
      <w:pgSz w:w="11907" w:h="16840" w:code="9"/>
      <w:pgMar w:top="1814" w:right="851" w:bottom="1134" w:left="1418" w:header="709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06087" w14:textId="77777777" w:rsidR="00D23AD9" w:rsidRDefault="00D23AD9" w:rsidP="007B0187">
      <w:r>
        <w:separator/>
      </w:r>
    </w:p>
    <w:p w14:paraId="4B140B23" w14:textId="77777777" w:rsidR="00D23AD9" w:rsidRDefault="00D23AD9"/>
  </w:endnote>
  <w:endnote w:type="continuationSeparator" w:id="0">
    <w:p w14:paraId="129985D9" w14:textId="77777777" w:rsidR="00D23AD9" w:rsidRDefault="00D23AD9" w:rsidP="007B0187">
      <w:r>
        <w:continuationSeparator/>
      </w:r>
    </w:p>
    <w:p w14:paraId="26B0A03D" w14:textId="77777777" w:rsidR="00D23AD9" w:rsidRDefault="00D23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T Sans">
    <w:altName w:val="Corbel"/>
    <w:charset w:val="EE"/>
    <w:family w:val="swiss"/>
    <w:pitch w:val="variable"/>
    <w:sig w:usb0="A00002EF" w:usb1="5000204B" w:usb2="00000000" w:usb3="00000000" w:csb0="00000097" w:csb1="00000000"/>
  </w:font>
  <w:font w:name="PTSans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0DCC" w14:textId="77777777" w:rsidR="00087ED8" w:rsidRDefault="00087ED8" w:rsidP="00B35628">
    <w:pPr>
      <w:pStyle w:val="Zpat"/>
      <w:framePr w:wrap="around" w:vAnchor="text" w:hAnchor="margin" w:xAlign="outside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DA27A5" w14:textId="77777777" w:rsidR="00087ED8" w:rsidRDefault="00087ED8" w:rsidP="00DC12DB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6DAE2" w14:textId="77777777" w:rsidR="00087ED8" w:rsidRPr="00BC226E" w:rsidRDefault="00087ED8" w:rsidP="00E93AB7">
    <w:pPr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B9464" w14:textId="0BBD4A29" w:rsidR="00BD7BE6" w:rsidRDefault="00D23AD9" w:rsidP="00BD7BE6">
    <w:pPr>
      <w:pStyle w:val="Zhlav"/>
      <w:ind w:right="-78"/>
      <w:rPr>
        <w:rFonts w:ascii="PT Sans" w:hAnsi="PT Sans"/>
      </w:rPr>
    </w:pPr>
    <w:r>
      <w:rPr>
        <w:rFonts w:ascii="PT Sans" w:hAnsi="PT Sans"/>
      </w:rPr>
      <w:pict w14:anchorId="16AD622A">
        <v:rect id="_x0000_i1027" style="width:485.8pt;height:1pt;mso-position-vertical:absolute" o:hralign="center" o:hrstd="t" o:hrnoshade="t" o:hr="t" fillcolor="black [3213]" stroked="f"/>
      </w:pict>
    </w:r>
  </w:p>
  <w:p w14:paraId="2F987D79" w14:textId="77777777" w:rsidR="00BD7BE6" w:rsidRPr="002E303E" w:rsidRDefault="00BD7BE6" w:rsidP="00BD7BE6">
    <w:pPr>
      <w:pStyle w:val="Zpat"/>
      <w:spacing w:line="360" w:lineRule="auto"/>
      <w:jc w:val="center"/>
      <w:rPr>
        <w:rFonts w:ascii="PTSans-Regular" w:hAnsi="PTSans-Regular" w:cs="PTSans-Regular"/>
        <w:sz w:val="10"/>
        <w:szCs w:val="10"/>
      </w:rPr>
    </w:pPr>
  </w:p>
  <w:p w14:paraId="38F2C1CE" w14:textId="2CB70AC6" w:rsidR="00087ED8" w:rsidRPr="00BD7BE6" w:rsidRDefault="00BD7BE6" w:rsidP="00BD7BE6">
    <w:pPr>
      <w:pStyle w:val="Zpat"/>
      <w:tabs>
        <w:tab w:val="left" w:pos="7938"/>
      </w:tabs>
      <w:spacing w:line="360" w:lineRule="auto"/>
      <w:jc w:val="center"/>
      <w:rPr>
        <w:rFonts w:cstheme="minorHAnsi"/>
        <w:sz w:val="16"/>
        <w:szCs w:val="16"/>
      </w:rPr>
    </w:pPr>
    <w:r w:rsidRPr="00BD7BE6">
      <w:rPr>
        <w:rFonts w:cstheme="minorHAnsi"/>
        <w:sz w:val="16"/>
        <w:szCs w:val="16"/>
      </w:rPr>
      <w:t xml:space="preserve">Ing. </w:t>
    </w:r>
    <w:r w:rsidR="008940F4">
      <w:rPr>
        <w:rFonts w:cstheme="minorHAnsi"/>
        <w:sz w:val="16"/>
        <w:szCs w:val="16"/>
      </w:rPr>
      <w:t>Petr</w:t>
    </w:r>
    <w:r w:rsidRPr="00BD7BE6">
      <w:rPr>
        <w:rFonts w:cstheme="minorHAnsi"/>
        <w:sz w:val="16"/>
        <w:szCs w:val="16"/>
      </w:rPr>
      <w:t xml:space="preserve"> ŠEDIVÝ -  projektování mostů a inženýrských staveb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CA763" w14:textId="77777777" w:rsidR="00D23AD9" w:rsidRDefault="00D23AD9" w:rsidP="007B0187">
      <w:r>
        <w:separator/>
      </w:r>
    </w:p>
    <w:p w14:paraId="25CE5543" w14:textId="77777777" w:rsidR="00D23AD9" w:rsidRDefault="00D23AD9"/>
  </w:footnote>
  <w:footnote w:type="continuationSeparator" w:id="0">
    <w:p w14:paraId="433B52B5" w14:textId="77777777" w:rsidR="00D23AD9" w:rsidRDefault="00D23AD9" w:rsidP="007B0187">
      <w:r>
        <w:continuationSeparator/>
      </w:r>
    </w:p>
    <w:p w14:paraId="55E0C2B1" w14:textId="77777777" w:rsidR="00D23AD9" w:rsidRDefault="00D23A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606B3" w14:textId="41202EDC" w:rsidR="00BD7BE6" w:rsidRPr="00BD7BE6" w:rsidRDefault="008940F4" w:rsidP="00BD7BE6">
    <w:pPr>
      <w:autoSpaceDE w:val="0"/>
      <w:autoSpaceDN w:val="0"/>
      <w:adjustRightInd w:val="0"/>
      <w:spacing w:line="360" w:lineRule="auto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 xml:space="preserve">Ing. Petr ŠEDIVÝ | Bukovanská 393/15, 77900 Olomouc - </w:t>
    </w:r>
    <w:proofErr w:type="spellStart"/>
    <w:r w:rsidRPr="008940F4">
      <w:rPr>
        <w:rFonts w:cstheme="minorHAnsi"/>
        <w:sz w:val="16"/>
        <w:szCs w:val="16"/>
      </w:rPr>
      <w:t>Droždín</w:t>
    </w:r>
    <w:proofErr w:type="spellEnd"/>
    <w:r w:rsidRPr="008940F4">
      <w:rPr>
        <w:rFonts w:cstheme="minorHAnsi"/>
        <w:sz w:val="16"/>
        <w:szCs w:val="16"/>
      </w:rPr>
      <w:t xml:space="preserve"> | IČO 07912463 I DIČ CZ8404155364</w:t>
    </w:r>
  </w:p>
  <w:p w14:paraId="65ABE38E" w14:textId="0F1C5962" w:rsidR="00BD7BE6" w:rsidRPr="00BD7BE6" w:rsidRDefault="008940F4" w:rsidP="00BD7BE6">
    <w:pPr>
      <w:pStyle w:val="Zhlav"/>
      <w:rPr>
        <w:rFonts w:cstheme="minorHAnsi"/>
        <w:sz w:val="16"/>
        <w:szCs w:val="16"/>
      </w:rPr>
    </w:pPr>
    <w:r w:rsidRPr="008940F4">
      <w:rPr>
        <w:rFonts w:cstheme="minorHAnsi"/>
        <w:sz w:val="16"/>
        <w:szCs w:val="16"/>
      </w:rPr>
      <w:t>sedivy.mosty@gmail.com I +420 774 154 228 I DS: r4iwgqj</w:t>
    </w: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854"/>
    </w:tblGrid>
    <w:tr w:rsidR="00BD7BE6" w14:paraId="23E3467F" w14:textId="77777777" w:rsidTr="005E2A50">
      <w:tc>
        <w:tcPr>
          <w:tcW w:w="10344" w:type="dxa"/>
          <w:tcBorders>
            <w:top w:val="nil"/>
            <w:left w:val="nil"/>
            <w:bottom w:val="nil"/>
            <w:right w:val="nil"/>
          </w:tcBorders>
        </w:tcPr>
        <w:p w14:paraId="0E45B952" w14:textId="4B11B45A" w:rsidR="00BD7BE6" w:rsidRDefault="00D23AD9" w:rsidP="005E2A50">
          <w:pPr>
            <w:pStyle w:val="Zhlav"/>
            <w:ind w:right="-78"/>
            <w:jc w:val="right"/>
            <w:rPr>
              <w:rFonts w:ascii="PT Sans" w:hAnsi="PT Sans"/>
            </w:rPr>
          </w:pPr>
          <w:r>
            <w:rPr>
              <w:rFonts w:ascii="PT Sans" w:eastAsia="Times New Roman" w:hAnsi="PT Sans" w:cs="Times New Roman"/>
              <w:szCs w:val="20"/>
            </w:rPr>
            <w:pict w14:anchorId="275A9C97">
              <v:rect id="_x0000_i1025" style="width:470.75pt;height:1pt" o:hrpct="969" o:hrstd="t" o:hrnoshade="t" o:hr="t" fillcolor="black [3213]" stroked="f"/>
            </w:pict>
          </w:r>
        </w:p>
      </w:tc>
    </w:tr>
  </w:tbl>
  <w:p w14:paraId="5ED07D4C" w14:textId="77777777" w:rsidR="00087ED8" w:rsidRPr="00C06939" w:rsidRDefault="00087ED8" w:rsidP="002D787D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5B26" w14:textId="766DFA36" w:rsidR="00087ED8" w:rsidRPr="00CC1CA2" w:rsidRDefault="008A29EA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  <w:rPr>
        <w:sz w:val="16"/>
        <w:szCs w:val="16"/>
      </w:rPr>
    </w:pPr>
    <w:r w:rsidRPr="00CC1CA2">
      <w:rPr>
        <w:noProof/>
        <w:sz w:val="16"/>
        <w:szCs w:val="16"/>
      </w:rPr>
      <w:t xml:space="preserve">II/354 Svratka – </w:t>
    </w:r>
    <w:r w:rsidR="00CC1CA2" w:rsidRPr="00CC1CA2">
      <w:rPr>
        <w:noProof/>
        <w:sz w:val="16"/>
        <w:szCs w:val="16"/>
      </w:rPr>
      <w:t xml:space="preserve">odstranění </w:t>
    </w:r>
    <w:r w:rsidRPr="00CC1CA2">
      <w:rPr>
        <w:noProof/>
        <w:sz w:val="16"/>
        <w:szCs w:val="16"/>
      </w:rPr>
      <w:t>most</w:t>
    </w:r>
    <w:r w:rsidR="00CC1CA2" w:rsidRPr="00CC1CA2">
      <w:rPr>
        <w:noProof/>
        <w:sz w:val="16"/>
        <w:szCs w:val="16"/>
      </w:rPr>
      <w:t>u</w:t>
    </w:r>
    <w:r w:rsidRPr="00CC1CA2">
      <w:rPr>
        <w:noProof/>
        <w:sz w:val="16"/>
        <w:szCs w:val="16"/>
      </w:rPr>
      <w:t xml:space="preserve"> ev. č. 354-008</w:t>
    </w:r>
    <w:r w:rsidR="00BD7BE6" w:rsidRPr="00CC1CA2">
      <w:rPr>
        <w:noProof/>
        <w:sz w:val="16"/>
        <w:szCs w:val="16"/>
      </w:rPr>
      <w:tab/>
    </w:r>
    <w:r w:rsidR="00087ED8" w:rsidRPr="00CC1CA2">
      <w:rPr>
        <w:noProof/>
        <w:sz w:val="16"/>
        <w:szCs w:val="16"/>
      </w:rPr>
      <w:tab/>
    </w:r>
    <w:r w:rsidR="00C57CBC">
      <w:rPr>
        <w:noProof/>
        <w:sz w:val="16"/>
        <w:szCs w:val="16"/>
      </w:rPr>
      <w:t>PDOS</w:t>
    </w:r>
  </w:p>
  <w:p w14:paraId="0196A703" w14:textId="2DB098A5" w:rsidR="00087ED8" w:rsidRPr="00CC1CA2" w:rsidRDefault="008F4AAD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  <w:rPr>
        <w:sz w:val="16"/>
        <w:szCs w:val="16"/>
      </w:rPr>
    </w:pPr>
    <w:r w:rsidRPr="00CC1CA2">
      <w:rPr>
        <w:b/>
        <w:bCs/>
        <w:noProof/>
        <w:sz w:val="16"/>
        <w:szCs w:val="16"/>
      </w:rPr>
      <w:t>A</w:t>
    </w:r>
    <w:r w:rsidR="00087ED8" w:rsidRPr="00CC1CA2">
      <w:rPr>
        <w:b/>
        <w:bCs/>
        <w:noProof/>
        <w:sz w:val="16"/>
        <w:szCs w:val="16"/>
      </w:rPr>
      <w:t xml:space="preserve"> </w:t>
    </w:r>
    <w:r w:rsidRPr="00CC1CA2">
      <w:rPr>
        <w:b/>
        <w:bCs/>
        <w:noProof/>
        <w:sz w:val="16"/>
        <w:szCs w:val="16"/>
      </w:rPr>
      <w:t>–</w:t>
    </w:r>
    <w:r w:rsidR="00087ED8" w:rsidRPr="00CC1CA2">
      <w:rPr>
        <w:b/>
        <w:bCs/>
        <w:noProof/>
        <w:sz w:val="16"/>
        <w:szCs w:val="16"/>
      </w:rPr>
      <w:t xml:space="preserve"> </w:t>
    </w:r>
    <w:r w:rsidRPr="00CC1CA2">
      <w:rPr>
        <w:b/>
        <w:bCs/>
        <w:noProof/>
        <w:sz w:val="16"/>
        <w:szCs w:val="16"/>
      </w:rPr>
      <w:t>Průvodní zpráva</w:t>
    </w:r>
    <w:r w:rsidR="00087ED8" w:rsidRPr="00CC1CA2">
      <w:rPr>
        <w:sz w:val="16"/>
        <w:szCs w:val="16"/>
      </w:rPr>
      <w:tab/>
    </w:r>
    <w:r w:rsidR="00BD7BE6" w:rsidRPr="00CC1CA2">
      <w:rPr>
        <w:sz w:val="16"/>
        <w:szCs w:val="16"/>
      </w:rPr>
      <w:tab/>
    </w:r>
    <w:r w:rsidR="00087ED8" w:rsidRPr="00CC1CA2">
      <w:rPr>
        <w:iCs/>
        <w:sz w:val="16"/>
        <w:szCs w:val="16"/>
      </w:rPr>
      <w:t>Č. zakázky:</w:t>
    </w:r>
    <w:r w:rsidR="00087ED8" w:rsidRPr="00CC1CA2">
      <w:rPr>
        <w:iCs/>
        <w:sz w:val="16"/>
        <w:szCs w:val="16"/>
      </w:rPr>
      <w:tab/>
    </w:r>
    <w:r w:rsidR="008A29EA" w:rsidRPr="00CC1CA2">
      <w:rPr>
        <w:iCs/>
        <w:sz w:val="16"/>
        <w:szCs w:val="16"/>
      </w:rPr>
      <w:t>2108</w:t>
    </w:r>
  </w:p>
  <w:p w14:paraId="0B91C847" w14:textId="6ED4DE6C" w:rsidR="00087ED8" w:rsidRDefault="00087ED8" w:rsidP="007C52C7">
    <w:pPr>
      <w:pStyle w:val="Zhlav"/>
      <w:tabs>
        <w:tab w:val="clear" w:pos="4153"/>
        <w:tab w:val="clear" w:pos="8306"/>
        <w:tab w:val="left" w:pos="3261"/>
        <w:tab w:val="right" w:pos="8647"/>
        <w:tab w:val="right" w:pos="9356"/>
      </w:tabs>
      <w:spacing w:before="0" w:after="60"/>
    </w:pPr>
    <w:r w:rsidRPr="00CC1CA2">
      <w:rPr>
        <w:i/>
        <w:sz w:val="16"/>
        <w:szCs w:val="16"/>
      </w:rPr>
      <w:tab/>
    </w:r>
    <w:r w:rsidR="00BD7BE6" w:rsidRPr="00CC1CA2">
      <w:rPr>
        <w:i/>
        <w:sz w:val="16"/>
        <w:szCs w:val="16"/>
      </w:rPr>
      <w:tab/>
    </w:r>
    <w:r w:rsidRPr="00CC1CA2">
      <w:rPr>
        <w:iCs/>
        <w:sz w:val="16"/>
        <w:szCs w:val="16"/>
      </w:rPr>
      <w:t>Strana:</w:t>
    </w:r>
    <w:r w:rsidRPr="00CC1CA2">
      <w:rPr>
        <w:iCs/>
        <w:sz w:val="16"/>
        <w:szCs w:val="16"/>
      </w:rPr>
      <w:tab/>
    </w:r>
    <w:r w:rsidRPr="00CC1CA2">
      <w:rPr>
        <w:sz w:val="16"/>
        <w:szCs w:val="16"/>
      </w:rPr>
      <w:fldChar w:fldCharType="begin"/>
    </w:r>
    <w:r w:rsidRPr="00CC1CA2">
      <w:rPr>
        <w:sz w:val="16"/>
        <w:szCs w:val="16"/>
      </w:rPr>
      <w:instrText xml:space="preserve"> PAGE </w:instrText>
    </w:r>
    <w:r w:rsidRPr="00CC1CA2">
      <w:rPr>
        <w:sz w:val="16"/>
        <w:szCs w:val="16"/>
      </w:rPr>
      <w:fldChar w:fldCharType="separate"/>
    </w:r>
    <w:r w:rsidR="00FB4319">
      <w:rPr>
        <w:noProof/>
        <w:sz w:val="16"/>
        <w:szCs w:val="16"/>
      </w:rPr>
      <w:t>4</w:t>
    </w:r>
    <w:r w:rsidRPr="00CC1CA2">
      <w:rPr>
        <w:sz w:val="16"/>
        <w:szCs w:val="16"/>
      </w:rPr>
      <w:fldChar w:fldCharType="end"/>
    </w:r>
    <w:r w:rsidRPr="00CC1CA2">
      <w:rPr>
        <w:sz w:val="16"/>
        <w:szCs w:val="16"/>
      </w:rPr>
      <w:t xml:space="preserve"> /</w:t>
    </w:r>
    <w:r w:rsidRPr="00CC1CA2">
      <w:rPr>
        <w:rStyle w:val="slostrnky"/>
        <w:iCs/>
        <w:sz w:val="16"/>
        <w:szCs w:val="16"/>
      </w:rPr>
      <w:t xml:space="preserve"> </w:t>
    </w:r>
    <w:r w:rsidRPr="00CC1CA2">
      <w:rPr>
        <w:rStyle w:val="slostrnky"/>
        <w:iCs/>
        <w:sz w:val="16"/>
        <w:szCs w:val="16"/>
      </w:rPr>
      <w:fldChar w:fldCharType="begin"/>
    </w:r>
    <w:r w:rsidRPr="00CC1CA2">
      <w:rPr>
        <w:rStyle w:val="slostrnky"/>
        <w:iCs/>
        <w:sz w:val="16"/>
        <w:szCs w:val="16"/>
      </w:rPr>
      <w:instrText xml:space="preserve"> NUMPAGES  </w:instrText>
    </w:r>
    <w:r w:rsidRPr="00CC1CA2">
      <w:rPr>
        <w:rStyle w:val="slostrnky"/>
        <w:iCs/>
        <w:sz w:val="16"/>
        <w:szCs w:val="16"/>
      </w:rPr>
      <w:fldChar w:fldCharType="separate"/>
    </w:r>
    <w:r w:rsidR="00FB4319">
      <w:rPr>
        <w:rStyle w:val="slostrnky"/>
        <w:iCs/>
        <w:noProof/>
        <w:sz w:val="16"/>
        <w:szCs w:val="16"/>
      </w:rPr>
      <w:t>4</w:t>
    </w:r>
    <w:r w:rsidRPr="00CC1CA2">
      <w:rPr>
        <w:rStyle w:val="slostrnky"/>
        <w:iCs/>
        <w:sz w:val="16"/>
        <w:szCs w:val="16"/>
      </w:rPr>
      <w:fldChar w:fldCharType="end"/>
    </w:r>
    <w:r w:rsidR="00D23AD9">
      <w:rPr>
        <w:rFonts w:ascii="PT Sans" w:hAnsi="PT Sans"/>
      </w:rPr>
      <w:pict w14:anchorId="03819D92">
        <v:rect id="_x0000_i1026" style="width:466.95pt;height:1pt" o:hrpct="969" o:hrstd="t" o:hrnoshade="t" o:hr="t" fillcolor="black [3213]" stroked="f"/>
      </w:pict>
    </w:r>
  </w:p>
  <w:p w14:paraId="72BD0962" w14:textId="77777777" w:rsidR="00087ED8" w:rsidRPr="00C06939" w:rsidRDefault="00087ED8" w:rsidP="00EA146C">
    <w:pPr>
      <w:pStyle w:val="Zhlav"/>
      <w:tabs>
        <w:tab w:val="clear" w:pos="4153"/>
        <w:tab w:val="clear" w:pos="8306"/>
        <w:tab w:val="right" w:pos="8505"/>
        <w:tab w:val="right" w:pos="9356"/>
      </w:tabs>
      <w:spacing w:before="0" w:after="6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DC28A8E"/>
    <w:lvl w:ilvl="0">
      <w:numFmt w:val="decimal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1">
    <w:nsid w:val="0033565B"/>
    <w:multiLevelType w:val="singleLevel"/>
    <w:tmpl w:val="D27801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C6260D"/>
    <w:multiLevelType w:val="hybridMultilevel"/>
    <w:tmpl w:val="FCF6F44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>
    <w:nsid w:val="096764CA"/>
    <w:multiLevelType w:val="multilevel"/>
    <w:tmpl w:val="5F967DE2"/>
    <w:lvl w:ilvl="0">
      <w:start w:val="1"/>
      <w:numFmt w:val="decimal"/>
      <w:lvlText w:val="%1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">
    <w:nsid w:val="0DAC2998"/>
    <w:multiLevelType w:val="hybridMultilevel"/>
    <w:tmpl w:val="D062B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95C02"/>
    <w:multiLevelType w:val="hybridMultilevel"/>
    <w:tmpl w:val="11D69626"/>
    <w:lvl w:ilvl="0" w:tplc="53101ED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621074"/>
    <w:multiLevelType w:val="multilevel"/>
    <w:tmpl w:val="B322AB8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842"/>
        </w:tabs>
        <w:ind w:left="384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119544CA"/>
    <w:multiLevelType w:val="hybridMultilevel"/>
    <w:tmpl w:val="625CCC00"/>
    <w:lvl w:ilvl="0" w:tplc="DDAA840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124A51D0"/>
    <w:multiLevelType w:val="hybridMultilevel"/>
    <w:tmpl w:val="C722F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C7F25"/>
    <w:multiLevelType w:val="hybridMultilevel"/>
    <w:tmpl w:val="5C36F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60446"/>
    <w:multiLevelType w:val="multilevel"/>
    <w:tmpl w:val="2C760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C1B696F"/>
    <w:multiLevelType w:val="multilevel"/>
    <w:tmpl w:val="532C309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184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7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9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803" w:hanging="708"/>
      </w:pPr>
      <w:rPr>
        <w:rFonts w:hint="default"/>
      </w:rPr>
    </w:lvl>
  </w:abstractNum>
  <w:abstractNum w:abstractNumId="12">
    <w:nsid w:val="210024C0"/>
    <w:multiLevelType w:val="hybridMultilevel"/>
    <w:tmpl w:val="134CB7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84846"/>
    <w:multiLevelType w:val="hybridMultilevel"/>
    <w:tmpl w:val="E9FE3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C2C3D"/>
    <w:multiLevelType w:val="multilevel"/>
    <w:tmpl w:val="532C309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184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7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7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8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9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803" w:hanging="708"/>
      </w:pPr>
      <w:rPr>
        <w:rFonts w:hint="default"/>
      </w:rPr>
    </w:lvl>
  </w:abstractNum>
  <w:abstractNum w:abstractNumId="15">
    <w:nsid w:val="2A7A546F"/>
    <w:multiLevelType w:val="hybridMultilevel"/>
    <w:tmpl w:val="FDD8FD76"/>
    <w:lvl w:ilvl="0" w:tplc="644C32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5169A4"/>
    <w:multiLevelType w:val="hybridMultilevel"/>
    <w:tmpl w:val="E6D03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43090"/>
    <w:multiLevelType w:val="hybridMultilevel"/>
    <w:tmpl w:val="8EC0D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1033E"/>
    <w:multiLevelType w:val="hybridMultilevel"/>
    <w:tmpl w:val="1DE2B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2E3321"/>
    <w:multiLevelType w:val="hybridMultilevel"/>
    <w:tmpl w:val="65140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737BA8"/>
    <w:multiLevelType w:val="hybridMultilevel"/>
    <w:tmpl w:val="41EA3490"/>
    <w:lvl w:ilvl="0" w:tplc="DDAA84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A413E"/>
    <w:multiLevelType w:val="hybridMultilevel"/>
    <w:tmpl w:val="6354E2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4326A"/>
    <w:multiLevelType w:val="hybridMultilevel"/>
    <w:tmpl w:val="4C92E63A"/>
    <w:lvl w:ilvl="0" w:tplc="14345B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0828D0"/>
    <w:multiLevelType w:val="hybridMultilevel"/>
    <w:tmpl w:val="EB548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E72C33"/>
    <w:multiLevelType w:val="hybridMultilevel"/>
    <w:tmpl w:val="B17EC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E05AF9"/>
    <w:multiLevelType w:val="hybridMultilevel"/>
    <w:tmpl w:val="9A88F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1718E"/>
    <w:multiLevelType w:val="multilevel"/>
    <w:tmpl w:val="CF2EB4B8"/>
    <w:lvl w:ilvl="0">
      <w:start w:val="1"/>
      <w:numFmt w:val="decimal"/>
      <w:lvlText w:val="%1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27">
    <w:nsid w:val="45035258"/>
    <w:multiLevelType w:val="hybridMultilevel"/>
    <w:tmpl w:val="791CA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66919"/>
    <w:multiLevelType w:val="hybridMultilevel"/>
    <w:tmpl w:val="60668B06"/>
    <w:lvl w:ilvl="0" w:tplc="B06CC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7652257"/>
    <w:multiLevelType w:val="hybridMultilevel"/>
    <w:tmpl w:val="2216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66FA2"/>
    <w:multiLevelType w:val="multilevel"/>
    <w:tmpl w:val="BDFE4308"/>
    <w:lvl w:ilvl="0">
      <w:start w:val="1"/>
      <w:numFmt w:val="decimal"/>
      <w:lvlText w:val="%1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31">
    <w:nsid w:val="57952881"/>
    <w:multiLevelType w:val="hybridMultilevel"/>
    <w:tmpl w:val="3F309192"/>
    <w:lvl w:ilvl="0" w:tplc="53101ED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43D49"/>
    <w:multiLevelType w:val="hybridMultilevel"/>
    <w:tmpl w:val="D4266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3F3880"/>
    <w:multiLevelType w:val="hybridMultilevel"/>
    <w:tmpl w:val="285A7D00"/>
    <w:lvl w:ilvl="0" w:tplc="80DC0EF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730AF1"/>
    <w:multiLevelType w:val="hybridMultilevel"/>
    <w:tmpl w:val="C2F84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E65AC0"/>
    <w:multiLevelType w:val="hybridMultilevel"/>
    <w:tmpl w:val="9670A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9F571E"/>
    <w:multiLevelType w:val="hybridMultilevel"/>
    <w:tmpl w:val="CDEED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021B1C"/>
    <w:multiLevelType w:val="hybridMultilevel"/>
    <w:tmpl w:val="6A409E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2A677D"/>
    <w:multiLevelType w:val="multilevel"/>
    <w:tmpl w:val="2914347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39">
    <w:nsid w:val="6833459A"/>
    <w:multiLevelType w:val="hybridMultilevel"/>
    <w:tmpl w:val="AA644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643B10"/>
    <w:multiLevelType w:val="hybridMultilevel"/>
    <w:tmpl w:val="1D8AB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57760"/>
    <w:multiLevelType w:val="multilevel"/>
    <w:tmpl w:val="B9662506"/>
    <w:lvl w:ilvl="0">
      <w:start w:val="1"/>
      <w:numFmt w:val="decimal"/>
      <w:lvlText w:val="%1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2">
    <w:nsid w:val="78A64EF9"/>
    <w:multiLevelType w:val="hybridMultilevel"/>
    <w:tmpl w:val="BA2A7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DF2063"/>
    <w:multiLevelType w:val="multilevel"/>
    <w:tmpl w:val="D2A23FB8"/>
    <w:lvl w:ilvl="0">
      <w:start w:val="1"/>
      <w:numFmt w:val="decimal"/>
      <w:lvlText w:val="%1."/>
      <w:lvlJc w:val="left"/>
      <w:pPr>
        <w:tabs>
          <w:tab w:val="num" w:pos="-993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93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993"/>
        </w:tabs>
        <w:ind w:left="297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993"/>
        </w:tabs>
        <w:ind w:left="368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993"/>
        </w:tabs>
        <w:ind w:left="439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993"/>
        </w:tabs>
        <w:ind w:left="510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993"/>
        </w:tabs>
        <w:ind w:left="5810" w:hanging="708"/>
      </w:pPr>
      <w:rPr>
        <w:rFonts w:hint="default"/>
      </w:rPr>
    </w:lvl>
  </w:abstractNum>
  <w:abstractNum w:abstractNumId="44">
    <w:nsid w:val="7A1E2673"/>
    <w:multiLevelType w:val="hybridMultilevel"/>
    <w:tmpl w:val="9E1AF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"/>
  </w:num>
  <w:num w:numId="4">
    <w:abstractNumId w:val="7"/>
  </w:num>
  <w:num w:numId="5">
    <w:abstractNumId w:val="20"/>
  </w:num>
  <w:num w:numId="6">
    <w:abstractNumId w:val="11"/>
  </w:num>
  <w:num w:numId="7">
    <w:abstractNumId w:val="22"/>
  </w:num>
  <w:num w:numId="8">
    <w:abstractNumId w:val="14"/>
  </w:num>
  <w:num w:numId="9">
    <w:abstractNumId w:val="0"/>
  </w:num>
  <w:num w:numId="10">
    <w:abstractNumId w:val="0"/>
  </w:num>
  <w:num w:numId="11">
    <w:abstractNumId w:val="43"/>
  </w:num>
  <w:num w:numId="12">
    <w:abstractNumId w:val="3"/>
  </w:num>
  <w:num w:numId="13">
    <w:abstractNumId w:val="30"/>
  </w:num>
  <w:num w:numId="14">
    <w:abstractNumId w:val="41"/>
  </w:num>
  <w:num w:numId="15">
    <w:abstractNumId w:val="26"/>
  </w:num>
  <w:num w:numId="16">
    <w:abstractNumId w:val="38"/>
  </w:num>
  <w:num w:numId="17">
    <w:abstractNumId w:val="5"/>
  </w:num>
  <w:num w:numId="18">
    <w:abstractNumId w:val="31"/>
  </w:num>
  <w:num w:numId="19">
    <w:abstractNumId w:val="28"/>
  </w:num>
  <w:num w:numId="20">
    <w:abstractNumId w:val="10"/>
  </w:num>
  <w:num w:numId="21">
    <w:abstractNumId w:val="15"/>
  </w:num>
  <w:num w:numId="22">
    <w:abstractNumId w:val="17"/>
  </w:num>
  <w:num w:numId="23">
    <w:abstractNumId w:val="29"/>
  </w:num>
  <w:num w:numId="24">
    <w:abstractNumId w:val="18"/>
  </w:num>
  <w:num w:numId="25">
    <w:abstractNumId w:val="23"/>
  </w:num>
  <w:num w:numId="26">
    <w:abstractNumId w:val="24"/>
  </w:num>
  <w:num w:numId="27">
    <w:abstractNumId w:val="16"/>
  </w:num>
  <w:num w:numId="28">
    <w:abstractNumId w:val="4"/>
  </w:num>
  <w:num w:numId="29">
    <w:abstractNumId w:val="34"/>
  </w:num>
  <w:num w:numId="30">
    <w:abstractNumId w:val="35"/>
  </w:num>
  <w:num w:numId="31">
    <w:abstractNumId w:val="37"/>
  </w:num>
  <w:num w:numId="32">
    <w:abstractNumId w:val="25"/>
  </w:num>
  <w:num w:numId="33">
    <w:abstractNumId w:val="44"/>
  </w:num>
  <w:num w:numId="34">
    <w:abstractNumId w:val="8"/>
  </w:num>
  <w:num w:numId="35">
    <w:abstractNumId w:val="13"/>
  </w:num>
  <w:num w:numId="36">
    <w:abstractNumId w:val="42"/>
  </w:num>
  <w:num w:numId="37">
    <w:abstractNumId w:val="40"/>
  </w:num>
  <w:num w:numId="38">
    <w:abstractNumId w:val="21"/>
  </w:num>
  <w:num w:numId="39">
    <w:abstractNumId w:val="6"/>
  </w:num>
  <w:num w:numId="40">
    <w:abstractNumId w:val="27"/>
  </w:num>
  <w:num w:numId="41">
    <w:abstractNumId w:val="2"/>
  </w:num>
  <w:num w:numId="42">
    <w:abstractNumId w:val="39"/>
  </w:num>
  <w:num w:numId="43">
    <w:abstractNumId w:val="32"/>
  </w:num>
  <w:num w:numId="44">
    <w:abstractNumId w:val="9"/>
  </w:num>
  <w:num w:numId="45">
    <w:abstractNumId w:val="12"/>
  </w:num>
  <w:num w:numId="46">
    <w:abstractNumId w:val="36"/>
  </w:num>
  <w:num w:numId="4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F2"/>
    <w:rsid w:val="000000E2"/>
    <w:rsid w:val="0000194F"/>
    <w:rsid w:val="00001E42"/>
    <w:rsid w:val="00002418"/>
    <w:rsid w:val="0000334B"/>
    <w:rsid w:val="0000382A"/>
    <w:rsid w:val="00003BE1"/>
    <w:rsid w:val="00003D16"/>
    <w:rsid w:val="000043CF"/>
    <w:rsid w:val="00004845"/>
    <w:rsid w:val="00004846"/>
    <w:rsid w:val="000064D0"/>
    <w:rsid w:val="000064F8"/>
    <w:rsid w:val="0000724F"/>
    <w:rsid w:val="00011D95"/>
    <w:rsid w:val="000127EA"/>
    <w:rsid w:val="00015B6A"/>
    <w:rsid w:val="00016117"/>
    <w:rsid w:val="0001683B"/>
    <w:rsid w:val="00016B09"/>
    <w:rsid w:val="00020BB4"/>
    <w:rsid w:val="000218A1"/>
    <w:rsid w:val="00022588"/>
    <w:rsid w:val="00022FA2"/>
    <w:rsid w:val="0002334B"/>
    <w:rsid w:val="00023384"/>
    <w:rsid w:val="000240F5"/>
    <w:rsid w:val="00024799"/>
    <w:rsid w:val="00025B83"/>
    <w:rsid w:val="00025FFA"/>
    <w:rsid w:val="00026B3E"/>
    <w:rsid w:val="000306C0"/>
    <w:rsid w:val="00030ADD"/>
    <w:rsid w:val="00030F30"/>
    <w:rsid w:val="00031833"/>
    <w:rsid w:val="000330B4"/>
    <w:rsid w:val="0003579C"/>
    <w:rsid w:val="000357A3"/>
    <w:rsid w:val="00036E79"/>
    <w:rsid w:val="00037CB6"/>
    <w:rsid w:val="00037F16"/>
    <w:rsid w:val="0004041D"/>
    <w:rsid w:val="0004067B"/>
    <w:rsid w:val="00040DD0"/>
    <w:rsid w:val="00042DE4"/>
    <w:rsid w:val="0004357F"/>
    <w:rsid w:val="000451CB"/>
    <w:rsid w:val="00045639"/>
    <w:rsid w:val="00045BCC"/>
    <w:rsid w:val="00045BF2"/>
    <w:rsid w:val="000465AB"/>
    <w:rsid w:val="000466F0"/>
    <w:rsid w:val="00046972"/>
    <w:rsid w:val="00046A44"/>
    <w:rsid w:val="00046B54"/>
    <w:rsid w:val="00047A5E"/>
    <w:rsid w:val="00050149"/>
    <w:rsid w:val="000531B8"/>
    <w:rsid w:val="00053278"/>
    <w:rsid w:val="00053782"/>
    <w:rsid w:val="00054402"/>
    <w:rsid w:val="00054644"/>
    <w:rsid w:val="00054875"/>
    <w:rsid w:val="000548C2"/>
    <w:rsid w:val="0005497B"/>
    <w:rsid w:val="000559AC"/>
    <w:rsid w:val="00056406"/>
    <w:rsid w:val="00056C6A"/>
    <w:rsid w:val="00057802"/>
    <w:rsid w:val="0006003A"/>
    <w:rsid w:val="00060A72"/>
    <w:rsid w:val="00060BDD"/>
    <w:rsid w:val="00060FA1"/>
    <w:rsid w:val="00063786"/>
    <w:rsid w:val="000645BA"/>
    <w:rsid w:val="00064653"/>
    <w:rsid w:val="00064ED9"/>
    <w:rsid w:val="00066388"/>
    <w:rsid w:val="000709A8"/>
    <w:rsid w:val="00071F19"/>
    <w:rsid w:val="000734E7"/>
    <w:rsid w:val="0007396E"/>
    <w:rsid w:val="0007455B"/>
    <w:rsid w:val="00075419"/>
    <w:rsid w:val="000756E6"/>
    <w:rsid w:val="00075728"/>
    <w:rsid w:val="00075D6B"/>
    <w:rsid w:val="00076315"/>
    <w:rsid w:val="000768FE"/>
    <w:rsid w:val="00076958"/>
    <w:rsid w:val="00076CD1"/>
    <w:rsid w:val="00077E97"/>
    <w:rsid w:val="00077EDF"/>
    <w:rsid w:val="000827C4"/>
    <w:rsid w:val="0008297A"/>
    <w:rsid w:val="00082B4F"/>
    <w:rsid w:val="000837A2"/>
    <w:rsid w:val="00083893"/>
    <w:rsid w:val="00084E49"/>
    <w:rsid w:val="000862F2"/>
    <w:rsid w:val="00087CF5"/>
    <w:rsid w:val="00087ED8"/>
    <w:rsid w:val="000903C2"/>
    <w:rsid w:val="000903D4"/>
    <w:rsid w:val="00090887"/>
    <w:rsid w:val="000911D4"/>
    <w:rsid w:val="00091627"/>
    <w:rsid w:val="00092BDF"/>
    <w:rsid w:val="00093E98"/>
    <w:rsid w:val="0009402D"/>
    <w:rsid w:val="00094DD4"/>
    <w:rsid w:val="00094F8D"/>
    <w:rsid w:val="000955EF"/>
    <w:rsid w:val="00095B84"/>
    <w:rsid w:val="00095FA7"/>
    <w:rsid w:val="00096F84"/>
    <w:rsid w:val="0009729C"/>
    <w:rsid w:val="0009738A"/>
    <w:rsid w:val="0009790E"/>
    <w:rsid w:val="00097A50"/>
    <w:rsid w:val="000A08EB"/>
    <w:rsid w:val="000A0A84"/>
    <w:rsid w:val="000A0DD3"/>
    <w:rsid w:val="000A1555"/>
    <w:rsid w:val="000A1D57"/>
    <w:rsid w:val="000A236F"/>
    <w:rsid w:val="000A2A53"/>
    <w:rsid w:val="000A37F8"/>
    <w:rsid w:val="000A4091"/>
    <w:rsid w:val="000A40BE"/>
    <w:rsid w:val="000A4290"/>
    <w:rsid w:val="000A44EA"/>
    <w:rsid w:val="000A4CB7"/>
    <w:rsid w:val="000A55D7"/>
    <w:rsid w:val="000A6320"/>
    <w:rsid w:val="000A6CFB"/>
    <w:rsid w:val="000A6EE7"/>
    <w:rsid w:val="000A6EEF"/>
    <w:rsid w:val="000A70CF"/>
    <w:rsid w:val="000A7EB8"/>
    <w:rsid w:val="000B0304"/>
    <w:rsid w:val="000B050F"/>
    <w:rsid w:val="000B0BC6"/>
    <w:rsid w:val="000B155F"/>
    <w:rsid w:val="000B158C"/>
    <w:rsid w:val="000B24FB"/>
    <w:rsid w:val="000B2868"/>
    <w:rsid w:val="000B28BE"/>
    <w:rsid w:val="000B3247"/>
    <w:rsid w:val="000B3583"/>
    <w:rsid w:val="000B3909"/>
    <w:rsid w:val="000B3C40"/>
    <w:rsid w:val="000B4269"/>
    <w:rsid w:val="000B5824"/>
    <w:rsid w:val="000B6A62"/>
    <w:rsid w:val="000B7A9C"/>
    <w:rsid w:val="000B7E0E"/>
    <w:rsid w:val="000B7F71"/>
    <w:rsid w:val="000C00EE"/>
    <w:rsid w:val="000C02F3"/>
    <w:rsid w:val="000C0515"/>
    <w:rsid w:val="000C19F2"/>
    <w:rsid w:val="000C19FD"/>
    <w:rsid w:val="000C2513"/>
    <w:rsid w:val="000C2773"/>
    <w:rsid w:val="000C2F7A"/>
    <w:rsid w:val="000C3428"/>
    <w:rsid w:val="000C3A82"/>
    <w:rsid w:val="000C3E21"/>
    <w:rsid w:val="000C6833"/>
    <w:rsid w:val="000C6B35"/>
    <w:rsid w:val="000C72BE"/>
    <w:rsid w:val="000C7B98"/>
    <w:rsid w:val="000D03C5"/>
    <w:rsid w:val="000D0401"/>
    <w:rsid w:val="000D058C"/>
    <w:rsid w:val="000D08D3"/>
    <w:rsid w:val="000D1DA4"/>
    <w:rsid w:val="000D3236"/>
    <w:rsid w:val="000D3858"/>
    <w:rsid w:val="000D3995"/>
    <w:rsid w:val="000D3F3E"/>
    <w:rsid w:val="000D4A91"/>
    <w:rsid w:val="000D56E7"/>
    <w:rsid w:val="000D79EC"/>
    <w:rsid w:val="000D7FF9"/>
    <w:rsid w:val="000E0641"/>
    <w:rsid w:val="000E1AF2"/>
    <w:rsid w:val="000E23E7"/>
    <w:rsid w:val="000E2CD6"/>
    <w:rsid w:val="000E364B"/>
    <w:rsid w:val="000E3AAC"/>
    <w:rsid w:val="000E3FF5"/>
    <w:rsid w:val="000E4C1E"/>
    <w:rsid w:val="000E6BE8"/>
    <w:rsid w:val="000E7293"/>
    <w:rsid w:val="000F0A8D"/>
    <w:rsid w:val="000F20A4"/>
    <w:rsid w:val="000F2766"/>
    <w:rsid w:val="000F29E0"/>
    <w:rsid w:val="000F336E"/>
    <w:rsid w:val="000F3B3B"/>
    <w:rsid w:val="000F3E45"/>
    <w:rsid w:val="000F420B"/>
    <w:rsid w:val="000F5B36"/>
    <w:rsid w:val="000F5F50"/>
    <w:rsid w:val="000F5F88"/>
    <w:rsid w:val="000F6FBB"/>
    <w:rsid w:val="000F75AA"/>
    <w:rsid w:val="000F7ED7"/>
    <w:rsid w:val="00102713"/>
    <w:rsid w:val="0010318F"/>
    <w:rsid w:val="001047BB"/>
    <w:rsid w:val="0010495B"/>
    <w:rsid w:val="00105400"/>
    <w:rsid w:val="001059BB"/>
    <w:rsid w:val="00105AA2"/>
    <w:rsid w:val="00110863"/>
    <w:rsid w:val="00111119"/>
    <w:rsid w:val="00112372"/>
    <w:rsid w:val="001126A5"/>
    <w:rsid w:val="001140B6"/>
    <w:rsid w:val="0011528C"/>
    <w:rsid w:val="00116566"/>
    <w:rsid w:val="00120379"/>
    <w:rsid w:val="00127CC6"/>
    <w:rsid w:val="001314FD"/>
    <w:rsid w:val="00131863"/>
    <w:rsid w:val="00132EC1"/>
    <w:rsid w:val="00132F29"/>
    <w:rsid w:val="00133D91"/>
    <w:rsid w:val="00133EA3"/>
    <w:rsid w:val="00133F37"/>
    <w:rsid w:val="00134003"/>
    <w:rsid w:val="0013488B"/>
    <w:rsid w:val="00134DA6"/>
    <w:rsid w:val="001354D4"/>
    <w:rsid w:val="00135795"/>
    <w:rsid w:val="00135A89"/>
    <w:rsid w:val="00135B39"/>
    <w:rsid w:val="00135B7E"/>
    <w:rsid w:val="001376DF"/>
    <w:rsid w:val="00137FF8"/>
    <w:rsid w:val="00140241"/>
    <w:rsid w:val="00140C14"/>
    <w:rsid w:val="00141B60"/>
    <w:rsid w:val="001429B7"/>
    <w:rsid w:val="0014331D"/>
    <w:rsid w:val="001440E5"/>
    <w:rsid w:val="0014433F"/>
    <w:rsid w:val="00145250"/>
    <w:rsid w:val="00145420"/>
    <w:rsid w:val="0014559F"/>
    <w:rsid w:val="001462D8"/>
    <w:rsid w:val="00146501"/>
    <w:rsid w:val="0014689D"/>
    <w:rsid w:val="00147228"/>
    <w:rsid w:val="00147B2A"/>
    <w:rsid w:val="001505E8"/>
    <w:rsid w:val="00150CC7"/>
    <w:rsid w:val="00151871"/>
    <w:rsid w:val="00151A52"/>
    <w:rsid w:val="00151C8D"/>
    <w:rsid w:val="00151D77"/>
    <w:rsid w:val="0015200B"/>
    <w:rsid w:val="0015270E"/>
    <w:rsid w:val="00152B20"/>
    <w:rsid w:val="00153A0C"/>
    <w:rsid w:val="00153C1F"/>
    <w:rsid w:val="00154ADA"/>
    <w:rsid w:val="0015571C"/>
    <w:rsid w:val="00155F6F"/>
    <w:rsid w:val="001575E7"/>
    <w:rsid w:val="0016015C"/>
    <w:rsid w:val="0016057E"/>
    <w:rsid w:val="0016196B"/>
    <w:rsid w:val="00161B20"/>
    <w:rsid w:val="001622DA"/>
    <w:rsid w:val="00165494"/>
    <w:rsid w:val="001659E7"/>
    <w:rsid w:val="0016604C"/>
    <w:rsid w:val="0016622C"/>
    <w:rsid w:val="00166F78"/>
    <w:rsid w:val="00167B1B"/>
    <w:rsid w:val="001711EF"/>
    <w:rsid w:val="00171A8B"/>
    <w:rsid w:val="00172040"/>
    <w:rsid w:val="00173248"/>
    <w:rsid w:val="0017350C"/>
    <w:rsid w:val="00173E31"/>
    <w:rsid w:val="00174C8A"/>
    <w:rsid w:val="00177DF4"/>
    <w:rsid w:val="00180ABC"/>
    <w:rsid w:val="0018163B"/>
    <w:rsid w:val="001828C4"/>
    <w:rsid w:val="00183754"/>
    <w:rsid w:val="00183F51"/>
    <w:rsid w:val="00184AEF"/>
    <w:rsid w:val="0018585D"/>
    <w:rsid w:val="00186136"/>
    <w:rsid w:val="00186AB9"/>
    <w:rsid w:val="00186BA4"/>
    <w:rsid w:val="00186FE8"/>
    <w:rsid w:val="001875A3"/>
    <w:rsid w:val="001879DF"/>
    <w:rsid w:val="0019018B"/>
    <w:rsid w:val="00190691"/>
    <w:rsid w:val="00191678"/>
    <w:rsid w:val="001938B2"/>
    <w:rsid w:val="00193B09"/>
    <w:rsid w:val="00193EF5"/>
    <w:rsid w:val="00194C45"/>
    <w:rsid w:val="00194D7A"/>
    <w:rsid w:val="00195CA9"/>
    <w:rsid w:val="00196E66"/>
    <w:rsid w:val="00197879"/>
    <w:rsid w:val="00197D1D"/>
    <w:rsid w:val="00197D35"/>
    <w:rsid w:val="001A0375"/>
    <w:rsid w:val="001A0886"/>
    <w:rsid w:val="001A11BE"/>
    <w:rsid w:val="001A15A3"/>
    <w:rsid w:val="001A1B41"/>
    <w:rsid w:val="001A1C22"/>
    <w:rsid w:val="001A258D"/>
    <w:rsid w:val="001A38DE"/>
    <w:rsid w:val="001A4D3F"/>
    <w:rsid w:val="001A4E14"/>
    <w:rsid w:val="001A54D0"/>
    <w:rsid w:val="001A58E6"/>
    <w:rsid w:val="001A63D3"/>
    <w:rsid w:val="001A6B65"/>
    <w:rsid w:val="001A6DE2"/>
    <w:rsid w:val="001A7D0D"/>
    <w:rsid w:val="001B05AA"/>
    <w:rsid w:val="001B17C8"/>
    <w:rsid w:val="001B1F79"/>
    <w:rsid w:val="001B2308"/>
    <w:rsid w:val="001B233F"/>
    <w:rsid w:val="001B3118"/>
    <w:rsid w:val="001B350D"/>
    <w:rsid w:val="001B4187"/>
    <w:rsid w:val="001B43BE"/>
    <w:rsid w:val="001B61F5"/>
    <w:rsid w:val="001B629B"/>
    <w:rsid w:val="001B6C7F"/>
    <w:rsid w:val="001B70E1"/>
    <w:rsid w:val="001B7245"/>
    <w:rsid w:val="001B751A"/>
    <w:rsid w:val="001B7536"/>
    <w:rsid w:val="001B7F78"/>
    <w:rsid w:val="001C05E2"/>
    <w:rsid w:val="001C1577"/>
    <w:rsid w:val="001C2460"/>
    <w:rsid w:val="001C2ED1"/>
    <w:rsid w:val="001C38B7"/>
    <w:rsid w:val="001C3FAD"/>
    <w:rsid w:val="001C40DE"/>
    <w:rsid w:val="001C4EFE"/>
    <w:rsid w:val="001C6377"/>
    <w:rsid w:val="001C6999"/>
    <w:rsid w:val="001C6EF3"/>
    <w:rsid w:val="001D0D51"/>
    <w:rsid w:val="001D1D1A"/>
    <w:rsid w:val="001D25C1"/>
    <w:rsid w:val="001D47A5"/>
    <w:rsid w:val="001D47DA"/>
    <w:rsid w:val="001D49CF"/>
    <w:rsid w:val="001D545B"/>
    <w:rsid w:val="001D5D5B"/>
    <w:rsid w:val="001D5FC0"/>
    <w:rsid w:val="001D67A3"/>
    <w:rsid w:val="001D708A"/>
    <w:rsid w:val="001D7885"/>
    <w:rsid w:val="001D7DDD"/>
    <w:rsid w:val="001D7E5A"/>
    <w:rsid w:val="001E015E"/>
    <w:rsid w:val="001E0449"/>
    <w:rsid w:val="001E0B4D"/>
    <w:rsid w:val="001E0E7C"/>
    <w:rsid w:val="001E1DAA"/>
    <w:rsid w:val="001E245B"/>
    <w:rsid w:val="001E265F"/>
    <w:rsid w:val="001E2987"/>
    <w:rsid w:val="001E29CA"/>
    <w:rsid w:val="001E3842"/>
    <w:rsid w:val="001E54AE"/>
    <w:rsid w:val="001E63EB"/>
    <w:rsid w:val="001F1241"/>
    <w:rsid w:val="001F216E"/>
    <w:rsid w:val="001F21FA"/>
    <w:rsid w:val="001F28A2"/>
    <w:rsid w:val="001F2FEE"/>
    <w:rsid w:val="001F3033"/>
    <w:rsid w:val="001F36D8"/>
    <w:rsid w:val="001F3912"/>
    <w:rsid w:val="001F417D"/>
    <w:rsid w:val="001F4B61"/>
    <w:rsid w:val="001F7392"/>
    <w:rsid w:val="001F7814"/>
    <w:rsid w:val="002006A0"/>
    <w:rsid w:val="0020111F"/>
    <w:rsid w:val="0020149C"/>
    <w:rsid w:val="00202B5F"/>
    <w:rsid w:val="00203392"/>
    <w:rsid w:val="00203E85"/>
    <w:rsid w:val="002044DA"/>
    <w:rsid w:val="00205599"/>
    <w:rsid w:val="00205AC1"/>
    <w:rsid w:val="00206E55"/>
    <w:rsid w:val="00207221"/>
    <w:rsid w:val="002073A5"/>
    <w:rsid w:val="002104B2"/>
    <w:rsid w:val="00211914"/>
    <w:rsid w:val="00212AC1"/>
    <w:rsid w:val="00212ADF"/>
    <w:rsid w:val="00212B56"/>
    <w:rsid w:val="00213FFF"/>
    <w:rsid w:val="00214CA7"/>
    <w:rsid w:val="00221F9A"/>
    <w:rsid w:val="00222E7B"/>
    <w:rsid w:val="002234CC"/>
    <w:rsid w:val="002237AF"/>
    <w:rsid w:val="00224EE9"/>
    <w:rsid w:val="0022532E"/>
    <w:rsid w:val="002256B6"/>
    <w:rsid w:val="002261EA"/>
    <w:rsid w:val="00230BAB"/>
    <w:rsid w:val="00231D9C"/>
    <w:rsid w:val="002322E4"/>
    <w:rsid w:val="002326A1"/>
    <w:rsid w:val="00232C21"/>
    <w:rsid w:val="00233441"/>
    <w:rsid w:val="00233F1B"/>
    <w:rsid w:val="002349B5"/>
    <w:rsid w:val="00234C5E"/>
    <w:rsid w:val="00236636"/>
    <w:rsid w:val="00237C24"/>
    <w:rsid w:val="00240925"/>
    <w:rsid w:val="00241E83"/>
    <w:rsid w:val="002433D6"/>
    <w:rsid w:val="00243A98"/>
    <w:rsid w:val="00243C68"/>
    <w:rsid w:val="00244CAA"/>
    <w:rsid w:val="00245993"/>
    <w:rsid w:val="00245B25"/>
    <w:rsid w:val="00246628"/>
    <w:rsid w:val="0024752E"/>
    <w:rsid w:val="00247827"/>
    <w:rsid w:val="00250170"/>
    <w:rsid w:val="00250216"/>
    <w:rsid w:val="00250483"/>
    <w:rsid w:val="00250E14"/>
    <w:rsid w:val="00251D1F"/>
    <w:rsid w:val="0025224B"/>
    <w:rsid w:val="002524FE"/>
    <w:rsid w:val="00252A66"/>
    <w:rsid w:val="00255439"/>
    <w:rsid w:val="002557FD"/>
    <w:rsid w:val="00255E3D"/>
    <w:rsid w:val="00255E4D"/>
    <w:rsid w:val="002562F3"/>
    <w:rsid w:val="002571A0"/>
    <w:rsid w:val="002577E4"/>
    <w:rsid w:val="002578D8"/>
    <w:rsid w:val="00257B7A"/>
    <w:rsid w:val="002606F4"/>
    <w:rsid w:val="00260977"/>
    <w:rsid w:val="00260ECF"/>
    <w:rsid w:val="00261C61"/>
    <w:rsid w:val="002625BD"/>
    <w:rsid w:val="00262CA3"/>
    <w:rsid w:val="0026388C"/>
    <w:rsid w:val="00263CAF"/>
    <w:rsid w:val="002642C4"/>
    <w:rsid w:val="00264576"/>
    <w:rsid w:val="0026468D"/>
    <w:rsid w:val="002649B3"/>
    <w:rsid w:val="0026603E"/>
    <w:rsid w:val="002667D3"/>
    <w:rsid w:val="00266B57"/>
    <w:rsid w:val="002673A4"/>
    <w:rsid w:val="00267D55"/>
    <w:rsid w:val="002704DB"/>
    <w:rsid w:val="00271709"/>
    <w:rsid w:val="00271C08"/>
    <w:rsid w:val="00271E8B"/>
    <w:rsid w:val="00272C3E"/>
    <w:rsid w:val="00273E02"/>
    <w:rsid w:val="0027489C"/>
    <w:rsid w:val="002749E4"/>
    <w:rsid w:val="002758BA"/>
    <w:rsid w:val="00275B00"/>
    <w:rsid w:val="00276362"/>
    <w:rsid w:val="00276AF7"/>
    <w:rsid w:val="002770F0"/>
    <w:rsid w:val="00277D97"/>
    <w:rsid w:val="00277E3A"/>
    <w:rsid w:val="00280836"/>
    <w:rsid w:val="00281CB3"/>
    <w:rsid w:val="002825CB"/>
    <w:rsid w:val="00282830"/>
    <w:rsid w:val="00282F85"/>
    <w:rsid w:val="00283193"/>
    <w:rsid w:val="00284D9F"/>
    <w:rsid w:val="002856D2"/>
    <w:rsid w:val="002856F5"/>
    <w:rsid w:val="00285B5F"/>
    <w:rsid w:val="002862EC"/>
    <w:rsid w:val="0028643C"/>
    <w:rsid w:val="00286F1B"/>
    <w:rsid w:val="002876FD"/>
    <w:rsid w:val="00290526"/>
    <w:rsid w:val="00291113"/>
    <w:rsid w:val="0029139E"/>
    <w:rsid w:val="00291786"/>
    <w:rsid w:val="00291D29"/>
    <w:rsid w:val="00292A01"/>
    <w:rsid w:val="00293263"/>
    <w:rsid w:val="00293971"/>
    <w:rsid w:val="00293CFD"/>
    <w:rsid w:val="002949D3"/>
    <w:rsid w:val="00294F75"/>
    <w:rsid w:val="0029508F"/>
    <w:rsid w:val="00295497"/>
    <w:rsid w:val="002959F8"/>
    <w:rsid w:val="00295B8A"/>
    <w:rsid w:val="00297858"/>
    <w:rsid w:val="002A0066"/>
    <w:rsid w:val="002A031F"/>
    <w:rsid w:val="002A039E"/>
    <w:rsid w:val="002A0731"/>
    <w:rsid w:val="002A0942"/>
    <w:rsid w:val="002A0BC3"/>
    <w:rsid w:val="002A21B3"/>
    <w:rsid w:val="002A22C2"/>
    <w:rsid w:val="002A256E"/>
    <w:rsid w:val="002A2FD6"/>
    <w:rsid w:val="002A4AD4"/>
    <w:rsid w:val="002A51F2"/>
    <w:rsid w:val="002A57AF"/>
    <w:rsid w:val="002A5CF0"/>
    <w:rsid w:val="002A5D05"/>
    <w:rsid w:val="002A5E9F"/>
    <w:rsid w:val="002A61DD"/>
    <w:rsid w:val="002A65FC"/>
    <w:rsid w:val="002A67D8"/>
    <w:rsid w:val="002A6C65"/>
    <w:rsid w:val="002B01D1"/>
    <w:rsid w:val="002B1474"/>
    <w:rsid w:val="002B1ECA"/>
    <w:rsid w:val="002B2B80"/>
    <w:rsid w:val="002B324D"/>
    <w:rsid w:val="002B3B7A"/>
    <w:rsid w:val="002B43E6"/>
    <w:rsid w:val="002B43F9"/>
    <w:rsid w:val="002B451B"/>
    <w:rsid w:val="002B6107"/>
    <w:rsid w:val="002B66C8"/>
    <w:rsid w:val="002B7B5E"/>
    <w:rsid w:val="002C059A"/>
    <w:rsid w:val="002C0840"/>
    <w:rsid w:val="002C13F0"/>
    <w:rsid w:val="002C2AAC"/>
    <w:rsid w:val="002C2EC2"/>
    <w:rsid w:val="002C314C"/>
    <w:rsid w:val="002C4CC3"/>
    <w:rsid w:val="002C4D9C"/>
    <w:rsid w:val="002C57CA"/>
    <w:rsid w:val="002C610E"/>
    <w:rsid w:val="002C691A"/>
    <w:rsid w:val="002C7331"/>
    <w:rsid w:val="002C7F6A"/>
    <w:rsid w:val="002D02CD"/>
    <w:rsid w:val="002D0BCE"/>
    <w:rsid w:val="002D15FF"/>
    <w:rsid w:val="002D164F"/>
    <w:rsid w:val="002D213E"/>
    <w:rsid w:val="002D39A3"/>
    <w:rsid w:val="002D4862"/>
    <w:rsid w:val="002D49C8"/>
    <w:rsid w:val="002D4DBA"/>
    <w:rsid w:val="002D4EE5"/>
    <w:rsid w:val="002D6248"/>
    <w:rsid w:val="002D66AD"/>
    <w:rsid w:val="002D675E"/>
    <w:rsid w:val="002D6B78"/>
    <w:rsid w:val="002D6E26"/>
    <w:rsid w:val="002D7009"/>
    <w:rsid w:val="002D787D"/>
    <w:rsid w:val="002D78FE"/>
    <w:rsid w:val="002D79B1"/>
    <w:rsid w:val="002E0BE3"/>
    <w:rsid w:val="002E0C01"/>
    <w:rsid w:val="002E0DD8"/>
    <w:rsid w:val="002E1226"/>
    <w:rsid w:val="002E142C"/>
    <w:rsid w:val="002E1EF0"/>
    <w:rsid w:val="002E21F8"/>
    <w:rsid w:val="002E23B8"/>
    <w:rsid w:val="002E2E9E"/>
    <w:rsid w:val="002E3935"/>
    <w:rsid w:val="002E3BB4"/>
    <w:rsid w:val="002E3C84"/>
    <w:rsid w:val="002E4E22"/>
    <w:rsid w:val="002E5A05"/>
    <w:rsid w:val="002E7805"/>
    <w:rsid w:val="002F0A96"/>
    <w:rsid w:val="002F147B"/>
    <w:rsid w:val="002F16F6"/>
    <w:rsid w:val="002F2116"/>
    <w:rsid w:val="002F22D1"/>
    <w:rsid w:val="002F2425"/>
    <w:rsid w:val="002F3E92"/>
    <w:rsid w:val="002F3EF4"/>
    <w:rsid w:val="002F4641"/>
    <w:rsid w:val="002F510F"/>
    <w:rsid w:val="002F5D4A"/>
    <w:rsid w:val="002F6666"/>
    <w:rsid w:val="002F6F7A"/>
    <w:rsid w:val="002F7A77"/>
    <w:rsid w:val="002F7F30"/>
    <w:rsid w:val="00300554"/>
    <w:rsid w:val="00300D3A"/>
    <w:rsid w:val="003010D8"/>
    <w:rsid w:val="0030142A"/>
    <w:rsid w:val="003021CA"/>
    <w:rsid w:val="00303436"/>
    <w:rsid w:val="00303666"/>
    <w:rsid w:val="00303F85"/>
    <w:rsid w:val="00304025"/>
    <w:rsid w:val="00304350"/>
    <w:rsid w:val="003052EE"/>
    <w:rsid w:val="00305B2B"/>
    <w:rsid w:val="003061BE"/>
    <w:rsid w:val="0030695D"/>
    <w:rsid w:val="00307D30"/>
    <w:rsid w:val="00307EE0"/>
    <w:rsid w:val="003104C8"/>
    <w:rsid w:val="003105A2"/>
    <w:rsid w:val="0031088D"/>
    <w:rsid w:val="00311340"/>
    <w:rsid w:val="003119FA"/>
    <w:rsid w:val="0031203F"/>
    <w:rsid w:val="00312C77"/>
    <w:rsid w:val="00313905"/>
    <w:rsid w:val="00313C2D"/>
    <w:rsid w:val="00313C3E"/>
    <w:rsid w:val="003153AB"/>
    <w:rsid w:val="003154E5"/>
    <w:rsid w:val="00316998"/>
    <w:rsid w:val="003169F6"/>
    <w:rsid w:val="003248F0"/>
    <w:rsid w:val="00324A87"/>
    <w:rsid w:val="003254A8"/>
    <w:rsid w:val="003254EB"/>
    <w:rsid w:val="00326220"/>
    <w:rsid w:val="00330130"/>
    <w:rsid w:val="00331319"/>
    <w:rsid w:val="0033158F"/>
    <w:rsid w:val="00331597"/>
    <w:rsid w:val="00331B0E"/>
    <w:rsid w:val="00332BB4"/>
    <w:rsid w:val="0033324A"/>
    <w:rsid w:val="003343F1"/>
    <w:rsid w:val="00334882"/>
    <w:rsid w:val="00334905"/>
    <w:rsid w:val="00334E54"/>
    <w:rsid w:val="00335741"/>
    <w:rsid w:val="003369B8"/>
    <w:rsid w:val="003369C5"/>
    <w:rsid w:val="003370FC"/>
    <w:rsid w:val="0033737C"/>
    <w:rsid w:val="00337491"/>
    <w:rsid w:val="003374C8"/>
    <w:rsid w:val="003407D8"/>
    <w:rsid w:val="0034185B"/>
    <w:rsid w:val="00341E1A"/>
    <w:rsid w:val="00341F99"/>
    <w:rsid w:val="0034380D"/>
    <w:rsid w:val="00343A74"/>
    <w:rsid w:val="003447FF"/>
    <w:rsid w:val="003455F7"/>
    <w:rsid w:val="003456D2"/>
    <w:rsid w:val="00345A2C"/>
    <w:rsid w:val="00345FDA"/>
    <w:rsid w:val="00346436"/>
    <w:rsid w:val="003464DE"/>
    <w:rsid w:val="00346BA9"/>
    <w:rsid w:val="003504B4"/>
    <w:rsid w:val="00350738"/>
    <w:rsid w:val="00350C3D"/>
    <w:rsid w:val="00350CD1"/>
    <w:rsid w:val="00351064"/>
    <w:rsid w:val="00352388"/>
    <w:rsid w:val="00353424"/>
    <w:rsid w:val="003546EF"/>
    <w:rsid w:val="00355FA2"/>
    <w:rsid w:val="00356AF6"/>
    <w:rsid w:val="00356B04"/>
    <w:rsid w:val="00357000"/>
    <w:rsid w:val="00357053"/>
    <w:rsid w:val="003605B6"/>
    <w:rsid w:val="00360B62"/>
    <w:rsid w:val="00360D5D"/>
    <w:rsid w:val="0036403C"/>
    <w:rsid w:val="00364415"/>
    <w:rsid w:val="00364F1D"/>
    <w:rsid w:val="003653DE"/>
    <w:rsid w:val="00365A9B"/>
    <w:rsid w:val="0036680F"/>
    <w:rsid w:val="00367BDD"/>
    <w:rsid w:val="00371E46"/>
    <w:rsid w:val="0037286A"/>
    <w:rsid w:val="00372E31"/>
    <w:rsid w:val="00373395"/>
    <w:rsid w:val="00373671"/>
    <w:rsid w:val="003737E4"/>
    <w:rsid w:val="00373A2A"/>
    <w:rsid w:val="00373AA6"/>
    <w:rsid w:val="00374910"/>
    <w:rsid w:val="0037502B"/>
    <w:rsid w:val="00375166"/>
    <w:rsid w:val="00375C6E"/>
    <w:rsid w:val="00376C0C"/>
    <w:rsid w:val="003775D1"/>
    <w:rsid w:val="003776B6"/>
    <w:rsid w:val="00380277"/>
    <w:rsid w:val="00381936"/>
    <w:rsid w:val="00382AF6"/>
    <w:rsid w:val="00383455"/>
    <w:rsid w:val="00383B7F"/>
    <w:rsid w:val="00384414"/>
    <w:rsid w:val="00384A85"/>
    <w:rsid w:val="00384CF5"/>
    <w:rsid w:val="0038520C"/>
    <w:rsid w:val="003858C1"/>
    <w:rsid w:val="00385A4A"/>
    <w:rsid w:val="00385AA4"/>
    <w:rsid w:val="003863E7"/>
    <w:rsid w:val="0038651F"/>
    <w:rsid w:val="0038668D"/>
    <w:rsid w:val="00386A2C"/>
    <w:rsid w:val="003870A1"/>
    <w:rsid w:val="00387364"/>
    <w:rsid w:val="00387872"/>
    <w:rsid w:val="00387927"/>
    <w:rsid w:val="003879BA"/>
    <w:rsid w:val="003900A5"/>
    <w:rsid w:val="003909AF"/>
    <w:rsid w:val="00393557"/>
    <w:rsid w:val="003942D7"/>
    <w:rsid w:val="0039453C"/>
    <w:rsid w:val="003945BA"/>
    <w:rsid w:val="00395DD3"/>
    <w:rsid w:val="00395FA7"/>
    <w:rsid w:val="0039672A"/>
    <w:rsid w:val="00397C3C"/>
    <w:rsid w:val="003A1B47"/>
    <w:rsid w:val="003A32C2"/>
    <w:rsid w:val="003A3908"/>
    <w:rsid w:val="003A3984"/>
    <w:rsid w:val="003A54EB"/>
    <w:rsid w:val="003A58E7"/>
    <w:rsid w:val="003A591E"/>
    <w:rsid w:val="003A5AD9"/>
    <w:rsid w:val="003A6DCE"/>
    <w:rsid w:val="003A736B"/>
    <w:rsid w:val="003B02AB"/>
    <w:rsid w:val="003B0A8B"/>
    <w:rsid w:val="003B0FA0"/>
    <w:rsid w:val="003B11B7"/>
    <w:rsid w:val="003B2279"/>
    <w:rsid w:val="003B240E"/>
    <w:rsid w:val="003B24B9"/>
    <w:rsid w:val="003B335C"/>
    <w:rsid w:val="003B4353"/>
    <w:rsid w:val="003B55C2"/>
    <w:rsid w:val="003B5E45"/>
    <w:rsid w:val="003B6700"/>
    <w:rsid w:val="003B6B45"/>
    <w:rsid w:val="003B785F"/>
    <w:rsid w:val="003B7BF0"/>
    <w:rsid w:val="003C0E1F"/>
    <w:rsid w:val="003C1D9E"/>
    <w:rsid w:val="003C283E"/>
    <w:rsid w:val="003C3F22"/>
    <w:rsid w:val="003C5D7F"/>
    <w:rsid w:val="003C5F7C"/>
    <w:rsid w:val="003C6220"/>
    <w:rsid w:val="003C6A2A"/>
    <w:rsid w:val="003C6BFD"/>
    <w:rsid w:val="003C7942"/>
    <w:rsid w:val="003C7BFA"/>
    <w:rsid w:val="003D019E"/>
    <w:rsid w:val="003D0C99"/>
    <w:rsid w:val="003D164A"/>
    <w:rsid w:val="003D2333"/>
    <w:rsid w:val="003D284C"/>
    <w:rsid w:val="003D2DA8"/>
    <w:rsid w:val="003D3E02"/>
    <w:rsid w:val="003D3F61"/>
    <w:rsid w:val="003D4FBD"/>
    <w:rsid w:val="003D5ADB"/>
    <w:rsid w:val="003D658B"/>
    <w:rsid w:val="003D65AD"/>
    <w:rsid w:val="003E1A91"/>
    <w:rsid w:val="003E1CCB"/>
    <w:rsid w:val="003E220E"/>
    <w:rsid w:val="003E25CB"/>
    <w:rsid w:val="003E29FE"/>
    <w:rsid w:val="003E2A10"/>
    <w:rsid w:val="003E2C08"/>
    <w:rsid w:val="003E3A78"/>
    <w:rsid w:val="003E41D4"/>
    <w:rsid w:val="003E4334"/>
    <w:rsid w:val="003E504F"/>
    <w:rsid w:val="003E52B0"/>
    <w:rsid w:val="003E549B"/>
    <w:rsid w:val="003E6D77"/>
    <w:rsid w:val="003F00C5"/>
    <w:rsid w:val="003F0685"/>
    <w:rsid w:val="003F1EE1"/>
    <w:rsid w:val="003F33AE"/>
    <w:rsid w:val="003F3896"/>
    <w:rsid w:val="003F3D93"/>
    <w:rsid w:val="003F44E1"/>
    <w:rsid w:val="003F475E"/>
    <w:rsid w:val="003F4BF9"/>
    <w:rsid w:val="003F5451"/>
    <w:rsid w:val="003F6BA2"/>
    <w:rsid w:val="003F6FD6"/>
    <w:rsid w:val="003F7186"/>
    <w:rsid w:val="003F790B"/>
    <w:rsid w:val="0040047B"/>
    <w:rsid w:val="0040087E"/>
    <w:rsid w:val="00400F93"/>
    <w:rsid w:val="00402010"/>
    <w:rsid w:val="00402072"/>
    <w:rsid w:val="004023A3"/>
    <w:rsid w:val="00402C4C"/>
    <w:rsid w:val="0040385A"/>
    <w:rsid w:val="004039B9"/>
    <w:rsid w:val="00403BF7"/>
    <w:rsid w:val="00403F3E"/>
    <w:rsid w:val="00403FCE"/>
    <w:rsid w:val="00404A58"/>
    <w:rsid w:val="00404D8F"/>
    <w:rsid w:val="00405028"/>
    <w:rsid w:val="00405AF7"/>
    <w:rsid w:val="00406098"/>
    <w:rsid w:val="00407B63"/>
    <w:rsid w:val="00410691"/>
    <w:rsid w:val="0041094B"/>
    <w:rsid w:val="0041160B"/>
    <w:rsid w:val="0041196A"/>
    <w:rsid w:val="00411A93"/>
    <w:rsid w:val="00411BE5"/>
    <w:rsid w:val="00413AC1"/>
    <w:rsid w:val="004146FA"/>
    <w:rsid w:val="004157BE"/>
    <w:rsid w:val="00416102"/>
    <w:rsid w:val="00416264"/>
    <w:rsid w:val="004162E4"/>
    <w:rsid w:val="00416C99"/>
    <w:rsid w:val="00420060"/>
    <w:rsid w:val="00420089"/>
    <w:rsid w:val="00420446"/>
    <w:rsid w:val="004214F7"/>
    <w:rsid w:val="00421571"/>
    <w:rsid w:val="004217C3"/>
    <w:rsid w:val="004219E6"/>
    <w:rsid w:val="00421E2B"/>
    <w:rsid w:val="00421EB7"/>
    <w:rsid w:val="00421ED0"/>
    <w:rsid w:val="00422CF1"/>
    <w:rsid w:val="00422F4B"/>
    <w:rsid w:val="00423A90"/>
    <w:rsid w:val="00425408"/>
    <w:rsid w:val="0042545B"/>
    <w:rsid w:val="00425F2E"/>
    <w:rsid w:val="004269F2"/>
    <w:rsid w:val="00426F00"/>
    <w:rsid w:val="004272C9"/>
    <w:rsid w:val="004308CD"/>
    <w:rsid w:val="00430FB2"/>
    <w:rsid w:val="00431CC6"/>
    <w:rsid w:val="00431FEB"/>
    <w:rsid w:val="00432011"/>
    <w:rsid w:val="0043218A"/>
    <w:rsid w:val="004322D2"/>
    <w:rsid w:val="00432312"/>
    <w:rsid w:val="0043399E"/>
    <w:rsid w:val="00433F54"/>
    <w:rsid w:val="00434199"/>
    <w:rsid w:val="004350A3"/>
    <w:rsid w:val="00435257"/>
    <w:rsid w:val="00435431"/>
    <w:rsid w:val="004363A6"/>
    <w:rsid w:val="00437055"/>
    <w:rsid w:val="00437EF9"/>
    <w:rsid w:val="0044042D"/>
    <w:rsid w:val="004404DF"/>
    <w:rsid w:val="0044099E"/>
    <w:rsid w:val="004413AF"/>
    <w:rsid w:val="00444232"/>
    <w:rsid w:val="00445200"/>
    <w:rsid w:val="00445630"/>
    <w:rsid w:val="00445848"/>
    <w:rsid w:val="004461F4"/>
    <w:rsid w:val="0044624D"/>
    <w:rsid w:val="00446C9B"/>
    <w:rsid w:val="004475F7"/>
    <w:rsid w:val="0045056E"/>
    <w:rsid w:val="00450DFD"/>
    <w:rsid w:val="00451702"/>
    <w:rsid w:val="0045204F"/>
    <w:rsid w:val="00452768"/>
    <w:rsid w:val="00452C38"/>
    <w:rsid w:val="004538AD"/>
    <w:rsid w:val="00453F40"/>
    <w:rsid w:val="0045429F"/>
    <w:rsid w:val="004558D3"/>
    <w:rsid w:val="0045590F"/>
    <w:rsid w:val="00456474"/>
    <w:rsid w:val="00457249"/>
    <w:rsid w:val="00457759"/>
    <w:rsid w:val="004578A5"/>
    <w:rsid w:val="00457D0D"/>
    <w:rsid w:val="00457D6A"/>
    <w:rsid w:val="00460A1D"/>
    <w:rsid w:val="00461594"/>
    <w:rsid w:val="00461701"/>
    <w:rsid w:val="004623D5"/>
    <w:rsid w:val="00464C08"/>
    <w:rsid w:val="004650FC"/>
    <w:rsid w:val="00465E30"/>
    <w:rsid w:val="004667F8"/>
    <w:rsid w:val="00467AA7"/>
    <w:rsid w:val="00471257"/>
    <w:rsid w:val="004715BC"/>
    <w:rsid w:val="00472D5D"/>
    <w:rsid w:val="00472E92"/>
    <w:rsid w:val="00473983"/>
    <w:rsid w:val="00474140"/>
    <w:rsid w:val="00476C84"/>
    <w:rsid w:val="00477365"/>
    <w:rsid w:val="004774FA"/>
    <w:rsid w:val="00477AD1"/>
    <w:rsid w:val="00477D6F"/>
    <w:rsid w:val="00481CF8"/>
    <w:rsid w:val="00481E65"/>
    <w:rsid w:val="00482458"/>
    <w:rsid w:val="00482695"/>
    <w:rsid w:val="004829A0"/>
    <w:rsid w:val="00482C88"/>
    <w:rsid w:val="00482CA3"/>
    <w:rsid w:val="00483248"/>
    <w:rsid w:val="00483446"/>
    <w:rsid w:val="00485050"/>
    <w:rsid w:val="004857BB"/>
    <w:rsid w:val="00485CEA"/>
    <w:rsid w:val="004864EF"/>
    <w:rsid w:val="00490C73"/>
    <w:rsid w:val="0049185B"/>
    <w:rsid w:val="004953AB"/>
    <w:rsid w:val="004958D8"/>
    <w:rsid w:val="00495C7B"/>
    <w:rsid w:val="00495E93"/>
    <w:rsid w:val="00495FED"/>
    <w:rsid w:val="004963F6"/>
    <w:rsid w:val="00496B33"/>
    <w:rsid w:val="00496BF5"/>
    <w:rsid w:val="004A07FA"/>
    <w:rsid w:val="004A0934"/>
    <w:rsid w:val="004A0CED"/>
    <w:rsid w:val="004A17C4"/>
    <w:rsid w:val="004A286C"/>
    <w:rsid w:val="004A35C8"/>
    <w:rsid w:val="004A3CB5"/>
    <w:rsid w:val="004A41A3"/>
    <w:rsid w:val="004A4DF2"/>
    <w:rsid w:val="004A5AFC"/>
    <w:rsid w:val="004A763D"/>
    <w:rsid w:val="004A7982"/>
    <w:rsid w:val="004A7AAF"/>
    <w:rsid w:val="004A7C42"/>
    <w:rsid w:val="004B0296"/>
    <w:rsid w:val="004B08FB"/>
    <w:rsid w:val="004B1BDF"/>
    <w:rsid w:val="004B200E"/>
    <w:rsid w:val="004B2C1A"/>
    <w:rsid w:val="004B442C"/>
    <w:rsid w:val="004B476D"/>
    <w:rsid w:val="004B5424"/>
    <w:rsid w:val="004C01D5"/>
    <w:rsid w:val="004C065F"/>
    <w:rsid w:val="004C25AF"/>
    <w:rsid w:val="004C29BD"/>
    <w:rsid w:val="004C303C"/>
    <w:rsid w:val="004C32AA"/>
    <w:rsid w:val="004C4FDA"/>
    <w:rsid w:val="004D07B7"/>
    <w:rsid w:val="004D1E2E"/>
    <w:rsid w:val="004D2C1D"/>
    <w:rsid w:val="004D5B71"/>
    <w:rsid w:val="004D634D"/>
    <w:rsid w:val="004D6617"/>
    <w:rsid w:val="004D6651"/>
    <w:rsid w:val="004D702F"/>
    <w:rsid w:val="004D72E7"/>
    <w:rsid w:val="004E044E"/>
    <w:rsid w:val="004E0C56"/>
    <w:rsid w:val="004E10B9"/>
    <w:rsid w:val="004E127E"/>
    <w:rsid w:val="004E1AEC"/>
    <w:rsid w:val="004E21E5"/>
    <w:rsid w:val="004E3552"/>
    <w:rsid w:val="004E43A1"/>
    <w:rsid w:val="004E4EEF"/>
    <w:rsid w:val="004E5E4C"/>
    <w:rsid w:val="004E70C8"/>
    <w:rsid w:val="004E778D"/>
    <w:rsid w:val="004E77A4"/>
    <w:rsid w:val="004E78EB"/>
    <w:rsid w:val="004F009D"/>
    <w:rsid w:val="004F1C5F"/>
    <w:rsid w:val="004F205B"/>
    <w:rsid w:val="004F2A24"/>
    <w:rsid w:val="004F405E"/>
    <w:rsid w:val="004F571A"/>
    <w:rsid w:val="004F5BBB"/>
    <w:rsid w:val="004F7A90"/>
    <w:rsid w:val="00501BFD"/>
    <w:rsid w:val="005038F7"/>
    <w:rsid w:val="005039AA"/>
    <w:rsid w:val="00503CBB"/>
    <w:rsid w:val="00503D56"/>
    <w:rsid w:val="00505B8F"/>
    <w:rsid w:val="00505E06"/>
    <w:rsid w:val="00505EBB"/>
    <w:rsid w:val="00506E7C"/>
    <w:rsid w:val="0051176D"/>
    <w:rsid w:val="005117C0"/>
    <w:rsid w:val="00512003"/>
    <w:rsid w:val="00513156"/>
    <w:rsid w:val="00513171"/>
    <w:rsid w:val="005134A8"/>
    <w:rsid w:val="005136C7"/>
    <w:rsid w:val="00514515"/>
    <w:rsid w:val="00514C1C"/>
    <w:rsid w:val="00515180"/>
    <w:rsid w:val="0051614E"/>
    <w:rsid w:val="00516228"/>
    <w:rsid w:val="00516F27"/>
    <w:rsid w:val="00517173"/>
    <w:rsid w:val="00517B75"/>
    <w:rsid w:val="005219EA"/>
    <w:rsid w:val="0052232D"/>
    <w:rsid w:val="005257B4"/>
    <w:rsid w:val="00525979"/>
    <w:rsid w:val="00525F87"/>
    <w:rsid w:val="005262EA"/>
    <w:rsid w:val="005279CD"/>
    <w:rsid w:val="00530088"/>
    <w:rsid w:val="00530175"/>
    <w:rsid w:val="005302A8"/>
    <w:rsid w:val="0053099A"/>
    <w:rsid w:val="005310E1"/>
    <w:rsid w:val="0053130C"/>
    <w:rsid w:val="00532275"/>
    <w:rsid w:val="00532C54"/>
    <w:rsid w:val="00534109"/>
    <w:rsid w:val="0053500C"/>
    <w:rsid w:val="005356E9"/>
    <w:rsid w:val="005360BB"/>
    <w:rsid w:val="005361AF"/>
    <w:rsid w:val="00536989"/>
    <w:rsid w:val="00536EE9"/>
    <w:rsid w:val="00540996"/>
    <w:rsid w:val="00542511"/>
    <w:rsid w:val="0054289E"/>
    <w:rsid w:val="00542FDC"/>
    <w:rsid w:val="005432E1"/>
    <w:rsid w:val="00543936"/>
    <w:rsid w:val="00544C85"/>
    <w:rsid w:val="00550261"/>
    <w:rsid w:val="005505F1"/>
    <w:rsid w:val="00550EF4"/>
    <w:rsid w:val="00551442"/>
    <w:rsid w:val="00551D83"/>
    <w:rsid w:val="00551EE5"/>
    <w:rsid w:val="00556502"/>
    <w:rsid w:val="00556679"/>
    <w:rsid w:val="00556C48"/>
    <w:rsid w:val="0056283E"/>
    <w:rsid w:val="00562D03"/>
    <w:rsid w:val="00563175"/>
    <w:rsid w:val="005644BA"/>
    <w:rsid w:val="00565761"/>
    <w:rsid w:val="005666D3"/>
    <w:rsid w:val="00566F5A"/>
    <w:rsid w:val="00567746"/>
    <w:rsid w:val="00567A07"/>
    <w:rsid w:val="00567F4F"/>
    <w:rsid w:val="00570576"/>
    <w:rsid w:val="00570AD7"/>
    <w:rsid w:val="005714DC"/>
    <w:rsid w:val="00571BF8"/>
    <w:rsid w:val="00571E44"/>
    <w:rsid w:val="005724F7"/>
    <w:rsid w:val="0057277F"/>
    <w:rsid w:val="005738B6"/>
    <w:rsid w:val="00573F00"/>
    <w:rsid w:val="0057466D"/>
    <w:rsid w:val="00574BE6"/>
    <w:rsid w:val="0057542D"/>
    <w:rsid w:val="00575D59"/>
    <w:rsid w:val="00575F89"/>
    <w:rsid w:val="00576D63"/>
    <w:rsid w:val="00576D93"/>
    <w:rsid w:val="00577A23"/>
    <w:rsid w:val="00581431"/>
    <w:rsid w:val="00581716"/>
    <w:rsid w:val="00582AE8"/>
    <w:rsid w:val="00582DA4"/>
    <w:rsid w:val="0058337A"/>
    <w:rsid w:val="005836D7"/>
    <w:rsid w:val="00584079"/>
    <w:rsid w:val="005840CC"/>
    <w:rsid w:val="00585C9D"/>
    <w:rsid w:val="005865DA"/>
    <w:rsid w:val="00586A66"/>
    <w:rsid w:val="0058723E"/>
    <w:rsid w:val="005873C0"/>
    <w:rsid w:val="00591231"/>
    <w:rsid w:val="005914D9"/>
    <w:rsid w:val="005914DA"/>
    <w:rsid w:val="00591610"/>
    <w:rsid w:val="005932D7"/>
    <w:rsid w:val="005937FB"/>
    <w:rsid w:val="0059406E"/>
    <w:rsid w:val="00594722"/>
    <w:rsid w:val="005948D5"/>
    <w:rsid w:val="00595796"/>
    <w:rsid w:val="005957DE"/>
    <w:rsid w:val="0059640B"/>
    <w:rsid w:val="00596B72"/>
    <w:rsid w:val="00597394"/>
    <w:rsid w:val="005974AD"/>
    <w:rsid w:val="00597DA8"/>
    <w:rsid w:val="005A05DE"/>
    <w:rsid w:val="005A16AC"/>
    <w:rsid w:val="005A218D"/>
    <w:rsid w:val="005A28B7"/>
    <w:rsid w:val="005A2C1E"/>
    <w:rsid w:val="005A36DB"/>
    <w:rsid w:val="005A375C"/>
    <w:rsid w:val="005A3E5A"/>
    <w:rsid w:val="005A4207"/>
    <w:rsid w:val="005A4783"/>
    <w:rsid w:val="005A58A7"/>
    <w:rsid w:val="005A5F0B"/>
    <w:rsid w:val="005A6B71"/>
    <w:rsid w:val="005B0F25"/>
    <w:rsid w:val="005B124B"/>
    <w:rsid w:val="005B1B6B"/>
    <w:rsid w:val="005B25C8"/>
    <w:rsid w:val="005B3A38"/>
    <w:rsid w:val="005B3CED"/>
    <w:rsid w:val="005B3D1B"/>
    <w:rsid w:val="005B3DB9"/>
    <w:rsid w:val="005B5AF9"/>
    <w:rsid w:val="005B5EE3"/>
    <w:rsid w:val="005B63E6"/>
    <w:rsid w:val="005B7804"/>
    <w:rsid w:val="005B7CFB"/>
    <w:rsid w:val="005B7DD6"/>
    <w:rsid w:val="005C0D43"/>
    <w:rsid w:val="005C163C"/>
    <w:rsid w:val="005C17A1"/>
    <w:rsid w:val="005C1D66"/>
    <w:rsid w:val="005C2B85"/>
    <w:rsid w:val="005C34D8"/>
    <w:rsid w:val="005C37EE"/>
    <w:rsid w:val="005C4283"/>
    <w:rsid w:val="005C4A1C"/>
    <w:rsid w:val="005C589D"/>
    <w:rsid w:val="005C5D62"/>
    <w:rsid w:val="005C65C8"/>
    <w:rsid w:val="005C6844"/>
    <w:rsid w:val="005C68CE"/>
    <w:rsid w:val="005C7B02"/>
    <w:rsid w:val="005C7DB4"/>
    <w:rsid w:val="005C7F3C"/>
    <w:rsid w:val="005C7FEE"/>
    <w:rsid w:val="005D14B7"/>
    <w:rsid w:val="005D19B6"/>
    <w:rsid w:val="005D1B3D"/>
    <w:rsid w:val="005D35E6"/>
    <w:rsid w:val="005D3A69"/>
    <w:rsid w:val="005D3A9F"/>
    <w:rsid w:val="005D3DDD"/>
    <w:rsid w:val="005D59C2"/>
    <w:rsid w:val="005D5A72"/>
    <w:rsid w:val="005D5B8A"/>
    <w:rsid w:val="005D6CAA"/>
    <w:rsid w:val="005D6EF7"/>
    <w:rsid w:val="005D7095"/>
    <w:rsid w:val="005D7805"/>
    <w:rsid w:val="005E023F"/>
    <w:rsid w:val="005E090E"/>
    <w:rsid w:val="005E1ADB"/>
    <w:rsid w:val="005E2B12"/>
    <w:rsid w:val="005E30DA"/>
    <w:rsid w:val="005E329F"/>
    <w:rsid w:val="005E3316"/>
    <w:rsid w:val="005E36EE"/>
    <w:rsid w:val="005E3970"/>
    <w:rsid w:val="005E3E7D"/>
    <w:rsid w:val="005E4B7B"/>
    <w:rsid w:val="005E4CDF"/>
    <w:rsid w:val="005E5DB4"/>
    <w:rsid w:val="005E6E87"/>
    <w:rsid w:val="005E7D45"/>
    <w:rsid w:val="005F044F"/>
    <w:rsid w:val="005F0F34"/>
    <w:rsid w:val="005F101E"/>
    <w:rsid w:val="005F115E"/>
    <w:rsid w:val="005F1809"/>
    <w:rsid w:val="005F2435"/>
    <w:rsid w:val="005F2C51"/>
    <w:rsid w:val="005F30C2"/>
    <w:rsid w:val="005F38A2"/>
    <w:rsid w:val="005F4057"/>
    <w:rsid w:val="005F4366"/>
    <w:rsid w:val="005F47A4"/>
    <w:rsid w:val="005F67C5"/>
    <w:rsid w:val="005F7187"/>
    <w:rsid w:val="005F73B2"/>
    <w:rsid w:val="00600A00"/>
    <w:rsid w:val="00600C29"/>
    <w:rsid w:val="0060112D"/>
    <w:rsid w:val="00601807"/>
    <w:rsid w:val="00601DF6"/>
    <w:rsid w:val="00601E21"/>
    <w:rsid w:val="00603427"/>
    <w:rsid w:val="006038E7"/>
    <w:rsid w:val="00603976"/>
    <w:rsid w:val="006049DB"/>
    <w:rsid w:val="00604D28"/>
    <w:rsid w:val="00605134"/>
    <w:rsid w:val="006053DD"/>
    <w:rsid w:val="006106A9"/>
    <w:rsid w:val="00611123"/>
    <w:rsid w:val="006115BA"/>
    <w:rsid w:val="0061176A"/>
    <w:rsid w:val="00611A33"/>
    <w:rsid w:val="006124F3"/>
    <w:rsid w:val="00612F96"/>
    <w:rsid w:val="00613635"/>
    <w:rsid w:val="00614042"/>
    <w:rsid w:val="00614434"/>
    <w:rsid w:val="0061587F"/>
    <w:rsid w:val="00615BED"/>
    <w:rsid w:val="0061644B"/>
    <w:rsid w:val="006166D4"/>
    <w:rsid w:val="0061680D"/>
    <w:rsid w:val="00616A7B"/>
    <w:rsid w:val="0061743B"/>
    <w:rsid w:val="0062033D"/>
    <w:rsid w:val="006203CC"/>
    <w:rsid w:val="006209A4"/>
    <w:rsid w:val="006209EE"/>
    <w:rsid w:val="00620F7E"/>
    <w:rsid w:val="0062117D"/>
    <w:rsid w:val="0062247B"/>
    <w:rsid w:val="006229D3"/>
    <w:rsid w:val="00622F01"/>
    <w:rsid w:val="00623AED"/>
    <w:rsid w:val="00623F5B"/>
    <w:rsid w:val="00625D73"/>
    <w:rsid w:val="006261E0"/>
    <w:rsid w:val="00627E67"/>
    <w:rsid w:val="006310AA"/>
    <w:rsid w:val="006318AD"/>
    <w:rsid w:val="00631BF1"/>
    <w:rsid w:val="00631F0D"/>
    <w:rsid w:val="006326EF"/>
    <w:rsid w:val="006330CE"/>
    <w:rsid w:val="00633EC4"/>
    <w:rsid w:val="00636047"/>
    <w:rsid w:val="0063632A"/>
    <w:rsid w:val="00637570"/>
    <w:rsid w:val="00640E6F"/>
    <w:rsid w:val="00641656"/>
    <w:rsid w:val="00641854"/>
    <w:rsid w:val="00641F2D"/>
    <w:rsid w:val="00642640"/>
    <w:rsid w:val="00642899"/>
    <w:rsid w:val="00642B54"/>
    <w:rsid w:val="0064316B"/>
    <w:rsid w:val="00643653"/>
    <w:rsid w:val="00643AE0"/>
    <w:rsid w:val="00643C7F"/>
    <w:rsid w:val="00643D15"/>
    <w:rsid w:val="00644144"/>
    <w:rsid w:val="00644B10"/>
    <w:rsid w:val="00644BF1"/>
    <w:rsid w:val="00644CF7"/>
    <w:rsid w:val="0064510A"/>
    <w:rsid w:val="00645648"/>
    <w:rsid w:val="00646E88"/>
    <w:rsid w:val="00650C9B"/>
    <w:rsid w:val="00650D04"/>
    <w:rsid w:val="00651535"/>
    <w:rsid w:val="006517BD"/>
    <w:rsid w:val="00651978"/>
    <w:rsid w:val="00651B11"/>
    <w:rsid w:val="00651E18"/>
    <w:rsid w:val="00652EEB"/>
    <w:rsid w:val="00652F64"/>
    <w:rsid w:val="00654A8F"/>
    <w:rsid w:val="006551E0"/>
    <w:rsid w:val="006557F2"/>
    <w:rsid w:val="006563BE"/>
    <w:rsid w:val="00656525"/>
    <w:rsid w:val="00656792"/>
    <w:rsid w:val="00657D43"/>
    <w:rsid w:val="006605D3"/>
    <w:rsid w:val="00660A0B"/>
    <w:rsid w:val="00661BE6"/>
    <w:rsid w:val="00662024"/>
    <w:rsid w:val="00662C32"/>
    <w:rsid w:val="00662ED5"/>
    <w:rsid w:val="00664348"/>
    <w:rsid w:val="00664CC1"/>
    <w:rsid w:val="00664FE4"/>
    <w:rsid w:val="006659B6"/>
    <w:rsid w:val="00665AA0"/>
    <w:rsid w:val="00666A15"/>
    <w:rsid w:val="00666E77"/>
    <w:rsid w:val="006675C2"/>
    <w:rsid w:val="0067058A"/>
    <w:rsid w:val="00670B14"/>
    <w:rsid w:val="00671A5F"/>
    <w:rsid w:val="006720FB"/>
    <w:rsid w:val="00672365"/>
    <w:rsid w:val="00672655"/>
    <w:rsid w:val="0067389A"/>
    <w:rsid w:val="006744EC"/>
    <w:rsid w:val="006747B3"/>
    <w:rsid w:val="0067556C"/>
    <w:rsid w:val="006755E4"/>
    <w:rsid w:val="00675809"/>
    <w:rsid w:val="00675C84"/>
    <w:rsid w:val="006765A5"/>
    <w:rsid w:val="006810B4"/>
    <w:rsid w:val="0068218D"/>
    <w:rsid w:val="00683288"/>
    <w:rsid w:val="00683621"/>
    <w:rsid w:val="006846A8"/>
    <w:rsid w:val="006857FA"/>
    <w:rsid w:val="00686A2E"/>
    <w:rsid w:val="006874BC"/>
    <w:rsid w:val="00691A3B"/>
    <w:rsid w:val="00691AEB"/>
    <w:rsid w:val="00692286"/>
    <w:rsid w:val="006922C6"/>
    <w:rsid w:val="0069439A"/>
    <w:rsid w:val="006947B4"/>
    <w:rsid w:val="006948DD"/>
    <w:rsid w:val="00694CBD"/>
    <w:rsid w:val="00694D88"/>
    <w:rsid w:val="006956A5"/>
    <w:rsid w:val="00695861"/>
    <w:rsid w:val="00695B3B"/>
    <w:rsid w:val="00695BD1"/>
    <w:rsid w:val="00696DE4"/>
    <w:rsid w:val="00696F72"/>
    <w:rsid w:val="00697D8E"/>
    <w:rsid w:val="006A002E"/>
    <w:rsid w:val="006A014B"/>
    <w:rsid w:val="006A058A"/>
    <w:rsid w:val="006A1027"/>
    <w:rsid w:val="006A1528"/>
    <w:rsid w:val="006A30C2"/>
    <w:rsid w:val="006A313C"/>
    <w:rsid w:val="006A31A8"/>
    <w:rsid w:val="006A5204"/>
    <w:rsid w:val="006A5E87"/>
    <w:rsid w:val="006A691F"/>
    <w:rsid w:val="006A76A7"/>
    <w:rsid w:val="006A7B47"/>
    <w:rsid w:val="006B03E8"/>
    <w:rsid w:val="006B057A"/>
    <w:rsid w:val="006B0977"/>
    <w:rsid w:val="006B0F8C"/>
    <w:rsid w:val="006B10F8"/>
    <w:rsid w:val="006B13BF"/>
    <w:rsid w:val="006B1D50"/>
    <w:rsid w:val="006B2BCE"/>
    <w:rsid w:val="006B32BD"/>
    <w:rsid w:val="006B32CC"/>
    <w:rsid w:val="006B40C0"/>
    <w:rsid w:val="006B4698"/>
    <w:rsid w:val="006B6076"/>
    <w:rsid w:val="006B6482"/>
    <w:rsid w:val="006B68BF"/>
    <w:rsid w:val="006B6ABA"/>
    <w:rsid w:val="006C23A7"/>
    <w:rsid w:val="006C2DF5"/>
    <w:rsid w:val="006C3198"/>
    <w:rsid w:val="006C35BF"/>
    <w:rsid w:val="006C3850"/>
    <w:rsid w:val="006C3BB5"/>
    <w:rsid w:val="006C4B96"/>
    <w:rsid w:val="006C4FD8"/>
    <w:rsid w:val="006C52BE"/>
    <w:rsid w:val="006C53BB"/>
    <w:rsid w:val="006C6929"/>
    <w:rsid w:val="006C6A7A"/>
    <w:rsid w:val="006C79BE"/>
    <w:rsid w:val="006C7E08"/>
    <w:rsid w:val="006D09BD"/>
    <w:rsid w:val="006D0C87"/>
    <w:rsid w:val="006D10DF"/>
    <w:rsid w:val="006D3313"/>
    <w:rsid w:val="006D4751"/>
    <w:rsid w:val="006D4861"/>
    <w:rsid w:val="006D4ACA"/>
    <w:rsid w:val="006D4AED"/>
    <w:rsid w:val="006D54A7"/>
    <w:rsid w:val="006D5A0B"/>
    <w:rsid w:val="006D5B0E"/>
    <w:rsid w:val="006D5D9A"/>
    <w:rsid w:val="006D6249"/>
    <w:rsid w:val="006D6A1F"/>
    <w:rsid w:val="006D6BEA"/>
    <w:rsid w:val="006D7AFB"/>
    <w:rsid w:val="006D7F9F"/>
    <w:rsid w:val="006E0599"/>
    <w:rsid w:val="006E05F6"/>
    <w:rsid w:val="006E194C"/>
    <w:rsid w:val="006E46A9"/>
    <w:rsid w:val="006E4D7C"/>
    <w:rsid w:val="006E4E8C"/>
    <w:rsid w:val="006E528D"/>
    <w:rsid w:val="006E5597"/>
    <w:rsid w:val="006E6F50"/>
    <w:rsid w:val="006E73EA"/>
    <w:rsid w:val="006E7CDD"/>
    <w:rsid w:val="006F0D49"/>
    <w:rsid w:val="006F0D74"/>
    <w:rsid w:val="006F0E7A"/>
    <w:rsid w:val="006F3AF6"/>
    <w:rsid w:val="006F42E7"/>
    <w:rsid w:val="006F43E2"/>
    <w:rsid w:val="006F4F5F"/>
    <w:rsid w:val="006F50B5"/>
    <w:rsid w:val="006F5539"/>
    <w:rsid w:val="006F5B0D"/>
    <w:rsid w:val="006F6619"/>
    <w:rsid w:val="006F795A"/>
    <w:rsid w:val="0070159F"/>
    <w:rsid w:val="00701939"/>
    <w:rsid w:val="00701D3C"/>
    <w:rsid w:val="00701FD8"/>
    <w:rsid w:val="0070247B"/>
    <w:rsid w:val="00702588"/>
    <w:rsid w:val="00702D9D"/>
    <w:rsid w:val="007035C5"/>
    <w:rsid w:val="007046E8"/>
    <w:rsid w:val="00705F49"/>
    <w:rsid w:val="00706D24"/>
    <w:rsid w:val="00706F6B"/>
    <w:rsid w:val="00707824"/>
    <w:rsid w:val="00707A82"/>
    <w:rsid w:val="00707C08"/>
    <w:rsid w:val="00710E35"/>
    <w:rsid w:val="00711086"/>
    <w:rsid w:val="00711677"/>
    <w:rsid w:val="007139A4"/>
    <w:rsid w:val="00713B68"/>
    <w:rsid w:val="00713E64"/>
    <w:rsid w:val="00714B53"/>
    <w:rsid w:val="007165C9"/>
    <w:rsid w:val="00716C49"/>
    <w:rsid w:val="00716D8B"/>
    <w:rsid w:val="00716EEC"/>
    <w:rsid w:val="00717501"/>
    <w:rsid w:val="00717FAF"/>
    <w:rsid w:val="007214B0"/>
    <w:rsid w:val="00721AC6"/>
    <w:rsid w:val="007240AC"/>
    <w:rsid w:val="0072437F"/>
    <w:rsid w:val="00724762"/>
    <w:rsid w:val="007251C3"/>
    <w:rsid w:val="00725A91"/>
    <w:rsid w:val="007260A8"/>
    <w:rsid w:val="00730028"/>
    <w:rsid w:val="0073060C"/>
    <w:rsid w:val="007307D6"/>
    <w:rsid w:val="007310A6"/>
    <w:rsid w:val="00731489"/>
    <w:rsid w:val="007324CB"/>
    <w:rsid w:val="00732553"/>
    <w:rsid w:val="00732A91"/>
    <w:rsid w:val="00732CCB"/>
    <w:rsid w:val="007330F6"/>
    <w:rsid w:val="00734F1D"/>
    <w:rsid w:val="007354F8"/>
    <w:rsid w:val="007359DB"/>
    <w:rsid w:val="00735EAE"/>
    <w:rsid w:val="0073610C"/>
    <w:rsid w:val="007366AB"/>
    <w:rsid w:val="007366B4"/>
    <w:rsid w:val="007370BD"/>
    <w:rsid w:val="00737300"/>
    <w:rsid w:val="00737AB3"/>
    <w:rsid w:val="00740030"/>
    <w:rsid w:val="007405CF"/>
    <w:rsid w:val="00740E63"/>
    <w:rsid w:val="00740F4E"/>
    <w:rsid w:val="007416B7"/>
    <w:rsid w:val="00741CC1"/>
    <w:rsid w:val="0074232F"/>
    <w:rsid w:val="00743F9C"/>
    <w:rsid w:val="007441DE"/>
    <w:rsid w:val="007444EA"/>
    <w:rsid w:val="007446D8"/>
    <w:rsid w:val="00745283"/>
    <w:rsid w:val="007454A0"/>
    <w:rsid w:val="007458FC"/>
    <w:rsid w:val="007463F4"/>
    <w:rsid w:val="00747B9D"/>
    <w:rsid w:val="00747C30"/>
    <w:rsid w:val="00747C52"/>
    <w:rsid w:val="00750672"/>
    <w:rsid w:val="00750C53"/>
    <w:rsid w:val="00750EE8"/>
    <w:rsid w:val="00750F78"/>
    <w:rsid w:val="007515BD"/>
    <w:rsid w:val="00752242"/>
    <w:rsid w:val="0075262A"/>
    <w:rsid w:val="00752C14"/>
    <w:rsid w:val="00752F93"/>
    <w:rsid w:val="00753C1A"/>
    <w:rsid w:val="00754002"/>
    <w:rsid w:val="00754C42"/>
    <w:rsid w:val="00755042"/>
    <w:rsid w:val="00755BE0"/>
    <w:rsid w:val="007560AB"/>
    <w:rsid w:val="00756DCC"/>
    <w:rsid w:val="00757555"/>
    <w:rsid w:val="00757F60"/>
    <w:rsid w:val="00760DED"/>
    <w:rsid w:val="007618D4"/>
    <w:rsid w:val="0076234E"/>
    <w:rsid w:val="00762754"/>
    <w:rsid w:val="00762C93"/>
    <w:rsid w:val="007631C0"/>
    <w:rsid w:val="007633E6"/>
    <w:rsid w:val="007635C3"/>
    <w:rsid w:val="00763D1F"/>
    <w:rsid w:val="00764067"/>
    <w:rsid w:val="007657E6"/>
    <w:rsid w:val="00765C7D"/>
    <w:rsid w:val="00765FA5"/>
    <w:rsid w:val="0076604D"/>
    <w:rsid w:val="00766B19"/>
    <w:rsid w:val="00766E0E"/>
    <w:rsid w:val="0077030D"/>
    <w:rsid w:val="007710D2"/>
    <w:rsid w:val="00771441"/>
    <w:rsid w:val="007718FE"/>
    <w:rsid w:val="00771B72"/>
    <w:rsid w:val="00771D53"/>
    <w:rsid w:val="00772EB9"/>
    <w:rsid w:val="00772EC1"/>
    <w:rsid w:val="007736B5"/>
    <w:rsid w:val="00774180"/>
    <w:rsid w:val="00774EF4"/>
    <w:rsid w:val="00775193"/>
    <w:rsid w:val="007760B1"/>
    <w:rsid w:val="00776E39"/>
    <w:rsid w:val="007808BD"/>
    <w:rsid w:val="00780D41"/>
    <w:rsid w:val="00780DD1"/>
    <w:rsid w:val="00780ED8"/>
    <w:rsid w:val="0078180B"/>
    <w:rsid w:val="007821AB"/>
    <w:rsid w:val="00782AE2"/>
    <w:rsid w:val="00782C18"/>
    <w:rsid w:val="0078348C"/>
    <w:rsid w:val="00783668"/>
    <w:rsid w:val="007849E3"/>
    <w:rsid w:val="00784AC6"/>
    <w:rsid w:val="00785180"/>
    <w:rsid w:val="00787F25"/>
    <w:rsid w:val="00790136"/>
    <w:rsid w:val="007902DE"/>
    <w:rsid w:val="0079065B"/>
    <w:rsid w:val="007914A4"/>
    <w:rsid w:val="007918CC"/>
    <w:rsid w:val="007921A1"/>
    <w:rsid w:val="007921A6"/>
    <w:rsid w:val="00792249"/>
    <w:rsid w:val="007926DF"/>
    <w:rsid w:val="00793BC1"/>
    <w:rsid w:val="0079414D"/>
    <w:rsid w:val="007941EC"/>
    <w:rsid w:val="0079454D"/>
    <w:rsid w:val="0079488A"/>
    <w:rsid w:val="00795542"/>
    <w:rsid w:val="00795BE8"/>
    <w:rsid w:val="0079630A"/>
    <w:rsid w:val="0079693C"/>
    <w:rsid w:val="00796A83"/>
    <w:rsid w:val="00797969"/>
    <w:rsid w:val="00797B81"/>
    <w:rsid w:val="00797E83"/>
    <w:rsid w:val="007A253F"/>
    <w:rsid w:val="007A2D59"/>
    <w:rsid w:val="007A2E2A"/>
    <w:rsid w:val="007A3D9F"/>
    <w:rsid w:val="007A44C5"/>
    <w:rsid w:val="007A48BF"/>
    <w:rsid w:val="007A4F83"/>
    <w:rsid w:val="007A6296"/>
    <w:rsid w:val="007A7415"/>
    <w:rsid w:val="007A7932"/>
    <w:rsid w:val="007B0187"/>
    <w:rsid w:val="007B02CD"/>
    <w:rsid w:val="007B0E08"/>
    <w:rsid w:val="007B1BC4"/>
    <w:rsid w:val="007B2453"/>
    <w:rsid w:val="007B28E0"/>
    <w:rsid w:val="007B2AF1"/>
    <w:rsid w:val="007B3254"/>
    <w:rsid w:val="007B4477"/>
    <w:rsid w:val="007B45C3"/>
    <w:rsid w:val="007B45F1"/>
    <w:rsid w:val="007B4C29"/>
    <w:rsid w:val="007B50A3"/>
    <w:rsid w:val="007B599A"/>
    <w:rsid w:val="007B6AA5"/>
    <w:rsid w:val="007B6C54"/>
    <w:rsid w:val="007B7552"/>
    <w:rsid w:val="007C01D9"/>
    <w:rsid w:val="007C0679"/>
    <w:rsid w:val="007C0E3D"/>
    <w:rsid w:val="007C0E72"/>
    <w:rsid w:val="007C1982"/>
    <w:rsid w:val="007C2E46"/>
    <w:rsid w:val="007C2EDB"/>
    <w:rsid w:val="007C42C3"/>
    <w:rsid w:val="007C52C7"/>
    <w:rsid w:val="007C6CA4"/>
    <w:rsid w:val="007C7174"/>
    <w:rsid w:val="007C74BE"/>
    <w:rsid w:val="007D01EB"/>
    <w:rsid w:val="007D09C3"/>
    <w:rsid w:val="007D14BB"/>
    <w:rsid w:val="007D1847"/>
    <w:rsid w:val="007D23EB"/>
    <w:rsid w:val="007D4253"/>
    <w:rsid w:val="007D4507"/>
    <w:rsid w:val="007D4680"/>
    <w:rsid w:val="007D6925"/>
    <w:rsid w:val="007D746C"/>
    <w:rsid w:val="007E0180"/>
    <w:rsid w:val="007E039C"/>
    <w:rsid w:val="007E1268"/>
    <w:rsid w:val="007E20FB"/>
    <w:rsid w:val="007E3610"/>
    <w:rsid w:val="007E36C0"/>
    <w:rsid w:val="007E4570"/>
    <w:rsid w:val="007E518B"/>
    <w:rsid w:val="007E5219"/>
    <w:rsid w:val="007E56A9"/>
    <w:rsid w:val="007E6A04"/>
    <w:rsid w:val="007E7FA6"/>
    <w:rsid w:val="007F0C82"/>
    <w:rsid w:val="007F0ED1"/>
    <w:rsid w:val="007F21EE"/>
    <w:rsid w:val="007F3CB0"/>
    <w:rsid w:val="007F4262"/>
    <w:rsid w:val="007F4D2F"/>
    <w:rsid w:val="007F4E89"/>
    <w:rsid w:val="007F5FC7"/>
    <w:rsid w:val="007F6194"/>
    <w:rsid w:val="007F72CF"/>
    <w:rsid w:val="007F7D93"/>
    <w:rsid w:val="007F7E2E"/>
    <w:rsid w:val="00800122"/>
    <w:rsid w:val="0080185F"/>
    <w:rsid w:val="00802E44"/>
    <w:rsid w:val="00802E60"/>
    <w:rsid w:val="00803264"/>
    <w:rsid w:val="008034CF"/>
    <w:rsid w:val="00803EB7"/>
    <w:rsid w:val="008044EC"/>
    <w:rsid w:val="0080526F"/>
    <w:rsid w:val="0080570C"/>
    <w:rsid w:val="00805FDA"/>
    <w:rsid w:val="00806C92"/>
    <w:rsid w:val="008072AD"/>
    <w:rsid w:val="00810468"/>
    <w:rsid w:val="0081059F"/>
    <w:rsid w:val="00811264"/>
    <w:rsid w:val="00812896"/>
    <w:rsid w:val="008133FE"/>
    <w:rsid w:val="00813B88"/>
    <w:rsid w:val="0081492C"/>
    <w:rsid w:val="00814ED6"/>
    <w:rsid w:val="008163DD"/>
    <w:rsid w:val="0081669A"/>
    <w:rsid w:val="008166C1"/>
    <w:rsid w:val="00817BDB"/>
    <w:rsid w:val="00817E2A"/>
    <w:rsid w:val="00820DC4"/>
    <w:rsid w:val="008210EB"/>
    <w:rsid w:val="0082153A"/>
    <w:rsid w:val="0082186B"/>
    <w:rsid w:val="0082253E"/>
    <w:rsid w:val="008243F1"/>
    <w:rsid w:val="008255BE"/>
    <w:rsid w:val="00826C44"/>
    <w:rsid w:val="008272EA"/>
    <w:rsid w:val="0082783B"/>
    <w:rsid w:val="00827F30"/>
    <w:rsid w:val="00830455"/>
    <w:rsid w:val="00830AD3"/>
    <w:rsid w:val="0083137A"/>
    <w:rsid w:val="00831535"/>
    <w:rsid w:val="00831C31"/>
    <w:rsid w:val="0083242B"/>
    <w:rsid w:val="0083252B"/>
    <w:rsid w:val="00833500"/>
    <w:rsid w:val="00833A4F"/>
    <w:rsid w:val="0083500D"/>
    <w:rsid w:val="00835A3A"/>
    <w:rsid w:val="00835BA6"/>
    <w:rsid w:val="00837AF7"/>
    <w:rsid w:val="00837DC3"/>
    <w:rsid w:val="00841149"/>
    <w:rsid w:val="008411D8"/>
    <w:rsid w:val="00842222"/>
    <w:rsid w:val="00842287"/>
    <w:rsid w:val="0084293F"/>
    <w:rsid w:val="00843B69"/>
    <w:rsid w:val="00844110"/>
    <w:rsid w:val="0084411B"/>
    <w:rsid w:val="00844663"/>
    <w:rsid w:val="00844B3C"/>
    <w:rsid w:val="00844B4C"/>
    <w:rsid w:val="00844E42"/>
    <w:rsid w:val="00844F87"/>
    <w:rsid w:val="00845138"/>
    <w:rsid w:val="00846056"/>
    <w:rsid w:val="00846520"/>
    <w:rsid w:val="00846704"/>
    <w:rsid w:val="00846924"/>
    <w:rsid w:val="008476FF"/>
    <w:rsid w:val="00851954"/>
    <w:rsid w:val="008522D7"/>
    <w:rsid w:val="008539CD"/>
    <w:rsid w:val="00853BC2"/>
    <w:rsid w:val="00853CA1"/>
    <w:rsid w:val="0085442B"/>
    <w:rsid w:val="0085443C"/>
    <w:rsid w:val="00854CC6"/>
    <w:rsid w:val="00855029"/>
    <w:rsid w:val="00856606"/>
    <w:rsid w:val="00857829"/>
    <w:rsid w:val="008578FC"/>
    <w:rsid w:val="00861E6B"/>
    <w:rsid w:val="008620C6"/>
    <w:rsid w:val="00862719"/>
    <w:rsid w:val="008636B7"/>
    <w:rsid w:val="008637DA"/>
    <w:rsid w:val="008639E4"/>
    <w:rsid w:val="00863BED"/>
    <w:rsid w:val="00864EA6"/>
    <w:rsid w:val="0086598C"/>
    <w:rsid w:val="00865B32"/>
    <w:rsid w:val="00866001"/>
    <w:rsid w:val="008670EC"/>
    <w:rsid w:val="008671B3"/>
    <w:rsid w:val="00867418"/>
    <w:rsid w:val="00867CF6"/>
    <w:rsid w:val="00870349"/>
    <w:rsid w:val="00870EB2"/>
    <w:rsid w:val="00870FCC"/>
    <w:rsid w:val="00871440"/>
    <w:rsid w:val="008723CB"/>
    <w:rsid w:val="0087276E"/>
    <w:rsid w:val="00872A08"/>
    <w:rsid w:val="00873446"/>
    <w:rsid w:val="00874133"/>
    <w:rsid w:val="00874740"/>
    <w:rsid w:val="00875709"/>
    <w:rsid w:val="00875B29"/>
    <w:rsid w:val="00876366"/>
    <w:rsid w:val="00881353"/>
    <w:rsid w:val="008813CC"/>
    <w:rsid w:val="008823B9"/>
    <w:rsid w:val="0088282C"/>
    <w:rsid w:val="00883288"/>
    <w:rsid w:val="00883CCE"/>
    <w:rsid w:val="00883D45"/>
    <w:rsid w:val="00883E56"/>
    <w:rsid w:val="00884A92"/>
    <w:rsid w:val="00884B5F"/>
    <w:rsid w:val="00885E56"/>
    <w:rsid w:val="00885E8E"/>
    <w:rsid w:val="00886377"/>
    <w:rsid w:val="00886C17"/>
    <w:rsid w:val="0088779D"/>
    <w:rsid w:val="0088799A"/>
    <w:rsid w:val="0089017F"/>
    <w:rsid w:val="00890A3B"/>
    <w:rsid w:val="00891B6C"/>
    <w:rsid w:val="00891CE1"/>
    <w:rsid w:val="0089297C"/>
    <w:rsid w:val="0089317B"/>
    <w:rsid w:val="008935AF"/>
    <w:rsid w:val="00893A85"/>
    <w:rsid w:val="00893B9D"/>
    <w:rsid w:val="008940F4"/>
    <w:rsid w:val="008943D7"/>
    <w:rsid w:val="00894FC9"/>
    <w:rsid w:val="00896DB7"/>
    <w:rsid w:val="00896E81"/>
    <w:rsid w:val="008978D0"/>
    <w:rsid w:val="00897FA7"/>
    <w:rsid w:val="008A09AF"/>
    <w:rsid w:val="008A12B6"/>
    <w:rsid w:val="008A1730"/>
    <w:rsid w:val="008A17B3"/>
    <w:rsid w:val="008A2476"/>
    <w:rsid w:val="008A29EA"/>
    <w:rsid w:val="008A389B"/>
    <w:rsid w:val="008A43C9"/>
    <w:rsid w:val="008A4D98"/>
    <w:rsid w:val="008A661D"/>
    <w:rsid w:val="008A66C4"/>
    <w:rsid w:val="008A6FEE"/>
    <w:rsid w:val="008A7D4F"/>
    <w:rsid w:val="008B0422"/>
    <w:rsid w:val="008B0728"/>
    <w:rsid w:val="008B1305"/>
    <w:rsid w:val="008B1405"/>
    <w:rsid w:val="008B29C6"/>
    <w:rsid w:val="008B2A3A"/>
    <w:rsid w:val="008B4ACF"/>
    <w:rsid w:val="008B56F4"/>
    <w:rsid w:val="008B75C3"/>
    <w:rsid w:val="008C069D"/>
    <w:rsid w:val="008C1ACC"/>
    <w:rsid w:val="008C3233"/>
    <w:rsid w:val="008C36D8"/>
    <w:rsid w:val="008C3811"/>
    <w:rsid w:val="008C460A"/>
    <w:rsid w:val="008C485A"/>
    <w:rsid w:val="008C4AC1"/>
    <w:rsid w:val="008C5B1B"/>
    <w:rsid w:val="008C66DE"/>
    <w:rsid w:val="008C6B90"/>
    <w:rsid w:val="008C7B12"/>
    <w:rsid w:val="008C7EB6"/>
    <w:rsid w:val="008D0533"/>
    <w:rsid w:val="008D0850"/>
    <w:rsid w:val="008D3832"/>
    <w:rsid w:val="008D48D7"/>
    <w:rsid w:val="008D4D93"/>
    <w:rsid w:val="008D5A86"/>
    <w:rsid w:val="008D61D7"/>
    <w:rsid w:val="008D64EB"/>
    <w:rsid w:val="008D684B"/>
    <w:rsid w:val="008D6F8C"/>
    <w:rsid w:val="008D6F9F"/>
    <w:rsid w:val="008D7585"/>
    <w:rsid w:val="008E1689"/>
    <w:rsid w:val="008E203F"/>
    <w:rsid w:val="008E27CA"/>
    <w:rsid w:val="008E27FC"/>
    <w:rsid w:val="008E32FB"/>
    <w:rsid w:val="008E44DE"/>
    <w:rsid w:val="008E4720"/>
    <w:rsid w:val="008E51E4"/>
    <w:rsid w:val="008E5C0A"/>
    <w:rsid w:val="008E5D6B"/>
    <w:rsid w:val="008E5F0D"/>
    <w:rsid w:val="008E659A"/>
    <w:rsid w:val="008E7D13"/>
    <w:rsid w:val="008F0A43"/>
    <w:rsid w:val="008F1509"/>
    <w:rsid w:val="008F17A5"/>
    <w:rsid w:val="008F18DA"/>
    <w:rsid w:val="008F1A02"/>
    <w:rsid w:val="008F2422"/>
    <w:rsid w:val="008F28FD"/>
    <w:rsid w:val="008F2A64"/>
    <w:rsid w:val="008F2F2C"/>
    <w:rsid w:val="008F4AAD"/>
    <w:rsid w:val="008F51FE"/>
    <w:rsid w:val="008F5550"/>
    <w:rsid w:val="008F67CC"/>
    <w:rsid w:val="008F7FD0"/>
    <w:rsid w:val="00902459"/>
    <w:rsid w:val="00902A92"/>
    <w:rsid w:val="00903AE6"/>
    <w:rsid w:val="00903C4D"/>
    <w:rsid w:val="00903EB6"/>
    <w:rsid w:val="00904260"/>
    <w:rsid w:val="00904387"/>
    <w:rsid w:val="009049D6"/>
    <w:rsid w:val="009059CB"/>
    <w:rsid w:val="00905C7B"/>
    <w:rsid w:val="00906509"/>
    <w:rsid w:val="009067B2"/>
    <w:rsid w:val="00906EE3"/>
    <w:rsid w:val="009079A6"/>
    <w:rsid w:val="00910A1C"/>
    <w:rsid w:val="0091117A"/>
    <w:rsid w:val="00911C3B"/>
    <w:rsid w:val="00911DD1"/>
    <w:rsid w:val="0091203E"/>
    <w:rsid w:val="0091218A"/>
    <w:rsid w:val="00913463"/>
    <w:rsid w:val="009134BB"/>
    <w:rsid w:val="00913524"/>
    <w:rsid w:val="0091458E"/>
    <w:rsid w:val="00915299"/>
    <w:rsid w:val="00915C8A"/>
    <w:rsid w:val="00915EAB"/>
    <w:rsid w:val="009168D1"/>
    <w:rsid w:val="00916A2A"/>
    <w:rsid w:val="009171AF"/>
    <w:rsid w:val="00917293"/>
    <w:rsid w:val="00917400"/>
    <w:rsid w:val="00917590"/>
    <w:rsid w:val="00920D2A"/>
    <w:rsid w:val="00920F94"/>
    <w:rsid w:val="0092117D"/>
    <w:rsid w:val="0092159C"/>
    <w:rsid w:val="009215D8"/>
    <w:rsid w:val="00921C91"/>
    <w:rsid w:val="00922E48"/>
    <w:rsid w:val="00922EB8"/>
    <w:rsid w:val="00923028"/>
    <w:rsid w:val="009233E7"/>
    <w:rsid w:val="00923F50"/>
    <w:rsid w:val="00925D95"/>
    <w:rsid w:val="0092600E"/>
    <w:rsid w:val="0092616F"/>
    <w:rsid w:val="00926E8D"/>
    <w:rsid w:val="00926F97"/>
    <w:rsid w:val="00927798"/>
    <w:rsid w:val="00930E72"/>
    <w:rsid w:val="009315B0"/>
    <w:rsid w:val="00931A11"/>
    <w:rsid w:val="00932069"/>
    <w:rsid w:val="00932273"/>
    <w:rsid w:val="00934496"/>
    <w:rsid w:val="00935B13"/>
    <w:rsid w:val="0093669C"/>
    <w:rsid w:val="009402E8"/>
    <w:rsid w:val="00940D9B"/>
    <w:rsid w:val="00940DAF"/>
    <w:rsid w:val="00941B73"/>
    <w:rsid w:val="00942B2F"/>
    <w:rsid w:val="00942B6E"/>
    <w:rsid w:val="00942C21"/>
    <w:rsid w:val="0094432E"/>
    <w:rsid w:val="00945B0B"/>
    <w:rsid w:val="00946EC5"/>
    <w:rsid w:val="00946F80"/>
    <w:rsid w:val="009472EA"/>
    <w:rsid w:val="009508C8"/>
    <w:rsid w:val="009528B5"/>
    <w:rsid w:val="00952A2B"/>
    <w:rsid w:val="00952E50"/>
    <w:rsid w:val="009540C9"/>
    <w:rsid w:val="00954F8C"/>
    <w:rsid w:val="0095548A"/>
    <w:rsid w:val="0095548E"/>
    <w:rsid w:val="009554D8"/>
    <w:rsid w:val="00956D32"/>
    <w:rsid w:val="00957DB1"/>
    <w:rsid w:val="00960069"/>
    <w:rsid w:val="009610B7"/>
    <w:rsid w:val="009618AC"/>
    <w:rsid w:val="00961CCE"/>
    <w:rsid w:val="00962728"/>
    <w:rsid w:val="009630A6"/>
    <w:rsid w:val="0096310B"/>
    <w:rsid w:val="0096379C"/>
    <w:rsid w:val="00963B9B"/>
    <w:rsid w:val="00964A20"/>
    <w:rsid w:val="00964AA0"/>
    <w:rsid w:val="00964B42"/>
    <w:rsid w:val="00964F17"/>
    <w:rsid w:val="0096768D"/>
    <w:rsid w:val="00967C04"/>
    <w:rsid w:val="00967E79"/>
    <w:rsid w:val="009705A2"/>
    <w:rsid w:val="009711B9"/>
    <w:rsid w:val="00971814"/>
    <w:rsid w:val="00972446"/>
    <w:rsid w:val="009725D6"/>
    <w:rsid w:val="00972A89"/>
    <w:rsid w:val="00973286"/>
    <w:rsid w:val="00973E95"/>
    <w:rsid w:val="00973FA6"/>
    <w:rsid w:val="00974534"/>
    <w:rsid w:val="009745F4"/>
    <w:rsid w:val="009755D9"/>
    <w:rsid w:val="00975903"/>
    <w:rsid w:val="0097614D"/>
    <w:rsid w:val="009765AB"/>
    <w:rsid w:val="00976817"/>
    <w:rsid w:val="00976E77"/>
    <w:rsid w:val="00977646"/>
    <w:rsid w:val="009778DD"/>
    <w:rsid w:val="0098021C"/>
    <w:rsid w:val="0098104C"/>
    <w:rsid w:val="009817D8"/>
    <w:rsid w:val="00981B11"/>
    <w:rsid w:val="00982094"/>
    <w:rsid w:val="00982648"/>
    <w:rsid w:val="0098284F"/>
    <w:rsid w:val="0098326A"/>
    <w:rsid w:val="0098486A"/>
    <w:rsid w:val="00984EFD"/>
    <w:rsid w:val="00987356"/>
    <w:rsid w:val="00987F6F"/>
    <w:rsid w:val="00990DA9"/>
    <w:rsid w:val="00991A40"/>
    <w:rsid w:val="00992548"/>
    <w:rsid w:val="00992A77"/>
    <w:rsid w:val="00992AE6"/>
    <w:rsid w:val="009933EA"/>
    <w:rsid w:val="009947D5"/>
    <w:rsid w:val="009955B7"/>
    <w:rsid w:val="009968DD"/>
    <w:rsid w:val="009A076C"/>
    <w:rsid w:val="009A0AC0"/>
    <w:rsid w:val="009A139E"/>
    <w:rsid w:val="009A1870"/>
    <w:rsid w:val="009A2538"/>
    <w:rsid w:val="009A2948"/>
    <w:rsid w:val="009A37A0"/>
    <w:rsid w:val="009A3B5A"/>
    <w:rsid w:val="009A3DCA"/>
    <w:rsid w:val="009A4099"/>
    <w:rsid w:val="009A4206"/>
    <w:rsid w:val="009A4325"/>
    <w:rsid w:val="009A474A"/>
    <w:rsid w:val="009A48D0"/>
    <w:rsid w:val="009A5982"/>
    <w:rsid w:val="009A62B9"/>
    <w:rsid w:val="009A65F6"/>
    <w:rsid w:val="009B11AD"/>
    <w:rsid w:val="009B2C27"/>
    <w:rsid w:val="009B2E19"/>
    <w:rsid w:val="009B5E5E"/>
    <w:rsid w:val="009B6E1B"/>
    <w:rsid w:val="009B757A"/>
    <w:rsid w:val="009C147B"/>
    <w:rsid w:val="009C14E3"/>
    <w:rsid w:val="009C28A5"/>
    <w:rsid w:val="009C2B9B"/>
    <w:rsid w:val="009C2C1F"/>
    <w:rsid w:val="009C3691"/>
    <w:rsid w:val="009C3E66"/>
    <w:rsid w:val="009C3F8D"/>
    <w:rsid w:val="009C45D7"/>
    <w:rsid w:val="009C4F91"/>
    <w:rsid w:val="009C5138"/>
    <w:rsid w:val="009C5299"/>
    <w:rsid w:val="009C6908"/>
    <w:rsid w:val="009C746A"/>
    <w:rsid w:val="009D212F"/>
    <w:rsid w:val="009D2158"/>
    <w:rsid w:val="009D2220"/>
    <w:rsid w:val="009D2AD9"/>
    <w:rsid w:val="009D34BD"/>
    <w:rsid w:val="009D5D71"/>
    <w:rsid w:val="009D6B3A"/>
    <w:rsid w:val="009E0937"/>
    <w:rsid w:val="009E0B74"/>
    <w:rsid w:val="009E169C"/>
    <w:rsid w:val="009E294E"/>
    <w:rsid w:val="009E320D"/>
    <w:rsid w:val="009E3428"/>
    <w:rsid w:val="009E3450"/>
    <w:rsid w:val="009E3AAC"/>
    <w:rsid w:val="009E4448"/>
    <w:rsid w:val="009E46C5"/>
    <w:rsid w:val="009E4C92"/>
    <w:rsid w:val="009E4F33"/>
    <w:rsid w:val="009E530D"/>
    <w:rsid w:val="009E5DCC"/>
    <w:rsid w:val="009E616A"/>
    <w:rsid w:val="009E6CB5"/>
    <w:rsid w:val="009E6FCF"/>
    <w:rsid w:val="009E7A34"/>
    <w:rsid w:val="009E7B99"/>
    <w:rsid w:val="009F0C66"/>
    <w:rsid w:val="009F0FC3"/>
    <w:rsid w:val="009F1589"/>
    <w:rsid w:val="009F15CF"/>
    <w:rsid w:val="009F16AA"/>
    <w:rsid w:val="009F34D6"/>
    <w:rsid w:val="009F3A56"/>
    <w:rsid w:val="009F3E23"/>
    <w:rsid w:val="009F4345"/>
    <w:rsid w:val="009F46F8"/>
    <w:rsid w:val="009F5A9A"/>
    <w:rsid w:val="009F5E5B"/>
    <w:rsid w:val="009F6156"/>
    <w:rsid w:val="009F7480"/>
    <w:rsid w:val="00A006EF"/>
    <w:rsid w:val="00A014A3"/>
    <w:rsid w:val="00A01EFA"/>
    <w:rsid w:val="00A01F31"/>
    <w:rsid w:val="00A02652"/>
    <w:rsid w:val="00A02867"/>
    <w:rsid w:val="00A0360B"/>
    <w:rsid w:val="00A03628"/>
    <w:rsid w:val="00A044C8"/>
    <w:rsid w:val="00A0458A"/>
    <w:rsid w:val="00A05D86"/>
    <w:rsid w:val="00A06EB6"/>
    <w:rsid w:val="00A07354"/>
    <w:rsid w:val="00A07E0E"/>
    <w:rsid w:val="00A10C44"/>
    <w:rsid w:val="00A10CDC"/>
    <w:rsid w:val="00A10E5E"/>
    <w:rsid w:val="00A11AB6"/>
    <w:rsid w:val="00A1200B"/>
    <w:rsid w:val="00A121FA"/>
    <w:rsid w:val="00A13515"/>
    <w:rsid w:val="00A13644"/>
    <w:rsid w:val="00A1487C"/>
    <w:rsid w:val="00A14BFC"/>
    <w:rsid w:val="00A151DB"/>
    <w:rsid w:val="00A159EF"/>
    <w:rsid w:val="00A16DE7"/>
    <w:rsid w:val="00A176E9"/>
    <w:rsid w:val="00A179EA"/>
    <w:rsid w:val="00A21543"/>
    <w:rsid w:val="00A21FEB"/>
    <w:rsid w:val="00A22B07"/>
    <w:rsid w:val="00A231CC"/>
    <w:rsid w:val="00A232F4"/>
    <w:rsid w:val="00A23E9A"/>
    <w:rsid w:val="00A257B0"/>
    <w:rsid w:val="00A25AEA"/>
    <w:rsid w:val="00A25CD3"/>
    <w:rsid w:val="00A2689C"/>
    <w:rsid w:val="00A26FFC"/>
    <w:rsid w:val="00A27275"/>
    <w:rsid w:val="00A27B31"/>
    <w:rsid w:val="00A3143F"/>
    <w:rsid w:val="00A32148"/>
    <w:rsid w:val="00A3230C"/>
    <w:rsid w:val="00A32A55"/>
    <w:rsid w:val="00A33CF3"/>
    <w:rsid w:val="00A33D68"/>
    <w:rsid w:val="00A36D56"/>
    <w:rsid w:val="00A36DEB"/>
    <w:rsid w:val="00A37D3E"/>
    <w:rsid w:val="00A4069A"/>
    <w:rsid w:val="00A411ED"/>
    <w:rsid w:val="00A41B8D"/>
    <w:rsid w:val="00A41BA7"/>
    <w:rsid w:val="00A428F2"/>
    <w:rsid w:val="00A42C15"/>
    <w:rsid w:val="00A43A29"/>
    <w:rsid w:val="00A445D3"/>
    <w:rsid w:val="00A446A7"/>
    <w:rsid w:val="00A4500C"/>
    <w:rsid w:val="00A45233"/>
    <w:rsid w:val="00A46098"/>
    <w:rsid w:val="00A46116"/>
    <w:rsid w:val="00A506CD"/>
    <w:rsid w:val="00A508D5"/>
    <w:rsid w:val="00A50E60"/>
    <w:rsid w:val="00A51D25"/>
    <w:rsid w:val="00A51E1A"/>
    <w:rsid w:val="00A51FAC"/>
    <w:rsid w:val="00A53B95"/>
    <w:rsid w:val="00A54443"/>
    <w:rsid w:val="00A547AA"/>
    <w:rsid w:val="00A54B8B"/>
    <w:rsid w:val="00A54E96"/>
    <w:rsid w:val="00A5545F"/>
    <w:rsid w:val="00A5592E"/>
    <w:rsid w:val="00A56DAB"/>
    <w:rsid w:val="00A56F03"/>
    <w:rsid w:val="00A570EF"/>
    <w:rsid w:val="00A576FE"/>
    <w:rsid w:val="00A578E7"/>
    <w:rsid w:val="00A60752"/>
    <w:rsid w:val="00A6101D"/>
    <w:rsid w:val="00A61268"/>
    <w:rsid w:val="00A628A6"/>
    <w:rsid w:val="00A62B42"/>
    <w:rsid w:val="00A63374"/>
    <w:rsid w:val="00A64E42"/>
    <w:rsid w:val="00A653E7"/>
    <w:rsid w:val="00A65A83"/>
    <w:rsid w:val="00A65CD4"/>
    <w:rsid w:val="00A672F0"/>
    <w:rsid w:val="00A67325"/>
    <w:rsid w:val="00A675BD"/>
    <w:rsid w:val="00A7065A"/>
    <w:rsid w:val="00A70DB0"/>
    <w:rsid w:val="00A71046"/>
    <w:rsid w:val="00A719D6"/>
    <w:rsid w:val="00A71BE2"/>
    <w:rsid w:val="00A71DF0"/>
    <w:rsid w:val="00A721A1"/>
    <w:rsid w:val="00A7346C"/>
    <w:rsid w:val="00A73E76"/>
    <w:rsid w:val="00A73E7C"/>
    <w:rsid w:val="00A73EA4"/>
    <w:rsid w:val="00A73EDF"/>
    <w:rsid w:val="00A75718"/>
    <w:rsid w:val="00A75A12"/>
    <w:rsid w:val="00A75AF0"/>
    <w:rsid w:val="00A75B00"/>
    <w:rsid w:val="00A75F8E"/>
    <w:rsid w:val="00A76120"/>
    <w:rsid w:val="00A76941"/>
    <w:rsid w:val="00A76C0F"/>
    <w:rsid w:val="00A76E0F"/>
    <w:rsid w:val="00A77ADC"/>
    <w:rsid w:val="00A77D03"/>
    <w:rsid w:val="00A80526"/>
    <w:rsid w:val="00A80690"/>
    <w:rsid w:val="00A80705"/>
    <w:rsid w:val="00A80797"/>
    <w:rsid w:val="00A80851"/>
    <w:rsid w:val="00A811E8"/>
    <w:rsid w:val="00A824BC"/>
    <w:rsid w:val="00A82724"/>
    <w:rsid w:val="00A8288C"/>
    <w:rsid w:val="00A82B9E"/>
    <w:rsid w:val="00A844C4"/>
    <w:rsid w:val="00A851D8"/>
    <w:rsid w:val="00A856CC"/>
    <w:rsid w:val="00A85A88"/>
    <w:rsid w:val="00A85D72"/>
    <w:rsid w:val="00A86185"/>
    <w:rsid w:val="00A867D4"/>
    <w:rsid w:val="00A874CF"/>
    <w:rsid w:val="00A87596"/>
    <w:rsid w:val="00A87E30"/>
    <w:rsid w:val="00A90669"/>
    <w:rsid w:val="00A90880"/>
    <w:rsid w:val="00A91972"/>
    <w:rsid w:val="00A91E61"/>
    <w:rsid w:val="00A91F0A"/>
    <w:rsid w:val="00A926D7"/>
    <w:rsid w:val="00A92A70"/>
    <w:rsid w:val="00A93296"/>
    <w:rsid w:val="00A938AC"/>
    <w:rsid w:val="00A93929"/>
    <w:rsid w:val="00A94536"/>
    <w:rsid w:val="00A94822"/>
    <w:rsid w:val="00A956AB"/>
    <w:rsid w:val="00A9588A"/>
    <w:rsid w:val="00A95A64"/>
    <w:rsid w:val="00A96110"/>
    <w:rsid w:val="00A9626C"/>
    <w:rsid w:val="00AA05C1"/>
    <w:rsid w:val="00AA0DC4"/>
    <w:rsid w:val="00AA1A37"/>
    <w:rsid w:val="00AA2A20"/>
    <w:rsid w:val="00AA2EDF"/>
    <w:rsid w:val="00AA3256"/>
    <w:rsid w:val="00AA337E"/>
    <w:rsid w:val="00AA3949"/>
    <w:rsid w:val="00AA3C87"/>
    <w:rsid w:val="00AA4063"/>
    <w:rsid w:val="00AA4ED2"/>
    <w:rsid w:val="00AA5CC8"/>
    <w:rsid w:val="00AA6459"/>
    <w:rsid w:val="00AA6E31"/>
    <w:rsid w:val="00AB0CE2"/>
    <w:rsid w:val="00AB1328"/>
    <w:rsid w:val="00AB2644"/>
    <w:rsid w:val="00AB399E"/>
    <w:rsid w:val="00AB3C8F"/>
    <w:rsid w:val="00AB3D91"/>
    <w:rsid w:val="00AB3EE9"/>
    <w:rsid w:val="00AB4749"/>
    <w:rsid w:val="00AB4BF6"/>
    <w:rsid w:val="00AB4C25"/>
    <w:rsid w:val="00AB5DDB"/>
    <w:rsid w:val="00AB6A50"/>
    <w:rsid w:val="00AB7499"/>
    <w:rsid w:val="00AB7A38"/>
    <w:rsid w:val="00AC0197"/>
    <w:rsid w:val="00AC170D"/>
    <w:rsid w:val="00AC2149"/>
    <w:rsid w:val="00AC295E"/>
    <w:rsid w:val="00AC2EFC"/>
    <w:rsid w:val="00AC3562"/>
    <w:rsid w:val="00AC400B"/>
    <w:rsid w:val="00AC4357"/>
    <w:rsid w:val="00AC4375"/>
    <w:rsid w:val="00AC4686"/>
    <w:rsid w:val="00AC5A29"/>
    <w:rsid w:val="00AC5A55"/>
    <w:rsid w:val="00AC6CBE"/>
    <w:rsid w:val="00AD00F5"/>
    <w:rsid w:val="00AD052C"/>
    <w:rsid w:val="00AD0DE7"/>
    <w:rsid w:val="00AD16CD"/>
    <w:rsid w:val="00AD23A3"/>
    <w:rsid w:val="00AD2F79"/>
    <w:rsid w:val="00AD4613"/>
    <w:rsid w:val="00AD4EE1"/>
    <w:rsid w:val="00AD50B1"/>
    <w:rsid w:val="00AD545B"/>
    <w:rsid w:val="00AD62F6"/>
    <w:rsid w:val="00AE08B8"/>
    <w:rsid w:val="00AE16B9"/>
    <w:rsid w:val="00AE22B7"/>
    <w:rsid w:val="00AE2450"/>
    <w:rsid w:val="00AE2DC7"/>
    <w:rsid w:val="00AE32C0"/>
    <w:rsid w:val="00AE499B"/>
    <w:rsid w:val="00AE49E4"/>
    <w:rsid w:val="00AE6622"/>
    <w:rsid w:val="00AE6C2D"/>
    <w:rsid w:val="00AE7377"/>
    <w:rsid w:val="00AE7428"/>
    <w:rsid w:val="00AF03F8"/>
    <w:rsid w:val="00AF1152"/>
    <w:rsid w:val="00AF192A"/>
    <w:rsid w:val="00AF4363"/>
    <w:rsid w:val="00AF437E"/>
    <w:rsid w:val="00AF49A5"/>
    <w:rsid w:val="00AF4B46"/>
    <w:rsid w:val="00AF4EFA"/>
    <w:rsid w:val="00AF568A"/>
    <w:rsid w:val="00AF578A"/>
    <w:rsid w:val="00AF580B"/>
    <w:rsid w:val="00AF71D5"/>
    <w:rsid w:val="00AF7811"/>
    <w:rsid w:val="00AF7895"/>
    <w:rsid w:val="00AF7EB0"/>
    <w:rsid w:val="00B0031B"/>
    <w:rsid w:val="00B00C45"/>
    <w:rsid w:val="00B0139D"/>
    <w:rsid w:val="00B028DB"/>
    <w:rsid w:val="00B032F2"/>
    <w:rsid w:val="00B0425D"/>
    <w:rsid w:val="00B044BD"/>
    <w:rsid w:val="00B04AB6"/>
    <w:rsid w:val="00B05A05"/>
    <w:rsid w:val="00B07025"/>
    <w:rsid w:val="00B07207"/>
    <w:rsid w:val="00B1009C"/>
    <w:rsid w:val="00B11B9C"/>
    <w:rsid w:val="00B11C49"/>
    <w:rsid w:val="00B11EC5"/>
    <w:rsid w:val="00B120DF"/>
    <w:rsid w:val="00B126A2"/>
    <w:rsid w:val="00B126C1"/>
    <w:rsid w:val="00B12AE2"/>
    <w:rsid w:val="00B12F4D"/>
    <w:rsid w:val="00B135C1"/>
    <w:rsid w:val="00B139E3"/>
    <w:rsid w:val="00B14F42"/>
    <w:rsid w:val="00B1504F"/>
    <w:rsid w:val="00B15177"/>
    <w:rsid w:val="00B15686"/>
    <w:rsid w:val="00B16247"/>
    <w:rsid w:val="00B1675E"/>
    <w:rsid w:val="00B1799C"/>
    <w:rsid w:val="00B21434"/>
    <w:rsid w:val="00B2167C"/>
    <w:rsid w:val="00B218E1"/>
    <w:rsid w:val="00B21E11"/>
    <w:rsid w:val="00B22266"/>
    <w:rsid w:val="00B234A6"/>
    <w:rsid w:val="00B246B8"/>
    <w:rsid w:val="00B257FF"/>
    <w:rsid w:val="00B2635C"/>
    <w:rsid w:val="00B26C22"/>
    <w:rsid w:val="00B27412"/>
    <w:rsid w:val="00B27677"/>
    <w:rsid w:val="00B302FC"/>
    <w:rsid w:val="00B31560"/>
    <w:rsid w:val="00B31710"/>
    <w:rsid w:val="00B3238B"/>
    <w:rsid w:val="00B32719"/>
    <w:rsid w:val="00B32C95"/>
    <w:rsid w:val="00B32D67"/>
    <w:rsid w:val="00B3355D"/>
    <w:rsid w:val="00B337B4"/>
    <w:rsid w:val="00B33D16"/>
    <w:rsid w:val="00B3489B"/>
    <w:rsid w:val="00B34C31"/>
    <w:rsid w:val="00B35628"/>
    <w:rsid w:val="00B357B3"/>
    <w:rsid w:val="00B35F18"/>
    <w:rsid w:val="00B405B2"/>
    <w:rsid w:val="00B40BA2"/>
    <w:rsid w:val="00B41003"/>
    <w:rsid w:val="00B41567"/>
    <w:rsid w:val="00B41606"/>
    <w:rsid w:val="00B41BEE"/>
    <w:rsid w:val="00B42D98"/>
    <w:rsid w:val="00B43679"/>
    <w:rsid w:val="00B43DFC"/>
    <w:rsid w:val="00B44D2D"/>
    <w:rsid w:val="00B45ED8"/>
    <w:rsid w:val="00B46952"/>
    <w:rsid w:val="00B469CD"/>
    <w:rsid w:val="00B472D2"/>
    <w:rsid w:val="00B477DA"/>
    <w:rsid w:val="00B50847"/>
    <w:rsid w:val="00B50BF3"/>
    <w:rsid w:val="00B52BB7"/>
    <w:rsid w:val="00B534CA"/>
    <w:rsid w:val="00B54A2D"/>
    <w:rsid w:val="00B56060"/>
    <w:rsid w:val="00B609EB"/>
    <w:rsid w:val="00B61868"/>
    <w:rsid w:val="00B6230D"/>
    <w:rsid w:val="00B6329B"/>
    <w:rsid w:val="00B636D1"/>
    <w:rsid w:val="00B639F4"/>
    <w:rsid w:val="00B63EAB"/>
    <w:rsid w:val="00B643B2"/>
    <w:rsid w:val="00B649BD"/>
    <w:rsid w:val="00B64E1B"/>
    <w:rsid w:val="00B653E8"/>
    <w:rsid w:val="00B65A62"/>
    <w:rsid w:val="00B66258"/>
    <w:rsid w:val="00B662CC"/>
    <w:rsid w:val="00B66A01"/>
    <w:rsid w:val="00B71774"/>
    <w:rsid w:val="00B744C9"/>
    <w:rsid w:val="00B744E1"/>
    <w:rsid w:val="00B754A6"/>
    <w:rsid w:val="00B755A4"/>
    <w:rsid w:val="00B77084"/>
    <w:rsid w:val="00B777CA"/>
    <w:rsid w:val="00B80300"/>
    <w:rsid w:val="00B8049F"/>
    <w:rsid w:val="00B80EC2"/>
    <w:rsid w:val="00B8174D"/>
    <w:rsid w:val="00B82612"/>
    <w:rsid w:val="00B82D2B"/>
    <w:rsid w:val="00B83BF9"/>
    <w:rsid w:val="00B84364"/>
    <w:rsid w:val="00B85166"/>
    <w:rsid w:val="00B870F2"/>
    <w:rsid w:val="00B878F2"/>
    <w:rsid w:val="00B87B2A"/>
    <w:rsid w:val="00B87B4C"/>
    <w:rsid w:val="00B901E0"/>
    <w:rsid w:val="00B902C1"/>
    <w:rsid w:val="00B90441"/>
    <w:rsid w:val="00B90505"/>
    <w:rsid w:val="00B907F2"/>
    <w:rsid w:val="00B92004"/>
    <w:rsid w:val="00B9267F"/>
    <w:rsid w:val="00B92AD6"/>
    <w:rsid w:val="00B92CC5"/>
    <w:rsid w:val="00B939E7"/>
    <w:rsid w:val="00B93DA9"/>
    <w:rsid w:val="00B93F9F"/>
    <w:rsid w:val="00B943A2"/>
    <w:rsid w:val="00B94E68"/>
    <w:rsid w:val="00B95012"/>
    <w:rsid w:val="00B95D22"/>
    <w:rsid w:val="00B95DBF"/>
    <w:rsid w:val="00B97720"/>
    <w:rsid w:val="00B978B5"/>
    <w:rsid w:val="00B97D7F"/>
    <w:rsid w:val="00BA0409"/>
    <w:rsid w:val="00BA0A89"/>
    <w:rsid w:val="00BA1331"/>
    <w:rsid w:val="00BA1456"/>
    <w:rsid w:val="00BA2D44"/>
    <w:rsid w:val="00BA3C82"/>
    <w:rsid w:val="00BA466F"/>
    <w:rsid w:val="00BA4830"/>
    <w:rsid w:val="00BA596B"/>
    <w:rsid w:val="00BA7AF8"/>
    <w:rsid w:val="00BB02B5"/>
    <w:rsid w:val="00BB072E"/>
    <w:rsid w:val="00BB0979"/>
    <w:rsid w:val="00BB119B"/>
    <w:rsid w:val="00BB2542"/>
    <w:rsid w:val="00BB3100"/>
    <w:rsid w:val="00BB346E"/>
    <w:rsid w:val="00BB3636"/>
    <w:rsid w:val="00BB398C"/>
    <w:rsid w:val="00BB4823"/>
    <w:rsid w:val="00BB4DAC"/>
    <w:rsid w:val="00BB6E5D"/>
    <w:rsid w:val="00BB7B42"/>
    <w:rsid w:val="00BC0FDF"/>
    <w:rsid w:val="00BC11DC"/>
    <w:rsid w:val="00BC1776"/>
    <w:rsid w:val="00BC233F"/>
    <w:rsid w:val="00BC3101"/>
    <w:rsid w:val="00BC34D6"/>
    <w:rsid w:val="00BC4A76"/>
    <w:rsid w:val="00BC5903"/>
    <w:rsid w:val="00BC5E59"/>
    <w:rsid w:val="00BC760A"/>
    <w:rsid w:val="00BC7B61"/>
    <w:rsid w:val="00BC7CFD"/>
    <w:rsid w:val="00BD0621"/>
    <w:rsid w:val="00BD0D89"/>
    <w:rsid w:val="00BD141C"/>
    <w:rsid w:val="00BD159D"/>
    <w:rsid w:val="00BD38D2"/>
    <w:rsid w:val="00BD3A11"/>
    <w:rsid w:val="00BD3C08"/>
    <w:rsid w:val="00BD48EE"/>
    <w:rsid w:val="00BD4AAF"/>
    <w:rsid w:val="00BD5539"/>
    <w:rsid w:val="00BD67B9"/>
    <w:rsid w:val="00BD69B6"/>
    <w:rsid w:val="00BD6E03"/>
    <w:rsid w:val="00BD7638"/>
    <w:rsid w:val="00BD7BE6"/>
    <w:rsid w:val="00BE0963"/>
    <w:rsid w:val="00BE0B9B"/>
    <w:rsid w:val="00BE0D88"/>
    <w:rsid w:val="00BE1AC3"/>
    <w:rsid w:val="00BE2195"/>
    <w:rsid w:val="00BE249B"/>
    <w:rsid w:val="00BE2A97"/>
    <w:rsid w:val="00BE31BD"/>
    <w:rsid w:val="00BE342F"/>
    <w:rsid w:val="00BE3BA9"/>
    <w:rsid w:val="00BE403C"/>
    <w:rsid w:val="00BE4C3D"/>
    <w:rsid w:val="00BE5703"/>
    <w:rsid w:val="00BE593E"/>
    <w:rsid w:val="00BE6289"/>
    <w:rsid w:val="00BE65CD"/>
    <w:rsid w:val="00BE7373"/>
    <w:rsid w:val="00BF07B0"/>
    <w:rsid w:val="00BF2376"/>
    <w:rsid w:val="00BF27C9"/>
    <w:rsid w:val="00BF396D"/>
    <w:rsid w:val="00BF4D05"/>
    <w:rsid w:val="00BF53CA"/>
    <w:rsid w:val="00BF7572"/>
    <w:rsid w:val="00BF7ADF"/>
    <w:rsid w:val="00BF7CB9"/>
    <w:rsid w:val="00C0067A"/>
    <w:rsid w:val="00C00D95"/>
    <w:rsid w:val="00C01F09"/>
    <w:rsid w:val="00C03942"/>
    <w:rsid w:val="00C05D82"/>
    <w:rsid w:val="00C06322"/>
    <w:rsid w:val="00C06939"/>
    <w:rsid w:val="00C07A16"/>
    <w:rsid w:val="00C10DC9"/>
    <w:rsid w:val="00C11BEB"/>
    <w:rsid w:val="00C12C94"/>
    <w:rsid w:val="00C13AF1"/>
    <w:rsid w:val="00C13C33"/>
    <w:rsid w:val="00C144B0"/>
    <w:rsid w:val="00C14A0D"/>
    <w:rsid w:val="00C14FF2"/>
    <w:rsid w:val="00C15102"/>
    <w:rsid w:val="00C15781"/>
    <w:rsid w:val="00C1628A"/>
    <w:rsid w:val="00C16EC0"/>
    <w:rsid w:val="00C173BD"/>
    <w:rsid w:val="00C17FF3"/>
    <w:rsid w:val="00C2052A"/>
    <w:rsid w:val="00C20B96"/>
    <w:rsid w:val="00C21190"/>
    <w:rsid w:val="00C218E7"/>
    <w:rsid w:val="00C21B97"/>
    <w:rsid w:val="00C220A8"/>
    <w:rsid w:val="00C22E67"/>
    <w:rsid w:val="00C23C4B"/>
    <w:rsid w:val="00C23D50"/>
    <w:rsid w:val="00C2469E"/>
    <w:rsid w:val="00C25DB0"/>
    <w:rsid w:val="00C26DE3"/>
    <w:rsid w:val="00C26FD0"/>
    <w:rsid w:val="00C270C8"/>
    <w:rsid w:val="00C311C1"/>
    <w:rsid w:val="00C311E4"/>
    <w:rsid w:val="00C31932"/>
    <w:rsid w:val="00C31981"/>
    <w:rsid w:val="00C345F1"/>
    <w:rsid w:val="00C3649A"/>
    <w:rsid w:val="00C40C5C"/>
    <w:rsid w:val="00C433D1"/>
    <w:rsid w:val="00C43B9C"/>
    <w:rsid w:val="00C44141"/>
    <w:rsid w:val="00C447EC"/>
    <w:rsid w:val="00C46D54"/>
    <w:rsid w:val="00C507B0"/>
    <w:rsid w:val="00C51054"/>
    <w:rsid w:val="00C51675"/>
    <w:rsid w:val="00C521A2"/>
    <w:rsid w:val="00C52567"/>
    <w:rsid w:val="00C52C57"/>
    <w:rsid w:val="00C53442"/>
    <w:rsid w:val="00C548E0"/>
    <w:rsid w:val="00C555BF"/>
    <w:rsid w:val="00C56528"/>
    <w:rsid w:val="00C57CBC"/>
    <w:rsid w:val="00C57D9E"/>
    <w:rsid w:val="00C6042C"/>
    <w:rsid w:val="00C6058A"/>
    <w:rsid w:val="00C60E10"/>
    <w:rsid w:val="00C61B54"/>
    <w:rsid w:val="00C61D77"/>
    <w:rsid w:val="00C61E30"/>
    <w:rsid w:val="00C61F4F"/>
    <w:rsid w:val="00C62259"/>
    <w:rsid w:val="00C628F5"/>
    <w:rsid w:val="00C6311E"/>
    <w:rsid w:val="00C64F4C"/>
    <w:rsid w:val="00C654D1"/>
    <w:rsid w:val="00C66685"/>
    <w:rsid w:val="00C66BDB"/>
    <w:rsid w:val="00C66D88"/>
    <w:rsid w:val="00C671C5"/>
    <w:rsid w:val="00C6730A"/>
    <w:rsid w:val="00C67CD1"/>
    <w:rsid w:val="00C707C9"/>
    <w:rsid w:val="00C714AF"/>
    <w:rsid w:val="00C71FF4"/>
    <w:rsid w:val="00C720D9"/>
    <w:rsid w:val="00C722E0"/>
    <w:rsid w:val="00C73956"/>
    <w:rsid w:val="00C73D89"/>
    <w:rsid w:val="00C74299"/>
    <w:rsid w:val="00C745DC"/>
    <w:rsid w:val="00C74645"/>
    <w:rsid w:val="00C753E0"/>
    <w:rsid w:val="00C75423"/>
    <w:rsid w:val="00C75D47"/>
    <w:rsid w:val="00C75E01"/>
    <w:rsid w:val="00C76283"/>
    <w:rsid w:val="00C7672B"/>
    <w:rsid w:val="00C7769F"/>
    <w:rsid w:val="00C8103C"/>
    <w:rsid w:val="00C8176D"/>
    <w:rsid w:val="00C82B2D"/>
    <w:rsid w:val="00C83169"/>
    <w:rsid w:val="00C83ADE"/>
    <w:rsid w:val="00C8452D"/>
    <w:rsid w:val="00C84930"/>
    <w:rsid w:val="00C859FD"/>
    <w:rsid w:val="00C8689B"/>
    <w:rsid w:val="00C86D44"/>
    <w:rsid w:val="00C87789"/>
    <w:rsid w:val="00C87EF3"/>
    <w:rsid w:val="00C9099D"/>
    <w:rsid w:val="00C90A47"/>
    <w:rsid w:val="00C91FE9"/>
    <w:rsid w:val="00C9242E"/>
    <w:rsid w:val="00C932A4"/>
    <w:rsid w:val="00C933DD"/>
    <w:rsid w:val="00C97031"/>
    <w:rsid w:val="00C97C7D"/>
    <w:rsid w:val="00CA00B5"/>
    <w:rsid w:val="00CA27BE"/>
    <w:rsid w:val="00CA322D"/>
    <w:rsid w:val="00CA3E01"/>
    <w:rsid w:val="00CA3FD5"/>
    <w:rsid w:val="00CA4FF2"/>
    <w:rsid w:val="00CA5816"/>
    <w:rsid w:val="00CA60F7"/>
    <w:rsid w:val="00CA65E1"/>
    <w:rsid w:val="00CA6B5F"/>
    <w:rsid w:val="00CA7578"/>
    <w:rsid w:val="00CB0BDE"/>
    <w:rsid w:val="00CB17DA"/>
    <w:rsid w:val="00CB1A54"/>
    <w:rsid w:val="00CB1C99"/>
    <w:rsid w:val="00CB1EF4"/>
    <w:rsid w:val="00CB2678"/>
    <w:rsid w:val="00CB268B"/>
    <w:rsid w:val="00CB3261"/>
    <w:rsid w:val="00CB35E2"/>
    <w:rsid w:val="00CB372A"/>
    <w:rsid w:val="00CB42B3"/>
    <w:rsid w:val="00CB4E74"/>
    <w:rsid w:val="00CC027B"/>
    <w:rsid w:val="00CC0850"/>
    <w:rsid w:val="00CC087A"/>
    <w:rsid w:val="00CC099E"/>
    <w:rsid w:val="00CC10AE"/>
    <w:rsid w:val="00CC10D1"/>
    <w:rsid w:val="00CC1152"/>
    <w:rsid w:val="00CC1881"/>
    <w:rsid w:val="00CC1CA2"/>
    <w:rsid w:val="00CC1EC8"/>
    <w:rsid w:val="00CC414A"/>
    <w:rsid w:val="00CC48A3"/>
    <w:rsid w:val="00CC4C91"/>
    <w:rsid w:val="00CC55EC"/>
    <w:rsid w:val="00CC58D7"/>
    <w:rsid w:val="00CC5C13"/>
    <w:rsid w:val="00CC5EAB"/>
    <w:rsid w:val="00CC710E"/>
    <w:rsid w:val="00CC79C1"/>
    <w:rsid w:val="00CC7AE5"/>
    <w:rsid w:val="00CD0986"/>
    <w:rsid w:val="00CD0A14"/>
    <w:rsid w:val="00CD260B"/>
    <w:rsid w:val="00CD7F63"/>
    <w:rsid w:val="00CE1203"/>
    <w:rsid w:val="00CE268C"/>
    <w:rsid w:val="00CE2DC6"/>
    <w:rsid w:val="00CE3281"/>
    <w:rsid w:val="00CE3653"/>
    <w:rsid w:val="00CE3E3C"/>
    <w:rsid w:val="00CE5C04"/>
    <w:rsid w:val="00CE5EC6"/>
    <w:rsid w:val="00CE5FBE"/>
    <w:rsid w:val="00CE75F2"/>
    <w:rsid w:val="00CE7B20"/>
    <w:rsid w:val="00CF005F"/>
    <w:rsid w:val="00CF0478"/>
    <w:rsid w:val="00CF11C7"/>
    <w:rsid w:val="00CF1FA3"/>
    <w:rsid w:val="00CF2E1F"/>
    <w:rsid w:val="00CF52B7"/>
    <w:rsid w:val="00CF5652"/>
    <w:rsid w:val="00CF5709"/>
    <w:rsid w:val="00CF5860"/>
    <w:rsid w:val="00CF5A18"/>
    <w:rsid w:val="00CF5A3C"/>
    <w:rsid w:val="00CF6BDF"/>
    <w:rsid w:val="00CF7AF0"/>
    <w:rsid w:val="00D0033F"/>
    <w:rsid w:val="00D00E95"/>
    <w:rsid w:val="00D0115C"/>
    <w:rsid w:val="00D014E3"/>
    <w:rsid w:val="00D01F8B"/>
    <w:rsid w:val="00D02492"/>
    <w:rsid w:val="00D025A6"/>
    <w:rsid w:val="00D03921"/>
    <w:rsid w:val="00D0472B"/>
    <w:rsid w:val="00D0495C"/>
    <w:rsid w:val="00D05949"/>
    <w:rsid w:val="00D06277"/>
    <w:rsid w:val="00D0652A"/>
    <w:rsid w:val="00D07F65"/>
    <w:rsid w:val="00D10CB4"/>
    <w:rsid w:val="00D1136C"/>
    <w:rsid w:val="00D11D1E"/>
    <w:rsid w:val="00D11DAD"/>
    <w:rsid w:val="00D129D7"/>
    <w:rsid w:val="00D12CD1"/>
    <w:rsid w:val="00D132D1"/>
    <w:rsid w:val="00D1351C"/>
    <w:rsid w:val="00D14029"/>
    <w:rsid w:val="00D1468A"/>
    <w:rsid w:val="00D14B8C"/>
    <w:rsid w:val="00D14F9B"/>
    <w:rsid w:val="00D15E3D"/>
    <w:rsid w:val="00D16262"/>
    <w:rsid w:val="00D16974"/>
    <w:rsid w:val="00D17ED7"/>
    <w:rsid w:val="00D20583"/>
    <w:rsid w:val="00D21DFD"/>
    <w:rsid w:val="00D21FFC"/>
    <w:rsid w:val="00D2268D"/>
    <w:rsid w:val="00D229AB"/>
    <w:rsid w:val="00D22AA9"/>
    <w:rsid w:val="00D23AD9"/>
    <w:rsid w:val="00D23C36"/>
    <w:rsid w:val="00D23D1F"/>
    <w:rsid w:val="00D24040"/>
    <w:rsid w:val="00D24E9A"/>
    <w:rsid w:val="00D261F4"/>
    <w:rsid w:val="00D27584"/>
    <w:rsid w:val="00D27F26"/>
    <w:rsid w:val="00D301B5"/>
    <w:rsid w:val="00D306AC"/>
    <w:rsid w:val="00D30833"/>
    <w:rsid w:val="00D30B02"/>
    <w:rsid w:val="00D30B12"/>
    <w:rsid w:val="00D30C4C"/>
    <w:rsid w:val="00D3130E"/>
    <w:rsid w:val="00D32267"/>
    <w:rsid w:val="00D32551"/>
    <w:rsid w:val="00D32574"/>
    <w:rsid w:val="00D32641"/>
    <w:rsid w:val="00D32854"/>
    <w:rsid w:val="00D32A07"/>
    <w:rsid w:val="00D33237"/>
    <w:rsid w:val="00D332B4"/>
    <w:rsid w:val="00D33727"/>
    <w:rsid w:val="00D3523C"/>
    <w:rsid w:val="00D3532F"/>
    <w:rsid w:val="00D357A9"/>
    <w:rsid w:val="00D36619"/>
    <w:rsid w:val="00D37222"/>
    <w:rsid w:val="00D3774B"/>
    <w:rsid w:val="00D37FD0"/>
    <w:rsid w:val="00D4094D"/>
    <w:rsid w:val="00D4228E"/>
    <w:rsid w:val="00D422B7"/>
    <w:rsid w:val="00D43231"/>
    <w:rsid w:val="00D438D4"/>
    <w:rsid w:val="00D4398E"/>
    <w:rsid w:val="00D43A17"/>
    <w:rsid w:val="00D43DD2"/>
    <w:rsid w:val="00D446D4"/>
    <w:rsid w:val="00D44813"/>
    <w:rsid w:val="00D45029"/>
    <w:rsid w:val="00D460E7"/>
    <w:rsid w:val="00D46A0D"/>
    <w:rsid w:val="00D47412"/>
    <w:rsid w:val="00D47A51"/>
    <w:rsid w:val="00D47AB5"/>
    <w:rsid w:val="00D51AA8"/>
    <w:rsid w:val="00D51E6F"/>
    <w:rsid w:val="00D51FFD"/>
    <w:rsid w:val="00D5209E"/>
    <w:rsid w:val="00D533C6"/>
    <w:rsid w:val="00D542D6"/>
    <w:rsid w:val="00D55CED"/>
    <w:rsid w:val="00D561C0"/>
    <w:rsid w:val="00D56A38"/>
    <w:rsid w:val="00D56D5B"/>
    <w:rsid w:val="00D56D85"/>
    <w:rsid w:val="00D570CB"/>
    <w:rsid w:val="00D578C5"/>
    <w:rsid w:val="00D61573"/>
    <w:rsid w:val="00D61D84"/>
    <w:rsid w:val="00D62098"/>
    <w:rsid w:val="00D6300A"/>
    <w:rsid w:val="00D64371"/>
    <w:rsid w:val="00D64BBF"/>
    <w:rsid w:val="00D6543E"/>
    <w:rsid w:val="00D67455"/>
    <w:rsid w:val="00D677EB"/>
    <w:rsid w:val="00D67D4E"/>
    <w:rsid w:val="00D709C1"/>
    <w:rsid w:val="00D70CDE"/>
    <w:rsid w:val="00D71AE6"/>
    <w:rsid w:val="00D71C0D"/>
    <w:rsid w:val="00D71CD7"/>
    <w:rsid w:val="00D72164"/>
    <w:rsid w:val="00D723FB"/>
    <w:rsid w:val="00D72718"/>
    <w:rsid w:val="00D72D31"/>
    <w:rsid w:val="00D74059"/>
    <w:rsid w:val="00D74C28"/>
    <w:rsid w:val="00D74D79"/>
    <w:rsid w:val="00D75E4E"/>
    <w:rsid w:val="00D77878"/>
    <w:rsid w:val="00D77BFA"/>
    <w:rsid w:val="00D81CDD"/>
    <w:rsid w:val="00D821EC"/>
    <w:rsid w:val="00D82227"/>
    <w:rsid w:val="00D835B9"/>
    <w:rsid w:val="00D8477E"/>
    <w:rsid w:val="00D8504E"/>
    <w:rsid w:val="00D853CD"/>
    <w:rsid w:val="00D85BD1"/>
    <w:rsid w:val="00D85D16"/>
    <w:rsid w:val="00D865D1"/>
    <w:rsid w:val="00D86AE1"/>
    <w:rsid w:val="00D86C7C"/>
    <w:rsid w:val="00D9065A"/>
    <w:rsid w:val="00D907DB"/>
    <w:rsid w:val="00D9080F"/>
    <w:rsid w:val="00D90E14"/>
    <w:rsid w:val="00D91197"/>
    <w:rsid w:val="00D9538C"/>
    <w:rsid w:val="00D95A95"/>
    <w:rsid w:val="00D966A7"/>
    <w:rsid w:val="00D968A3"/>
    <w:rsid w:val="00D972E1"/>
    <w:rsid w:val="00DA09C3"/>
    <w:rsid w:val="00DA26E6"/>
    <w:rsid w:val="00DA2B1B"/>
    <w:rsid w:val="00DA3284"/>
    <w:rsid w:val="00DA3F61"/>
    <w:rsid w:val="00DA50B4"/>
    <w:rsid w:val="00DA541E"/>
    <w:rsid w:val="00DA562A"/>
    <w:rsid w:val="00DA5B01"/>
    <w:rsid w:val="00DA6322"/>
    <w:rsid w:val="00DA6BB3"/>
    <w:rsid w:val="00DA6E7B"/>
    <w:rsid w:val="00DA7331"/>
    <w:rsid w:val="00DA7503"/>
    <w:rsid w:val="00DB0D41"/>
    <w:rsid w:val="00DB1CBE"/>
    <w:rsid w:val="00DB2327"/>
    <w:rsid w:val="00DB3415"/>
    <w:rsid w:val="00DB52CA"/>
    <w:rsid w:val="00DB5551"/>
    <w:rsid w:val="00DB63CD"/>
    <w:rsid w:val="00DB7EDC"/>
    <w:rsid w:val="00DC00DA"/>
    <w:rsid w:val="00DC12DB"/>
    <w:rsid w:val="00DC12EF"/>
    <w:rsid w:val="00DC1538"/>
    <w:rsid w:val="00DC2055"/>
    <w:rsid w:val="00DC2115"/>
    <w:rsid w:val="00DC5ABB"/>
    <w:rsid w:val="00DC61DC"/>
    <w:rsid w:val="00DC6F9B"/>
    <w:rsid w:val="00DC7A88"/>
    <w:rsid w:val="00DD01E4"/>
    <w:rsid w:val="00DD076C"/>
    <w:rsid w:val="00DD10CA"/>
    <w:rsid w:val="00DD14ED"/>
    <w:rsid w:val="00DD21DD"/>
    <w:rsid w:val="00DD2552"/>
    <w:rsid w:val="00DD2627"/>
    <w:rsid w:val="00DD36EA"/>
    <w:rsid w:val="00DD388F"/>
    <w:rsid w:val="00DD3AAB"/>
    <w:rsid w:val="00DD41B5"/>
    <w:rsid w:val="00DD5D18"/>
    <w:rsid w:val="00DD5E4D"/>
    <w:rsid w:val="00DD70DF"/>
    <w:rsid w:val="00DD795F"/>
    <w:rsid w:val="00DD7E0C"/>
    <w:rsid w:val="00DE0335"/>
    <w:rsid w:val="00DE29F1"/>
    <w:rsid w:val="00DE407D"/>
    <w:rsid w:val="00DE4712"/>
    <w:rsid w:val="00DE4AAF"/>
    <w:rsid w:val="00DE4D46"/>
    <w:rsid w:val="00DE5795"/>
    <w:rsid w:val="00DE5BF1"/>
    <w:rsid w:val="00DE605F"/>
    <w:rsid w:val="00DE6701"/>
    <w:rsid w:val="00DE7614"/>
    <w:rsid w:val="00DF059D"/>
    <w:rsid w:val="00DF0D73"/>
    <w:rsid w:val="00DF112A"/>
    <w:rsid w:val="00DF13D7"/>
    <w:rsid w:val="00DF25A8"/>
    <w:rsid w:val="00DF2CE7"/>
    <w:rsid w:val="00DF2E32"/>
    <w:rsid w:val="00DF3AB2"/>
    <w:rsid w:val="00DF4170"/>
    <w:rsid w:val="00DF4872"/>
    <w:rsid w:val="00DF4B54"/>
    <w:rsid w:val="00DF55C6"/>
    <w:rsid w:val="00DF7115"/>
    <w:rsid w:val="00DF778A"/>
    <w:rsid w:val="00E003AC"/>
    <w:rsid w:val="00E003F2"/>
    <w:rsid w:val="00E00AE5"/>
    <w:rsid w:val="00E01AA8"/>
    <w:rsid w:val="00E02C9D"/>
    <w:rsid w:val="00E0342D"/>
    <w:rsid w:val="00E03709"/>
    <w:rsid w:val="00E03F00"/>
    <w:rsid w:val="00E047DF"/>
    <w:rsid w:val="00E04EDB"/>
    <w:rsid w:val="00E059CD"/>
    <w:rsid w:val="00E0683C"/>
    <w:rsid w:val="00E07FBE"/>
    <w:rsid w:val="00E10EC7"/>
    <w:rsid w:val="00E1122D"/>
    <w:rsid w:val="00E1146F"/>
    <w:rsid w:val="00E11BB7"/>
    <w:rsid w:val="00E14941"/>
    <w:rsid w:val="00E1499A"/>
    <w:rsid w:val="00E14D3B"/>
    <w:rsid w:val="00E15E45"/>
    <w:rsid w:val="00E15E5D"/>
    <w:rsid w:val="00E17665"/>
    <w:rsid w:val="00E176EC"/>
    <w:rsid w:val="00E17759"/>
    <w:rsid w:val="00E21346"/>
    <w:rsid w:val="00E21824"/>
    <w:rsid w:val="00E21C5E"/>
    <w:rsid w:val="00E21FE1"/>
    <w:rsid w:val="00E23191"/>
    <w:rsid w:val="00E23433"/>
    <w:rsid w:val="00E23AA4"/>
    <w:rsid w:val="00E23E17"/>
    <w:rsid w:val="00E2485F"/>
    <w:rsid w:val="00E24AC4"/>
    <w:rsid w:val="00E25040"/>
    <w:rsid w:val="00E266CD"/>
    <w:rsid w:val="00E27D18"/>
    <w:rsid w:val="00E30334"/>
    <w:rsid w:val="00E30669"/>
    <w:rsid w:val="00E317BF"/>
    <w:rsid w:val="00E3186B"/>
    <w:rsid w:val="00E31D70"/>
    <w:rsid w:val="00E3509A"/>
    <w:rsid w:val="00E35460"/>
    <w:rsid w:val="00E36D6C"/>
    <w:rsid w:val="00E3731C"/>
    <w:rsid w:val="00E37A89"/>
    <w:rsid w:val="00E37B2C"/>
    <w:rsid w:val="00E415F1"/>
    <w:rsid w:val="00E42853"/>
    <w:rsid w:val="00E42BBC"/>
    <w:rsid w:val="00E439FD"/>
    <w:rsid w:val="00E44600"/>
    <w:rsid w:val="00E45515"/>
    <w:rsid w:val="00E45953"/>
    <w:rsid w:val="00E45A03"/>
    <w:rsid w:val="00E46635"/>
    <w:rsid w:val="00E5004C"/>
    <w:rsid w:val="00E51E49"/>
    <w:rsid w:val="00E5206A"/>
    <w:rsid w:val="00E52A02"/>
    <w:rsid w:val="00E53DAE"/>
    <w:rsid w:val="00E53E68"/>
    <w:rsid w:val="00E53FC9"/>
    <w:rsid w:val="00E54C9A"/>
    <w:rsid w:val="00E557E6"/>
    <w:rsid w:val="00E55973"/>
    <w:rsid w:val="00E55B99"/>
    <w:rsid w:val="00E57247"/>
    <w:rsid w:val="00E60995"/>
    <w:rsid w:val="00E61E86"/>
    <w:rsid w:val="00E63BBC"/>
    <w:rsid w:val="00E63C07"/>
    <w:rsid w:val="00E64AB9"/>
    <w:rsid w:val="00E654F4"/>
    <w:rsid w:val="00E65E0D"/>
    <w:rsid w:val="00E66836"/>
    <w:rsid w:val="00E67E59"/>
    <w:rsid w:val="00E704B6"/>
    <w:rsid w:val="00E70E8E"/>
    <w:rsid w:val="00E72050"/>
    <w:rsid w:val="00E72758"/>
    <w:rsid w:val="00E72D7F"/>
    <w:rsid w:val="00E72F9B"/>
    <w:rsid w:val="00E7341A"/>
    <w:rsid w:val="00E73FCA"/>
    <w:rsid w:val="00E741C2"/>
    <w:rsid w:val="00E746EA"/>
    <w:rsid w:val="00E7548C"/>
    <w:rsid w:val="00E76FE6"/>
    <w:rsid w:val="00E77086"/>
    <w:rsid w:val="00E774CE"/>
    <w:rsid w:val="00E777FB"/>
    <w:rsid w:val="00E8000E"/>
    <w:rsid w:val="00E81AF3"/>
    <w:rsid w:val="00E820C1"/>
    <w:rsid w:val="00E835CD"/>
    <w:rsid w:val="00E844AC"/>
    <w:rsid w:val="00E8461D"/>
    <w:rsid w:val="00E85200"/>
    <w:rsid w:val="00E86F5C"/>
    <w:rsid w:val="00E87269"/>
    <w:rsid w:val="00E874D4"/>
    <w:rsid w:val="00E87923"/>
    <w:rsid w:val="00E87DD6"/>
    <w:rsid w:val="00E90005"/>
    <w:rsid w:val="00E908F2"/>
    <w:rsid w:val="00E91297"/>
    <w:rsid w:val="00E918BB"/>
    <w:rsid w:val="00E9195A"/>
    <w:rsid w:val="00E93AB7"/>
    <w:rsid w:val="00E942BC"/>
    <w:rsid w:val="00E94EC2"/>
    <w:rsid w:val="00E9570D"/>
    <w:rsid w:val="00E96CDD"/>
    <w:rsid w:val="00E96EB8"/>
    <w:rsid w:val="00E97395"/>
    <w:rsid w:val="00E97536"/>
    <w:rsid w:val="00EA114E"/>
    <w:rsid w:val="00EA146C"/>
    <w:rsid w:val="00EA1FE1"/>
    <w:rsid w:val="00EA2AE7"/>
    <w:rsid w:val="00EA30F2"/>
    <w:rsid w:val="00EA3A3F"/>
    <w:rsid w:val="00EA4149"/>
    <w:rsid w:val="00EA5F6B"/>
    <w:rsid w:val="00EA6458"/>
    <w:rsid w:val="00EA7E31"/>
    <w:rsid w:val="00EB035A"/>
    <w:rsid w:val="00EB0554"/>
    <w:rsid w:val="00EB0EA3"/>
    <w:rsid w:val="00EB13CB"/>
    <w:rsid w:val="00EB1772"/>
    <w:rsid w:val="00EB24C0"/>
    <w:rsid w:val="00EB2F58"/>
    <w:rsid w:val="00EB4425"/>
    <w:rsid w:val="00EB4BDE"/>
    <w:rsid w:val="00EB5B7B"/>
    <w:rsid w:val="00EB67DB"/>
    <w:rsid w:val="00EB6FE5"/>
    <w:rsid w:val="00EC077A"/>
    <w:rsid w:val="00EC1011"/>
    <w:rsid w:val="00EC1DCB"/>
    <w:rsid w:val="00EC236F"/>
    <w:rsid w:val="00EC28ED"/>
    <w:rsid w:val="00EC2C50"/>
    <w:rsid w:val="00EC2F8B"/>
    <w:rsid w:val="00EC3A06"/>
    <w:rsid w:val="00EC3E1E"/>
    <w:rsid w:val="00EC53A4"/>
    <w:rsid w:val="00EC566C"/>
    <w:rsid w:val="00EC653C"/>
    <w:rsid w:val="00EC79E0"/>
    <w:rsid w:val="00EC7A5B"/>
    <w:rsid w:val="00ED054A"/>
    <w:rsid w:val="00ED18CE"/>
    <w:rsid w:val="00ED1C45"/>
    <w:rsid w:val="00ED37EF"/>
    <w:rsid w:val="00ED4A58"/>
    <w:rsid w:val="00ED5FFA"/>
    <w:rsid w:val="00ED630C"/>
    <w:rsid w:val="00ED6408"/>
    <w:rsid w:val="00ED6923"/>
    <w:rsid w:val="00ED7008"/>
    <w:rsid w:val="00ED74DD"/>
    <w:rsid w:val="00ED77CD"/>
    <w:rsid w:val="00EE08FC"/>
    <w:rsid w:val="00EE0C4C"/>
    <w:rsid w:val="00EE11C6"/>
    <w:rsid w:val="00EE149B"/>
    <w:rsid w:val="00EE1634"/>
    <w:rsid w:val="00EE40E9"/>
    <w:rsid w:val="00EE6353"/>
    <w:rsid w:val="00EE6C9F"/>
    <w:rsid w:val="00EF35D9"/>
    <w:rsid w:val="00EF38F8"/>
    <w:rsid w:val="00EF3F55"/>
    <w:rsid w:val="00EF4925"/>
    <w:rsid w:val="00EF6A68"/>
    <w:rsid w:val="00EF7809"/>
    <w:rsid w:val="00EF7D4F"/>
    <w:rsid w:val="00EF7F67"/>
    <w:rsid w:val="00EF7FC9"/>
    <w:rsid w:val="00F006BB"/>
    <w:rsid w:val="00F01044"/>
    <w:rsid w:val="00F01BB4"/>
    <w:rsid w:val="00F01C9B"/>
    <w:rsid w:val="00F021BF"/>
    <w:rsid w:val="00F02A87"/>
    <w:rsid w:val="00F02D38"/>
    <w:rsid w:val="00F0398C"/>
    <w:rsid w:val="00F040EC"/>
    <w:rsid w:val="00F044D3"/>
    <w:rsid w:val="00F05404"/>
    <w:rsid w:val="00F0622E"/>
    <w:rsid w:val="00F06722"/>
    <w:rsid w:val="00F07962"/>
    <w:rsid w:val="00F10BA8"/>
    <w:rsid w:val="00F12603"/>
    <w:rsid w:val="00F12C31"/>
    <w:rsid w:val="00F133D2"/>
    <w:rsid w:val="00F139BC"/>
    <w:rsid w:val="00F13F22"/>
    <w:rsid w:val="00F14A81"/>
    <w:rsid w:val="00F15671"/>
    <w:rsid w:val="00F16124"/>
    <w:rsid w:val="00F16CF2"/>
    <w:rsid w:val="00F1706E"/>
    <w:rsid w:val="00F1755A"/>
    <w:rsid w:val="00F1777A"/>
    <w:rsid w:val="00F205ED"/>
    <w:rsid w:val="00F21361"/>
    <w:rsid w:val="00F21378"/>
    <w:rsid w:val="00F213CD"/>
    <w:rsid w:val="00F2147A"/>
    <w:rsid w:val="00F21CB3"/>
    <w:rsid w:val="00F22CF7"/>
    <w:rsid w:val="00F22FA7"/>
    <w:rsid w:val="00F23449"/>
    <w:rsid w:val="00F238ED"/>
    <w:rsid w:val="00F25C4C"/>
    <w:rsid w:val="00F260DB"/>
    <w:rsid w:val="00F27030"/>
    <w:rsid w:val="00F274B5"/>
    <w:rsid w:val="00F279DB"/>
    <w:rsid w:val="00F303E5"/>
    <w:rsid w:val="00F30675"/>
    <w:rsid w:val="00F3091B"/>
    <w:rsid w:val="00F327DD"/>
    <w:rsid w:val="00F32B06"/>
    <w:rsid w:val="00F330B1"/>
    <w:rsid w:val="00F331DB"/>
    <w:rsid w:val="00F34557"/>
    <w:rsid w:val="00F34D38"/>
    <w:rsid w:val="00F355AE"/>
    <w:rsid w:val="00F35C1B"/>
    <w:rsid w:val="00F35C83"/>
    <w:rsid w:val="00F369B8"/>
    <w:rsid w:val="00F375AE"/>
    <w:rsid w:val="00F37775"/>
    <w:rsid w:val="00F378E0"/>
    <w:rsid w:val="00F37ACA"/>
    <w:rsid w:val="00F4120C"/>
    <w:rsid w:val="00F412E8"/>
    <w:rsid w:val="00F42E58"/>
    <w:rsid w:val="00F4456B"/>
    <w:rsid w:val="00F4481B"/>
    <w:rsid w:val="00F449F7"/>
    <w:rsid w:val="00F45579"/>
    <w:rsid w:val="00F455E9"/>
    <w:rsid w:val="00F45FC0"/>
    <w:rsid w:val="00F46EB2"/>
    <w:rsid w:val="00F46F20"/>
    <w:rsid w:val="00F46F34"/>
    <w:rsid w:val="00F4723C"/>
    <w:rsid w:val="00F476E2"/>
    <w:rsid w:val="00F500FD"/>
    <w:rsid w:val="00F51BCD"/>
    <w:rsid w:val="00F51D8C"/>
    <w:rsid w:val="00F525CC"/>
    <w:rsid w:val="00F5307F"/>
    <w:rsid w:val="00F536DB"/>
    <w:rsid w:val="00F53B4A"/>
    <w:rsid w:val="00F53BA3"/>
    <w:rsid w:val="00F53E68"/>
    <w:rsid w:val="00F55198"/>
    <w:rsid w:val="00F5532C"/>
    <w:rsid w:val="00F55C38"/>
    <w:rsid w:val="00F57768"/>
    <w:rsid w:val="00F57A0C"/>
    <w:rsid w:val="00F60A56"/>
    <w:rsid w:val="00F60F4A"/>
    <w:rsid w:val="00F613D8"/>
    <w:rsid w:val="00F61953"/>
    <w:rsid w:val="00F620A6"/>
    <w:rsid w:val="00F624E0"/>
    <w:rsid w:val="00F63158"/>
    <w:rsid w:val="00F6368D"/>
    <w:rsid w:val="00F6396C"/>
    <w:rsid w:val="00F63C64"/>
    <w:rsid w:val="00F63FBD"/>
    <w:rsid w:val="00F654AB"/>
    <w:rsid w:val="00F65CE1"/>
    <w:rsid w:val="00F66D62"/>
    <w:rsid w:val="00F67BF4"/>
    <w:rsid w:val="00F701D6"/>
    <w:rsid w:val="00F7072E"/>
    <w:rsid w:val="00F70FE9"/>
    <w:rsid w:val="00F71145"/>
    <w:rsid w:val="00F71396"/>
    <w:rsid w:val="00F736D8"/>
    <w:rsid w:val="00F73F35"/>
    <w:rsid w:val="00F75830"/>
    <w:rsid w:val="00F75AE8"/>
    <w:rsid w:val="00F7615C"/>
    <w:rsid w:val="00F7652D"/>
    <w:rsid w:val="00F776CD"/>
    <w:rsid w:val="00F80FEA"/>
    <w:rsid w:val="00F812BE"/>
    <w:rsid w:val="00F81630"/>
    <w:rsid w:val="00F817CE"/>
    <w:rsid w:val="00F83C47"/>
    <w:rsid w:val="00F843AA"/>
    <w:rsid w:val="00F8504C"/>
    <w:rsid w:val="00F863C9"/>
    <w:rsid w:val="00F9042E"/>
    <w:rsid w:val="00F91679"/>
    <w:rsid w:val="00F941E9"/>
    <w:rsid w:val="00F948CE"/>
    <w:rsid w:val="00F94FAF"/>
    <w:rsid w:val="00F952F1"/>
    <w:rsid w:val="00F954E4"/>
    <w:rsid w:val="00F9685C"/>
    <w:rsid w:val="00F9722E"/>
    <w:rsid w:val="00F97EF3"/>
    <w:rsid w:val="00FA0565"/>
    <w:rsid w:val="00FA116E"/>
    <w:rsid w:val="00FA20C1"/>
    <w:rsid w:val="00FA2B7B"/>
    <w:rsid w:val="00FA3303"/>
    <w:rsid w:val="00FA3F8B"/>
    <w:rsid w:val="00FA499B"/>
    <w:rsid w:val="00FA4CFB"/>
    <w:rsid w:val="00FA52FC"/>
    <w:rsid w:val="00FA5D14"/>
    <w:rsid w:val="00FA66A6"/>
    <w:rsid w:val="00FA6A60"/>
    <w:rsid w:val="00FA77E1"/>
    <w:rsid w:val="00FA7967"/>
    <w:rsid w:val="00FA7C45"/>
    <w:rsid w:val="00FB0150"/>
    <w:rsid w:val="00FB047F"/>
    <w:rsid w:val="00FB0E8C"/>
    <w:rsid w:val="00FB11D0"/>
    <w:rsid w:val="00FB123D"/>
    <w:rsid w:val="00FB1417"/>
    <w:rsid w:val="00FB223B"/>
    <w:rsid w:val="00FB38FC"/>
    <w:rsid w:val="00FB3C89"/>
    <w:rsid w:val="00FB3D93"/>
    <w:rsid w:val="00FB3E17"/>
    <w:rsid w:val="00FB4319"/>
    <w:rsid w:val="00FB483C"/>
    <w:rsid w:val="00FB5973"/>
    <w:rsid w:val="00FB5B24"/>
    <w:rsid w:val="00FB5B64"/>
    <w:rsid w:val="00FB602F"/>
    <w:rsid w:val="00FC082E"/>
    <w:rsid w:val="00FC0DB5"/>
    <w:rsid w:val="00FC2FBA"/>
    <w:rsid w:val="00FC3A8C"/>
    <w:rsid w:val="00FC3BD4"/>
    <w:rsid w:val="00FC4118"/>
    <w:rsid w:val="00FC4A83"/>
    <w:rsid w:val="00FC4B87"/>
    <w:rsid w:val="00FC4BFA"/>
    <w:rsid w:val="00FC4E17"/>
    <w:rsid w:val="00FC52B5"/>
    <w:rsid w:val="00FC54DF"/>
    <w:rsid w:val="00FC7C2E"/>
    <w:rsid w:val="00FD0863"/>
    <w:rsid w:val="00FD08D0"/>
    <w:rsid w:val="00FD0B4C"/>
    <w:rsid w:val="00FD0DBE"/>
    <w:rsid w:val="00FD1718"/>
    <w:rsid w:val="00FD1968"/>
    <w:rsid w:val="00FD26C3"/>
    <w:rsid w:val="00FD46B1"/>
    <w:rsid w:val="00FD51A0"/>
    <w:rsid w:val="00FD5313"/>
    <w:rsid w:val="00FD7946"/>
    <w:rsid w:val="00FE0238"/>
    <w:rsid w:val="00FE0517"/>
    <w:rsid w:val="00FE0E84"/>
    <w:rsid w:val="00FE12D2"/>
    <w:rsid w:val="00FE20DF"/>
    <w:rsid w:val="00FE3D05"/>
    <w:rsid w:val="00FE3E9C"/>
    <w:rsid w:val="00FE476E"/>
    <w:rsid w:val="00FE4DD0"/>
    <w:rsid w:val="00FE6083"/>
    <w:rsid w:val="00FE60D3"/>
    <w:rsid w:val="00FE64C7"/>
    <w:rsid w:val="00FE7EAB"/>
    <w:rsid w:val="00FF02B2"/>
    <w:rsid w:val="00FF075E"/>
    <w:rsid w:val="00FF07FC"/>
    <w:rsid w:val="00FF0C2D"/>
    <w:rsid w:val="00FF0FCB"/>
    <w:rsid w:val="00FF1A41"/>
    <w:rsid w:val="00FF2666"/>
    <w:rsid w:val="00FF2FEA"/>
    <w:rsid w:val="00FF3E12"/>
    <w:rsid w:val="00FF3E2C"/>
    <w:rsid w:val="00FF5247"/>
    <w:rsid w:val="00FF681B"/>
    <w:rsid w:val="00FF78FD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60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0B5824"/>
    <w:pPr>
      <w:keepNext/>
      <w:numPr>
        <w:ilvl w:val="2"/>
        <w:numId w:val="1"/>
      </w:numPr>
      <w:tabs>
        <w:tab w:val="left" w:pos="851"/>
      </w:tabs>
      <w:spacing w:after="1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A32148"/>
    <w:pPr>
      <w:keepNext/>
      <w:numPr>
        <w:ilvl w:val="3"/>
        <w:numId w:val="1"/>
      </w:numPr>
      <w:tabs>
        <w:tab w:val="clear" w:pos="0"/>
        <w:tab w:val="num" w:pos="993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7B6AA5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7B6AA5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7B6AA5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9497"/>
      </w:tabs>
      <w:ind w:left="44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4398E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D03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BC760A"/>
    <w:pPr>
      <w:keepNext/>
      <w:numPr>
        <w:numId w:val="1"/>
      </w:numPr>
      <w:tabs>
        <w:tab w:val="clear" w:pos="1418"/>
      </w:tabs>
      <w:spacing w:after="240"/>
      <w:ind w:left="567" w:hanging="567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A53B95"/>
    <w:pPr>
      <w:keepNext/>
      <w:numPr>
        <w:ilvl w:val="1"/>
        <w:numId w:val="1"/>
      </w:numPr>
      <w:tabs>
        <w:tab w:val="clear" w:pos="284"/>
        <w:tab w:val="num" w:pos="567"/>
      </w:tabs>
      <w:spacing w:after="240"/>
      <w:ind w:left="567" w:hanging="567"/>
      <w:outlineLvl w:val="1"/>
    </w:pPr>
    <w:rPr>
      <w:b/>
      <w:caps/>
    </w:rPr>
  </w:style>
  <w:style w:type="paragraph" w:styleId="Nadpis3">
    <w:name w:val="heading 3"/>
    <w:basedOn w:val="Normln"/>
    <w:next w:val="Normln"/>
    <w:link w:val="Nadpis3Char"/>
    <w:qFormat/>
    <w:rsid w:val="000B5824"/>
    <w:pPr>
      <w:keepNext/>
      <w:numPr>
        <w:ilvl w:val="2"/>
        <w:numId w:val="1"/>
      </w:numPr>
      <w:tabs>
        <w:tab w:val="left" w:pos="851"/>
      </w:tabs>
      <w:spacing w:after="16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A32148"/>
    <w:pPr>
      <w:keepNext/>
      <w:numPr>
        <w:ilvl w:val="3"/>
        <w:numId w:val="1"/>
      </w:numPr>
      <w:tabs>
        <w:tab w:val="clear" w:pos="0"/>
        <w:tab w:val="num" w:pos="993"/>
      </w:tabs>
      <w:spacing w:after="240"/>
      <w:ind w:left="993" w:hanging="993"/>
      <w:outlineLvl w:val="3"/>
    </w:pPr>
    <w:rPr>
      <w:b/>
      <w:i/>
    </w:rPr>
  </w:style>
  <w:style w:type="paragraph" w:styleId="Nadpis5">
    <w:name w:val="heading 5"/>
    <w:basedOn w:val="Normln"/>
    <w:next w:val="Normln"/>
    <w:autoRedefine/>
    <w:qFormat/>
    <w:rsid w:val="000B5824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rsid w:val="000B582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qFormat/>
    <w:rsid w:val="000B5824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rsid w:val="000B5824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qFormat/>
    <w:rsid w:val="000B5824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53B95"/>
    <w:rPr>
      <w:rFonts w:ascii="Arial" w:hAnsi="Arial"/>
      <w:b/>
      <w:cap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qFormat/>
    <w:rsid w:val="007B6AA5"/>
    <w:pPr>
      <w:tabs>
        <w:tab w:val="left" w:pos="851"/>
        <w:tab w:val="right" w:leader="dot" w:pos="9497"/>
      </w:tabs>
      <w:spacing w:before="120"/>
      <w:ind w:left="851" w:hanging="851"/>
      <w:jc w:val="left"/>
    </w:pPr>
    <w:rPr>
      <w:b/>
      <w:caps/>
      <w:noProof/>
      <w:sz w:val="20"/>
    </w:rPr>
  </w:style>
  <w:style w:type="paragraph" w:styleId="Obsah2">
    <w:name w:val="toc 2"/>
    <w:basedOn w:val="Normln"/>
    <w:next w:val="Normln"/>
    <w:uiPriority w:val="39"/>
    <w:qFormat/>
    <w:rsid w:val="007B6AA5"/>
    <w:pPr>
      <w:tabs>
        <w:tab w:val="left" w:pos="1134"/>
        <w:tab w:val="right" w:leader="dot" w:pos="9497"/>
      </w:tabs>
      <w:ind w:left="1134" w:hanging="850"/>
      <w:jc w:val="left"/>
    </w:pPr>
    <w:rPr>
      <w:smallCaps/>
      <w:noProof/>
      <w:sz w:val="20"/>
    </w:rPr>
  </w:style>
  <w:style w:type="paragraph" w:styleId="Obsah3">
    <w:name w:val="toc 3"/>
    <w:basedOn w:val="Normln"/>
    <w:next w:val="Normln"/>
    <w:uiPriority w:val="39"/>
    <w:qFormat/>
    <w:rsid w:val="007B6AA5"/>
    <w:pPr>
      <w:tabs>
        <w:tab w:val="left" w:pos="1418"/>
        <w:tab w:val="right" w:leader="dot" w:pos="9497"/>
      </w:tabs>
      <w:ind w:left="1418" w:hanging="851"/>
    </w:pPr>
    <w:rPr>
      <w:i/>
      <w:noProof/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9497"/>
      </w:tabs>
      <w:ind w:left="44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pPr>
      <w:tabs>
        <w:tab w:val="right" w:leader="dot" w:pos="9497"/>
      </w:tabs>
      <w:ind w:left="6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pPr>
      <w:tabs>
        <w:tab w:val="right" w:leader="dot" w:pos="9497"/>
      </w:tabs>
      <w:ind w:left="88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pPr>
      <w:tabs>
        <w:tab w:val="right" w:leader="dot" w:pos="9497"/>
      </w:tabs>
      <w:ind w:left="110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pPr>
      <w:tabs>
        <w:tab w:val="right" w:leader="dot" w:pos="9497"/>
      </w:tabs>
      <w:ind w:left="132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pPr>
      <w:tabs>
        <w:tab w:val="right" w:leader="dot" w:pos="9497"/>
      </w:tabs>
      <w:ind w:left="1540"/>
      <w:jc w:val="left"/>
    </w:pPr>
    <w:rPr>
      <w:rFonts w:ascii="Times New Roman" w:hAnsi="Times New Roman"/>
      <w:sz w:val="18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Seznam2">
    <w:name w:val="List 2"/>
    <w:basedOn w:val="Normln"/>
    <w:pPr>
      <w:ind w:left="566" w:hanging="283"/>
    </w:pPr>
  </w:style>
  <w:style w:type="paragraph" w:customStyle="1" w:styleId="tab">
    <w:name w:val="tab"/>
    <w:basedOn w:val="Normln"/>
    <w:rPr>
      <w:b/>
      <w:sz w:val="24"/>
    </w:rPr>
  </w:style>
  <w:style w:type="paragraph" w:customStyle="1" w:styleId="tab1">
    <w:name w:val="tab1"/>
    <w:basedOn w:val="tab"/>
    <w:pPr>
      <w:tabs>
        <w:tab w:val="left" w:pos="113"/>
      </w:tabs>
      <w:ind w:right="113"/>
    </w:pPr>
  </w:style>
  <w:style w:type="paragraph" w:styleId="Zkladntextodsazen">
    <w:name w:val="Body Text Indent"/>
    <w:basedOn w:val="Normln"/>
    <w:pPr>
      <w:ind w:left="283"/>
    </w:p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sid w:val="005C7FEE"/>
    <w:pPr>
      <w:spacing w:before="120"/>
      <w:jc w:val="center"/>
    </w:pPr>
    <w:rPr>
      <w:i/>
    </w:rPr>
  </w:style>
  <w:style w:type="paragraph" w:styleId="Zkladntextodsazen2">
    <w:name w:val="Body Text Indent 2"/>
    <w:basedOn w:val="Normln"/>
    <w:pPr>
      <w:tabs>
        <w:tab w:val="left" w:pos="3686"/>
      </w:tabs>
      <w:jc w:val="left"/>
    </w:pPr>
    <w:rPr>
      <w:color w:val="0000FF"/>
    </w:rPr>
  </w:style>
  <w:style w:type="paragraph" w:styleId="Zkladntextodsazen3">
    <w:name w:val="Body Text Indent 3"/>
    <w:basedOn w:val="Normln"/>
    <w:pPr>
      <w:tabs>
        <w:tab w:val="left" w:pos="3686"/>
      </w:tabs>
      <w:jc w:val="left"/>
    </w:pPr>
  </w:style>
  <w:style w:type="paragraph" w:styleId="Pokraovnseznamu2">
    <w:name w:val="List Continue 2"/>
    <w:basedOn w:val="Normln"/>
    <w:pPr>
      <w:ind w:left="566"/>
    </w:pPr>
  </w:style>
  <w:style w:type="paragraph" w:styleId="Pokraovnseznamu3">
    <w:name w:val="List Continue 3"/>
    <w:basedOn w:val="Normln"/>
    <w:pPr>
      <w:ind w:left="849"/>
    </w:pPr>
  </w:style>
  <w:style w:type="paragraph" w:customStyle="1" w:styleId="abc">
    <w:name w:val="abc"/>
    <w:basedOn w:val="Normln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pPr>
      <w:tabs>
        <w:tab w:val="left" w:pos="426"/>
      </w:tabs>
      <w:ind w:left="426" w:right="-284"/>
    </w:pPr>
    <w:rPr>
      <w:rFonts w:ascii="Times New Roman" w:hAnsi="Times New Roman"/>
      <w:sz w:val="24"/>
    </w:rPr>
  </w:style>
  <w:style w:type="paragraph" w:customStyle="1" w:styleId="Vchoz">
    <w:name w:val="_Výchozí"/>
    <w:pPr>
      <w:spacing w:after="60"/>
      <w:jc w:val="both"/>
    </w:pPr>
    <w:rPr>
      <w:rFonts w:ascii="Arial" w:hAnsi="Arial"/>
      <w:sz w:val="24"/>
    </w:rPr>
  </w:style>
  <w:style w:type="paragraph" w:customStyle="1" w:styleId="atextzpr">
    <w:name w:val="a_text_zpr"/>
    <w:basedOn w:val="Normln"/>
    <w:pPr>
      <w:spacing w:before="120"/>
      <w:ind w:firstLine="567"/>
    </w:pPr>
    <w:rPr>
      <w:rFonts w:ascii="Times New Roman" w:hAnsi="Times New Roman"/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Seznam4">
    <w:name w:val="List 4"/>
    <w:basedOn w:val="Normln"/>
    <w:pPr>
      <w:ind w:left="1132" w:hanging="283"/>
    </w:p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 w:val="20"/>
    </w:rPr>
  </w:style>
  <w:style w:type="paragraph" w:customStyle="1" w:styleId="Prosttext1">
    <w:name w:val="Prostý text1"/>
    <w:basedOn w:val="Normln"/>
    <w:pPr>
      <w:overflowPunct w:val="0"/>
      <w:autoSpaceDE w:val="0"/>
      <w:autoSpaceDN w:val="0"/>
      <w:adjustRightInd w:val="0"/>
      <w:jc w:val="left"/>
      <w:textAlignment w:val="baseline"/>
    </w:pPr>
    <w:rPr>
      <w:rFonts w:ascii="Courier New" w:hAnsi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spacing w:line="269" w:lineRule="exact"/>
      <w:ind w:hanging="566"/>
      <w:jc w:val="left"/>
    </w:pPr>
    <w:rPr>
      <w:rFonts w:ascii="Times New Roman" w:hAnsi="Times New Roman"/>
      <w:sz w:val="24"/>
      <w:szCs w:val="24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ln"/>
    <w:pPr>
      <w:widowControl w:val="0"/>
      <w:autoSpaceDE w:val="0"/>
      <w:autoSpaceDN w:val="0"/>
      <w:adjustRightInd w:val="0"/>
      <w:spacing w:line="254" w:lineRule="exact"/>
      <w:ind w:firstLine="576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Normln"/>
    <w:pPr>
      <w:widowControl w:val="0"/>
      <w:autoSpaceDE w:val="0"/>
      <w:autoSpaceDN w:val="0"/>
      <w:adjustRightInd w:val="0"/>
      <w:spacing w:line="253" w:lineRule="exact"/>
      <w:ind w:firstLine="566"/>
      <w:jc w:val="left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rPr>
      <w:rFonts w:ascii="Constantia" w:hAnsi="Constantia" w:cs="Constantia"/>
      <w:sz w:val="16"/>
      <w:szCs w:val="16"/>
    </w:rPr>
  </w:style>
  <w:style w:type="paragraph" w:customStyle="1" w:styleId="Style7">
    <w:name w:val="Style7"/>
    <w:basedOn w:val="Normln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74" w:lineRule="exact"/>
      <w:ind w:hanging="571"/>
      <w:jc w:val="left"/>
    </w:pPr>
    <w:rPr>
      <w:rFonts w:ascii="Times New Roman" w:hAnsi="Times New Roman"/>
      <w:sz w:val="24"/>
      <w:szCs w:val="24"/>
    </w:rPr>
  </w:style>
  <w:style w:type="paragraph" w:customStyle="1" w:styleId="StylTunPodtrenDoleva">
    <w:name w:val="Styl Tučné Podtržení Doleva"/>
    <w:basedOn w:val="Normln"/>
    <w:pPr>
      <w:jc w:val="left"/>
    </w:pPr>
    <w:rPr>
      <w:b/>
      <w:bCs/>
      <w:sz w:val="24"/>
      <w:u w:val="single"/>
    </w:rPr>
  </w:style>
  <w:style w:type="paragraph" w:customStyle="1" w:styleId="StylabcVlevo15cm">
    <w:name w:val="Styl abc + Vlevo:  1.5 cm"/>
    <w:basedOn w:val="abc"/>
    <w:pPr>
      <w:ind w:left="709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Nadpis99">
    <w:name w:val="Nadpis 99"/>
    <w:basedOn w:val="Nadpis1"/>
    <w:rsid w:val="00752C14"/>
  </w:style>
  <w:style w:type="paragraph" w:styleId="Zkladntext3">
    <w:name w:val="Body Text 3"/>
    <w:basedOn w:val="Normln"/>
    <w:rsid w:val="00AB7A38"/>
    <w:pPr>
      <w:spacing w:after="120"/>
    </w:pPr>
    <w:rPr>
      <w:sz w:val="16"/>
      <w:szCs w:val="16"/>
    </w:rPr>
  </w:style>
  <w:style w:type="paragraph" w:customStyle="1" w:styleId="Nadpis999">
    <w:name w:val="Nadpis 999"/>
    <w:basedOn w:val="Nadpis1"/>
    <w:rsid w:val="006C53BB"/>
  </w:style>
  <w:style w:type="paragraph" w:styleId="Zkladntext2">
    <w:name w:val="Body Text 2"/>
    <w:basedOn w:val="Normln"/>
    <w:rsid w:val="00F449F7"/>
    <w:pPr>
      <w:spacing w:after="120" w:line="480" w:lineRule="auto"/>
    </w:pPr>
  </w:style>
  <w:style w:type="character" w:customStyle="1" w:styleId="shorttext1">
    <w:name w:val="short_text1"/>
    <w:rsid w:val="00E45A03"/>
    <w:rPr>
      <w:sz w:val="25"/>
      <w:szCs w:val="25"/>
    </w:rPr>
  </w:style>
  <w:style w:type="character" w:customStyle="1" w:styleId="longtext">
    <w:name w:val="long_text"/>
    <w:basedOn w:val="Standardnpsmoodstavce"/>
    <w:rsid w:val="00757555"/>
  </w:style>
  <w:style w:type="character" w:customStyle="1" w:styleId="longtextshorttext">
    <w:name w:val="long_text short_text"/>
    <w:basedOn w:val="Standardnpsmoodstavce"/>
    <w:rsid w:val="00BA466F"/>
  </w:style>
  <w:style w:type="paragraph" w:customStyle="1" w:styleId="Zkladntextodsazen21">
    <w:name w:val="Základní text odsazený 21"/>
    <w:basedOn w:val="Normln"/>
    <w:rsid w:val="00D11DAD"/>
    <w:pPr>
      <w:suppressAutoHyphens/>
      <w:spacing w:line="360" w:lineRule="auto"/>
      <w:ind w:firstLine="708"/>
    </w:pPr>
    <w:rPr>
      <w:kern w:val="1"/>
    </w:rPr>
  </w:style>
  <w:style w:type="character" w:customStyle="1" w:styleId="shorttext">
    <w:name w:val="short_text"/>
    <w:basedOn w:val="Standardnpsmoodstavce"/>
    <w:rsid w:val="00844663"/>
  </w:style>
  <w:style w:type="character" w:customStyle="1" w:styleId="hps">
    <w:name w:val="hps"/>
    <w:basedOn w:val="Standardnpsmoodstavce"/>
    <w:rsid w:val="00844663"/>
  </w:style>
  <w:style w:type="paragraph" w:customStyle="1" w:styleId="Popis">
    <w:name w:val="Popis"/>
    <w:basedOn w:val="Normln"/>
    <w:link w:val="PopisChar"/>
    <w:rsid w:val="00772EB9"/>
    <w:pPr>
      <w:spacing w:before="120" w:after="120"/>
      <w:jc w:val="center"/>
    </w:pPr>
    <w:rPr>
      <w:rFonts w:cs="Arial"/>
      <w:b/>
      <w:szCs w:val="25"/>
    </w:rPr>
  </w:style>
  <w:style w:type="character" w:customStyle="1" w:styleId="hpsatn">
    <w:name w:val="hps atn"/>
    <w:basedOn w:val="Standardnpsmoodstavce"/>
    <w:rsid w:val="00C9099D"/>
  </w:style>
  <w:style w:type="paragraph" w:styleId="z-Zatekformule">
    <w:name w:val="HTML Top of Form"/>
    <w:basedOn w:val="Normln"/>
    <w:next w:val="Normln"/>
    <w:hidden/>
    <w:rsid w:val="00844E4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jfk-button-label1">
    <w:name w:val="jfk-button-label1"/>
    <w:basedOn w:val="Standardnpsmoodstavce"/>
    <w:rsid w:val="00844E42"/>
  </w:style>
  <w:style w:type="paragraph" w:styleId="z-Konecformule">
    <w:name w:val="HTML Bottom of Form"/>
    <w:basedOn w:val="Normln"/>
    <w:next w:val="Normln"/>
    <w:hidden/>
    <w:rsid w:val="00844E4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Standard">
    <w:name w:val="Standard"/>
    <w:rsid w:val="00C628F5"/>
    <w:rPr>
      <w:rFonts w:cs="Arial"/>
      <w:sz w:val="18"/>
      <w:szCs w:val="18"/>
    </w:rPr>
  </w:style>
  <w:style w:type="character" w:customStyle="1" w:styleId="Lichdky">
    <w:name w:val="Liché řdky"/>
    <w:rsid w:val="00C628F5"/>
    <w:rPr>
      <w:rFonts w:cs="Arial"/>
      <w:sz w:val="18"/>
      <w:szCs w:val="18"/>
    </w:rPr>
  </w:style>
  <w:style w:type="character" w:customStyle="1" w:styleId="Suddky">
    <w:name w:val="Sudé řdky"/>
    <w:rsid w:val="00C628F5"/>
    <w:rPr>
      <w:rFonts w:cs="Arial"/>
      <w:sz w:val="18"/>
      <w:szCs w:val="18"/>
    </w:rPr>
  </w:style>
  <w:style w:type="character" w:customStyle="1" w:styleId="Hlaviatabulky">
    <w:name w:val="Hlaviča tabulky"/>
    <w:rsid w:val="00C628F5"/>
    <w:rPr>
      <w:rFonts w:cs="Arial"/>
      <w:b/>
      <w:bCs/>
      <w:sz w:val="18"/>
      <w:szCs w:val="18"/>
    </w:rPr>
  </w:style>
  <w:style w:type="character" w:customStyle="1" w:styleId="Nadpis">
    <w:name w:val="Nadpis"/>
    <w:rsid w:val="00C628F5"/>
    <w:rPr>
      <w:rFonts w:cs="Arial"/>
      <w:b/>
      <w:bCs/>
    </w:rPr>
  </w:style>
  <w:style w:type="character" w:customStyle="1" w:styleId="Symboly">
    <w:name w:val="Symboly"/>
    <w:rsid w:val="00C628F5"/>
    <w:rPr>
      <w:rFonts w:ascii="Wingdings" w:hAnsi="Wingdings" w:cs="Wingdings"/>
      <w:sz w:val="19"/>
      <w:szCs w:val="19"/>
    </w:rPr>
  </w:style>
  <w:style w:type="character" w:customStyle="1" w:styleId="Esa1tab">
    <w:name w:val="Esa_1tab"/>
    <w:rsid w:val="002A039E"/>
    <w:rPr>
      <w:rFonts w:ascii="Arial" w:hAnsi="Arial"/>
      <w:b/>
      <w:bCs/>
      <w:caps/>
      <w:sz w:val="18"/>
      <w:lang w:val="sk-SK"/>
    </w:rPr>
  </w:style>
  <w:style w:type="character" w:customStyle="1" w:styleId="PopisChar">
    <w:name w:val="Popis Char"/>
    <w:link w:val="Popis"/>
    <w:rsid w:val="002261EA"/>
    <w:rPr>
      <w:rFonts w:ascii="Arial" w:hAnsi="Arial" w:cs="Arial"/>
      <w:b/>
      <w:sz w:val="24"/>
      <w:szCs w:val="25"/>
      <w:lang w:val="sk-SK" w:eastAsia="cs-CZ" w:bidi="ar-SA"/>
    </w:rPr>
  </w:style>
  <w:style w:type="character" w:styleId="Siln">
    <w:name w:val="Strong"/>
    <w:qFormat/>
    <w:rsid w:val="00F948CE"/>
    <w:rPr>
      <w:b/>
      <w:bCs/>
    </w:rPr>
  </w:style>
  <w:style w:type="paragraph" w:styleId="Nzev">
    <w:name w:val="Title"/>
    <w:basedOn w:val="Normln"/>
    <w:next w:val="Normln"/>
    <w:link w:val="NzevChar"/>
    <w:qFormat/>
    <w:rsid w:val="00F736D8"/>
    <w:pPr>
      <w:spacing w:before="240" w:after="60"/>
      <w:jc w:val="left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736D8"/>
    <w:rPr>
      <w:rFonts w:ascii="Arial" w:hAnsi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qFormat/>
    <w:rsid w:val="00B357B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</w:rPr>
  </w:style>
  <w:style w:type="paragraph" w:customStyle="1" w:styleId="Styl24bTunzarovnnnastedVlevo0cm">
    <w:name w:val="Styl 24 b. Tučné zarovnání na střed Vlevo:  0 cm"/>
    <w:basedOn w:val="Normln"/>
    <w:rsid w:val="00C06939"/>
    <w:pPr>
      <w:spacing w:before="0" w:after="120"/>
      <w:jc w:val="center"/>
    </w:pPr>
    <w:rPr>
      <w:b/>
      <w:bCs/>
      <w:sz w:val="44"/>
    </w:rPr>
  </w:style>
  <w:style w:type="paragraph" w:styleId="Bezmezer">
    <w:name w:val="No Spacing"/>
    <w:basedOn w:val="Normln"/>
    <w:link w:val="BezmezerChar"/>
    <w:qFormat/>
    <w:rsid w:val="00AC4375"/>
    <w:pPr>
      <w:spacing w:before="0"/>
      <w:jc w:val="left"/>
    </w:pPr>
    <w:rPr>
      <w:rFonts w:ascii="Times New Roman" w:hAnsi="Times New Roman"/>
      <w:szCs w:val="22"/>
      <w:lang w:val="en-US" w:eastAsia="en-US" w:bidi="en-US"/>
    </w:rPr>
  </w:style>
  <w:style w:type="character" w:customStyle="1" w:styleId="BezmezerChar">
    <w:name w:val="Bez mezer Char"/>
    <w:link w:val="Bezmezer"/>
    <w:rsid w:val="00AC4375"/>
    <w:rPr>
      <w:sz w:val="22"/>
      <w:szCs w:val="22"/>
      <w:lang w:val="en-US" w:eastAsia="en-US" w:bidi="en-US"/>
    </w:rPr>
  </w:style>
  <w:style w:type="character" w:customStyle="1" w:styleId="ZhlavChar">
    <w:name w:val="Záhlaví Char"/>
    <w:basedOn w:val="Standardnpsmoodstavce"/>
    <w:link w:val="Zhlav"/>
    <w:uiPriority w:val="99"/>
    <w:rsid w:val="002D787D"/>
    <w:rPr>
      <w:rFonts w:ascii="Arial" w:hAnsi="Arial"/>
      <w:sz w:val="22"/>
    </w:rPr>
  </w:style>
  <w:style w:type="table" w:styleId="Mkatabulky">
    <w:name w:val="Table Grid"/>
    <w:basedOn w:val="Normlntabulka"/>
    <w:uiPriority w:val="59"/>
    <w:rsid w:val="002D787D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7C52C7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4958D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4398E"/>
    <w:rPr>
      <w:rFonts w:ascii="Arial" w:hAnsi="Arial"/>
      <w:b/>
      <w:sz w:val="22"/>
    </w:rPr>
  </w:style>
  <w:style w:type="character" w:customStyle="1" w:styleId="Nadpis1Char">
    <w:name w:val="Nadpis 1 Char"/>
    <w:basedOn w:val="Standardnpsmoodstavce"/>
    <w:link w:val="Nadpis1"/>
    <w:rsid w:val="00D723FB"/>
    <w:rPr>
      <w:rFonts w:ascii="Arial" w:hAnsi="Arial"/>
      <w:b/>
      <w:caps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06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8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75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9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01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19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3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9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48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9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5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4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04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5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89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5F5F5"/>
                                    <w:left w:val="single" w:sz="12" w:space="0" w:color="F5F5F5"/>
                                    <w:bottom w:val="single" w:sz="12" w:space="0" w:color="F5F5F5"/>
                                    <w:right w:val="single" w:sz="12" w:space="0" w:color="F5F5F5"/>
                                  </w:divBdr>
                                  <w:divsChild>
                                    <w:div w:id="80655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016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8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30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973891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41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178144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355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5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0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49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7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7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7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8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6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91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16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8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61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0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35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0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3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4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5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34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4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7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6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7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6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44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2714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40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1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54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2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3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3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1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5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66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46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9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1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62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63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1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2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5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84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3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9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0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92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2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2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14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4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6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53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2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2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7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4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6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0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7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70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0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85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6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9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4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3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9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56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6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13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9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9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5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7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3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43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6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27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4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7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44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47881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78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0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28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8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7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9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55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5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77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89854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1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44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05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18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0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0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5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98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1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1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2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4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8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4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2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35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24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33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1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9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0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5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9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49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7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2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8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62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20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585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23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5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1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3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4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8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36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3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17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48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59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8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953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3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9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05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3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04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0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1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634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4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42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3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27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1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64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7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8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97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0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2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2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3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2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8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95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2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1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5577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8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18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5734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95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32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3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98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2093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2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2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1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0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3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64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12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93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64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84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5739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04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0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7356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9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5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9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7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4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64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0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8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52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4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0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6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0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58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272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9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7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0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0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1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42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05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9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3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6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5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3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1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71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9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7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3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7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1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8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0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4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7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70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944067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5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40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673755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6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78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4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37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8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76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6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18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5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881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84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8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5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9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1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9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0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0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01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16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1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4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24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1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1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75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3616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001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1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51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9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5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5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3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1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260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1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36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5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54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73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92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6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2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3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56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1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5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3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11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99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8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785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92780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7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4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2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3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3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6261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7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8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7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1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07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67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3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9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2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0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4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4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10758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8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4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3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2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4212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8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0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6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387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310032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1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11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7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02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5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3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335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82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65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7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9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6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5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3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9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29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4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46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5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1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1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3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0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0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2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1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8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1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2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2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7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1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48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74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2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2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85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68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8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0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8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55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13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0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6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8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03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2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97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1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6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7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3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3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39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26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3202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3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4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6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7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46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1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42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9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63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54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7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73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5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6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9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807812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8287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70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6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37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0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55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7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0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1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5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1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0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40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9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1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4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68116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03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8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8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75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23453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7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8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1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367393">
                              <w:marLeft w:val="0"/>
                              <w:marRight w:val="0"/>
                              <w:marTop w:val="21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6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85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10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7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26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9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39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7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0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2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1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41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5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0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4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82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04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7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4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8797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3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89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0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5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0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6907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3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5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44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0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6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5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3762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3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97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1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8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67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2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429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3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0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0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33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3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151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90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8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8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9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7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39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1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1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7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09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08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7078551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74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07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9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6119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2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8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60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8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3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0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5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0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1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4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9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05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1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0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6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56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33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1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2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1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5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66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9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67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4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49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01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2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6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17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9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4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20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1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90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468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596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0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5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16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1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7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3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1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6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1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9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88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3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0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0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0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38437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2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1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92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5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45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8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9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8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5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14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5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4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8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2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3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34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91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1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1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3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3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7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65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1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6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12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1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92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541525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4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1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9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1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6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3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9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12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85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63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7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1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45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14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46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32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36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5687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5146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0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67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6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6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8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79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4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98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27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3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6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6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54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1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76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35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7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24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56164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299912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6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2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586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8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95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3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9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3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8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5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8719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9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9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35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5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3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5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6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1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4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9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71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9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2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9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17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9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1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7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6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7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9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0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22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1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02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0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5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4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3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96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8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0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2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6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3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32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49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2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0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6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37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7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1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7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0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0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14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4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04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8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20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1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1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325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3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61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1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3533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5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9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54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9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4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6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2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6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6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9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1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0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87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6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9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5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0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6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2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8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22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  <w:divsChild>
                    <w:div w:id="362023136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3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4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48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06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8383153">
                      <w:marLeft w:val="0"/>
                      <w:marRight w:val="25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15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46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02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86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22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7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7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551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0C0C0"/>
                                <w:left w:val="single" w:sz="6" w:space="0" w:color="D9D9D9"/>
                                <w:bottom w:val="single" w:sz="6" w:space="0" w:color="D9D9D9"/>
                                <w:right w:val="single" w:sz="6" w:space="0" w:color="D9D9D9"/>
                              </w:divBdr>
                              <w:divsChild>
                                <w:div w:id="749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424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FFFF"/>
                                        <w:left w:val="single" w:sz="6" w:space="0" w:color="FFFFFF"/>
                                        <w:bottom w:val="single" w:sz="6" w:space="0" w:color="FFFFFF"/>
                                        <w:right w:val="single" w:sz="6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8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14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53288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65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0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9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8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1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93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48501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24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0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8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05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44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9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1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9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5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3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58381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0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58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93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7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6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66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36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5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5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8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14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9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2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85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52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6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39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3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7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2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31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3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7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6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08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02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132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86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58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5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3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71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8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1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51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2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2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09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65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5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12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01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53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7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3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9245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8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0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23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9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9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26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83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0983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5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07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471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38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7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66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03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5658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121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1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21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9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6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46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4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6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32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84031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03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0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0223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8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7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49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05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3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7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4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3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6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5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42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2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152909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9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2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5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0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5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6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3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5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4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453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8" w:space="0" w:color="F5F5F5"/>
                                                <w:left w:val="single" w:sz="8" w:space="0" w:color="F5F5F5"/>
                                                <w:bottom w:val="single" w:sz="8" w:space="0" w:color="F5F5F5"/>
                                                <w:right w:val="single" w:sz="8" w:space="0" w:color="F5F5F5"/>
                                              </w:divBdr>
                                              <w:divsChild>
                                                <w:div w:id="50023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174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7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0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0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1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2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3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3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5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07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0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9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8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5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27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4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8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4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1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85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2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2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5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3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1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25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0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1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78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00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9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1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5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9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6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4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5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1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1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4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94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8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46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72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67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7144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13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9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0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8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5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22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455686">
                          <w:marLeft w:val="0"/>
                          <w:marRight w:val="0"/>
                          <w:marTop w:val="2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45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5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23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2" w:color="999999"/>
                            <w:left w:val="single" w:sz="8" w:space="12" w:color="999999"/>
                            <w:bottom w:val="single" w:sz="8" w:space="12" w:color="999999"/>
                            <w:right w:val="single" w:sz="8" w:space="12" w:color="999999"/>
                          </w:divBdr>
                          <w:divsChild>
                            <w:div w:id="26515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46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29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1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49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1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3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39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4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9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2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8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1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2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05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9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7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1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5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90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6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5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8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7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91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47203">
                              <w:marLeft w:val="0"/>
                              <w:marRight w:val="0"/>
                              <w:marTop w:val="26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9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4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83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47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93693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9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76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08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5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2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7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91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5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7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9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2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86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0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99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6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8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75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76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23344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99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0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89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1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9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1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1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86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4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0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8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9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4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1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0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0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5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85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30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69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0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1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9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1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80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4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8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8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1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3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2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774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6267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821258">
                              <w:marLeft w:val="0"/>
                              <w:marRight w:val="0"/>
                              <w:marTop w:val="22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3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59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5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342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8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3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8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83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056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62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6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96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5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12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2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0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270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1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3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78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9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0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5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5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6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8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9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5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4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2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5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9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5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9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9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3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83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3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6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2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8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88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3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6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1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7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1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4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8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3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6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2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27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0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91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0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12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44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5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74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2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68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7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17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8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6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3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7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2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0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33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97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7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4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7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0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86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7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6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6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HP-TZ1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B93FB-5431-43F9-B8B9-8D24373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SHP-TZ1</Template>
  <TotalTime>730</TotalTime>
  <Pages>4</Pages>
  <Words>516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Links>
    <vt:vector size="6" baseType="variant">
      <vt:variant>
        <vt:i4>6422627</vt:i4>
      </vt:variant>
      <vt:variant>
        <vt:i4>5</vt:i4>
      </vt:variant>
      <vt:variant>
        <vt:i4>0</vt:i4>
      </vt:variant>
      <vt:variant>
        <vt:i4>5</vt:i4>
      </vt:variant>
      <vt:variant>
        <vt:lpwstr>http://www.shp.eu/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Šedivý</cp:lastModifiedBy>
  <cp:revision>189</cp:revision>
  <cp:lastPrinted>2022-12-07T09:22:00Z</cp:lastPrinted>
  <dcterms:created xsi:type="dcterms:W3CDTF">2019-01-22T10:23:00Z</dcterms:created>
  <dcterms:modified xsi:type="dcterms:W3CDTF">2022-12-17T13:44:00Z</dcterms:modified>
</cp:coreProperties>
</file>